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D3FBF" w14:textId="6A07F087" w:rsidR="002E0D0D" w:rsidRPr="009D32C7" w:rsidRDefault="002E0D0D" w:rsidP="002E0D0D">
      <w:pPr>
        <w:pStyle w:val="OZNPROJEKTUwskazaniedatylubwersjiprojektu"/>
      </w:pPr>
      <w:r w:rsidRPr="009D32C7">
        <w:t xml:space="preserve">PROJEKT z dnia </w:t>
      </w:r>
      <w:r w:rsidR="00F343E7">
        <w:t>25</w:t>
      </w:r>
      <w:r w:rsidRPr="009D32C7">
        <w:t>.</w:t>
      </w:r>
      <w:r w:rsidR="00377A06">
        <w:t>02</w:t>
      </w:r>
      <w:r w:rsidRPr="009D32C7">
        <w:t>.202</w:t>
      </w:r>
      <w:r w:rsidR="00AF608C">
        <w:t>5</w:t>
      </w:r>
      <w:r w:rsidR="00B8130F" w:rsidRPr="009D32C7">
        <w:t xml:space="preserve"> </w:t>
      </w:r>
      <w:r w:rsidRPr="009D32C7">
        <w:t>r.</w:t>
      </w:r>
    </w:p>
    <w:p w14:paraId="7C70644D" w14:textId="77777777" w:rsidR="0050214C" w:rsidRPr="009D32C7" w:rsidRDefault="0050214C" w:rsidP="0050214C">
      <w:pPr>
        <w:pStyle w:val="OZNRODZAKTUtznustawalubrozporzdzenieiorganwydajcy"/>
      </w:pPr>
      <w:r w:rsidRPr="009D32C7">
        <w:t>ustawa</w:t>
      </w:r>
    </w:p>
    <w:p w14:paraId="7EC4D208" w14:textId="77777777" w:rsidR="0050214C" w:rsidRPr="009D32C7" w:rsidRDefault="0050214C" w:rsidP="0050214C">
      <w:pPr>
        <w:pStyle w:val="DATAAKTUdatauchwalenialubwydaniaaktu"/>
      </w:pPr>
      <w:r w:rsidRPr="009D32C7">
        <w:t>z dnia …………………………..</w:t>
      </w:r>
    </w:p>
    <w:p w14:paraId="5FBA8B0B" w14:textId="5201924A" w:rsidR="0050214C" w:rsidRPr="00E37358" w:rsidRDefault="0050214C" w:rsidP="0050214C">
      <w:pPr>
        <w:pStyle w:val="TYTUAKTUprzedmiotregulacjiustawylubrozporzdzenia"/>
      </w:pPr>
      <w:r w:rsidRPr="009D32C7">
        <w:t>o Krajowym Rejestrze Oznakowanych Psów i Kotów</w:t>
      </w:r>
      <w:r w:rsidR="00971FEF">
        <w:rPr>
          <w:rStyle w:val="Odwoanieprzypisudolnego"/>
        </w:rPr>
        <w:footnoteReference w:id="2"/>
      </w:r>
      <w:r w:rsidR="00971FEF">
        <w:rPr>
          <w:rStyle w:val="IGindeksgrny"/>
        </w:rPr>
        <w:t>)</w:t>
      </w:r>
    </w:p>
    <w:p w14:paraId="127514DE" w14:textId="779E8653" w:rsidR="0050214C" w:rsidRPr="009D32C7" w:rsidRDefault="0050214C" w:rsidP="0050214C">
      <w:pPr>
        <w:pStyle w:val="ARTartustawynprozporzdzenia"/>
      </w:pPr>
      <w:r w:rsidRPr="009D32C7">
        <w:rPr>
          <w:rStyle w:val="Ppogrubienie"/>
        </w:rPr>
        <w:t>Art. 1.</w:t>
      </w:r>
      <w:r w:rsidRPr="009D32C7">
        <w:t xml:space="preserve"> 1.</w:t>
      </w:r>
      <w:r w:rsidRPr="009D32C7">
        <w:tab/>
        <w:t>Ustawa określa zasady prowadzenia Krajowego Rejestru Oznakowanych Psów i Kotów, zwanego dalej „KROPiK”, oraz zasady znakowania i rejestracji w KROPiK psów</w:t>
      </w:r>
      <w:r w:rsidR="00F55810">
        <w:t xml:space="preserve"> z </w:t>
      </w:r>
      <w:r w:rsidRPr="009D32C7">
        <w:t xml:space="preserve">gatunku </w:t>
      </w:r>
      <w:proofErr w:type="spellStart"/>
      <w:r w:rsidRPr="00E67B66">
        <w:rPr>
          <w:rStyle w:val="Kkursywa"/>
        </w:rPr>
        <w:t>Canis</w:t>
      </w:r>
      <w:proofErr w:type="spellEnd"/>
      <w:r w:rsidRPr="00E67B66">
        <w:rPr>
          <w:rStyle w:val="Kkursywa"/>
        </w:rPr>
        <w:t xml:space="preserve"> </w:t>
      </w:r>
      <w:proofErr w:type="spellStart"/>
      <w:r w:rsidRPr="00E67B66">
        <w:rPr>
          <w:rStyle w:val="Kkursywa"/>
        </w:rPr>
        <w:t>lupus</w:t>
      </w:r>
      <w:proofErr w:type="spellEnd"/>
      <w:r w:rsidRPr="00E67B66">
        <w:rPr>
          <w:rStyle w:val="Kkursywa"/>
        </w:rPr>
        <w:t xml:space="preserve"> familiaris</w:t>
      </w:r>
      <w:r w:rsidRPr="009D32C7">
        <w:t xml:space="preserve"> i kotów z gatunku </w:t>
      </w:r>
      <w:r w:rsidRPr="00E67B66">
        <w:rPr>
          <w:rStyle w:val="Kkursywa"/>
        </w:rPr>
        <w:t xml:space="preserve">Felis </w:t>
      </w:r>
      <w:proofErr w:type="spellStart"/>
      <w:r w:rsidRPr="00E67B66">
        <w:rPr>
          <w:rStyle w:val="Kkursywa"/>
        </w:rPr>
        <w:t>silvestris</w:t>
      </w:r>
      <w:proofErr w:type="spellEnd"/>
      <w:r w:rsidRPr="00E67B66">
        <w:rPr>
          <w:rStyle w:val="Kkursywa"/>
        </w:rPr>
        <w:t xml:space="preserve"> </w:t>
      </w:r>
      <w:proofErr w:type="spellStart"/>
      <w:r w:rsidRPr="00E67B66">
        <w:rPr>
          <w:rStyle w:val="Kkursywa"/>
        </w:rPr>
        <w:t>catus</w:t>
      </w:r>
      <w:proofErr w:type="spellEnd"/>
      <w:r w:rsidRPr="009D32C7">
        <w:t xml:space="preserve">. </w:t>
      </w:r>
    </w:p>
    <w:p w14:paraId="4F53586D" w14:textId="19B9A408" w:rsidR="0050214C" w:rsidRPr="009D32C7" w:rsidRDefault="0050214C" w:rsidP="00E066E1">
      <w:pPr>
        <w:pStyle w:val="USTustnpkodeksu"/>
      </w:pPr>
      <w:r w:rsidRPr="009D32C7">
        <w:t>2. Przepisów ustawy</w:t>
      </w:r>
      <w:r w:rsidR="003A5E83">
        <w:t xml:space="preserve"> nie stosuje się do psów</w:t>
      </w:r>
      <w:r w:rsidR="00B65A0A">
        <w:t xml:space="preserve">, których numery transponderów i powiązane z nimi informacje zostały wykreślone z KROPiK na podstawie </w:t>
      </w:r>
      <w:r w:rsidR="00231E6C">
        <w:t>art. 16</w:t>
      </w:r>
      <w:r w:rsidR="00932F6B">
        <w:t xml:space="preserve"> ust. 1</w:t>
      </w:r>
      <w:r w:rsidR="00EE4F8D">
        <w:t>.</w:t>
      </w:r>
    </w:p>
    <w:p w14:paraId="4B74203E" w14:textId="77777777" w:rsidR="0050214C" w:rsidRPr="009D32C7" w:rsidRDefault="0050214C" w:rsidP="0050214C">
      <w:pPr>
        <w:pStyle w:val="ARTartustawynprozporzdzenia"/>
      </w:pPr>
      <w:r w:rsidRPr="009D32C7">
        <w:rPr>
          <w:b/>
          <w:bCs/>
        </w:rPr>
        <w:t xml:space="preserve">Art. 2. </w:t>
      </w:r>
      <w:r w:rsidRPr="009D32C7">
        <w:t>1. Agencja Restrukturyzacji i Modernizacji Rolnictwa, zwana dalej „Agencją”, prowadzi KROPiK w systemie teleinformatycznym.</w:t>
      </w:r>
    </w:p>
    <w:p w14:paraId="4105D1C6" w14:textId="77777777" w:rsidR="0050214C" w:rsidRPr="009D32C7" w:rsidRDefault="0050214C" w:rsidP="0050214C">
      <w:pPr>
        <w:pStyle w:val="USTustnpkodeksu"/>
      </w:pPr>
      <w:r w:rsidRPr="009D32C7">
        <w:t>2.</w:t>
      </w:r>
      <w:r w:rsidRPr="009D32C7">
        <w:tab/>
        <w:t>W KROPiK gromadzi się następujące informacje:</w:t>
      </w:r>
    </w:p>
    <w:p w14:paraId="174D7E4F" w14:textId="77777777" w:rsidR="0050214C" w:rsidRPr="009D32C7" w:rsidRDefault="0050214C" w:rsidP="0050214C">
      <w:pPr>
        <w:pStyle w:val="PKTpunkt"/>
      </w:pPr>
      <w:r w:rsidRPr="009D32C7">
        <w:t>1)</w:t>
      </w:r>
      <w:r w:rsidRPr="009D32C7">
        <w:tab/>
        <w:t>niepowtarzalny numer psa albo kota generowany przez KROPiK podczas rejestracji;</w:t>
      </w:r>
    </w:p>
    <w:p w14:paraId="12F36D53" w14:textId="77777777" w:rsidR="0050214C" w:rsidRPr="009D32C7" w:rsidRDefault="0050214C" w:rsidP="0050214C">
      <w:pPr>
        <w:pStyle w:val="PKTpunkt"/>
      </w:pPr>
      <w:r w:rsidRPr="009D32C7">
        <w:t>2)</w:t>
      </w:r>
      <w:r w:rsidRPr="009D32C7">
        <w:tab/>
        <w:t>numer transpondera wszczepionego psu albo kotu;</w:t>
      </w:r>
    </w:p>
    <w:p w14:paraId="1FB5CDB7" w14:textId="77777777" w:rsidR="0050214C" w:rsidRPr="009D32C7" w:rsidRDefault="0050214C" w:rsidP="0050214C">
      <w:pPr>
        <w:pStyle w:val="PKTpunkt"/>
      </w:pPr>
      <w:r w:rsidRPr="009D32C7">
        <w:t>3)</w:t>
      </w:r>
      <w:r w:rsidRPr="009D32C7">
        <w:tab/>
        <w:t>nazwę, rasę, umaszczenie, płeć psa albo kota oraz datę urodzenia psa albo kota, jeżeli jest znana;</w:t>
      </w:r>
    </w:p>
    <w:p w14:paraId="1CA1A0AD" w14:textId="77777777" w:rsidR="0050214C" w:rsidRPr="009D32C7" w:rsidRDefault="0050214C" w:rsidP="0050214C">
      <w:pPr>
        <w:pStyle w:val="PKTpunkt"/>
      </w:pPr>
      <w:r w:rsidRPr="009D32C7">
        <w:t>4)</w:t>
      </w:r>
      <w:r w:rsidRPr="009D32C7">
        <w:tab/>
        <w:t>dotyczące właściciela psa lub kota:</w:t>
      </w:r>
    </w:p>
    <w:p w14:paraId="7F9DD35A" w14:textId="77777777" w:rsidR="0050214C" w:rsidRPr="009D32C7" w:rsidRDefault="0050214C" w:rsidP="0050214C">
      <w:pPr>
        <w:pStyle w:val="LITlitera"/>
      </w:pPr>
      <w:r w:rsidRPr="009D32C7">
        <w:t>a)</w:t>
      </w:r>
      <w:r w:rsidRPr="009D32C7">
        <w:tab/>
      </w:r>
      <w:r>
        <w:t>imię i nazwisko albo nazwę</w:t>
      </w:r>
      <w:r w:rsidRPr="009D32C7">
        <w:t>,</w:t>
      </w:r>
    </w:p>
    <w:p w14:paraId="64C220F9" w14:textId="77777777" w:rsidR="0050214C" w:rsidRPr="009D32C7" w:rsidRDefault="0050214C" w:rsidP="0050214C">
      <w:pPr>
        <w:pStyle w:val="LITlitera"/>
      </w:pPr>
      <w:r w:rsidRPr="009D32C7">
        <w:t>b)</w:t>
      </w:r>
      <w:r w:rsidRPr="009D32C7">
        <w:tab/>
      </w:r>
      <w:r>
        <w:t xml:space="preserve">miejsce zamieszkania albo siedzibę, </w:t>
      </w:r>
      <w:r w:rsidRPr="009D32C7">
        <w:t>adres oraz numer telefonu kontaktowego,</w:t>
      </w:r>
    </w:p>
    <w:p w14:paraId="0677E546" w14:textId="266EB3C6" w:rsidR="0050214C" w:rsidRPr="009D32C7" w:rsidRDefault="0050214C" w:rsidP="0050214C">
      <w:pPr>
        <w:pStyle w:val="LITlitera"/>
      </w:pPr>
      <w:r w:rsidRPr="009D32C7">
        <w:t>c)</w:t>
      </w:r>
      <w:r w:rsidRPr="009D32C7">
        <w:tab/>
        <w:t xml:space="preserve">numer identyfikacyjny Powszechnego Elektronicznego Systemu Ewidencji Ludności (numer PESEL), </w:t>
      </w:r>
      <w:r w:rsidR="008A7EAE">
        <w:t xml:space="preserve">jeśli właściciel jest osobą fizyczną, </w:t>
      </w:r>
      <w:r w:rsidRPr="009D32C7">
        <w:t>a w przypadku osoby fizycznej nie posiadającej numeru PESEL –</w:t>
      </w:r>
      <w:r w:rsidR="00F55810">
        <w:t xml:space="preserve"> </w:t>
      </w:r>
      <w:r w:rsidRPr="009D32C7">
        <w:t>kod kraju i numer paszportu lub innego dokumentu stwierdzającego tożsamość tej osoby,</w:t>
      </w:r>
    </w:p>
    <w:p w14:paraId="40A368B9" w14:textId="77777777" w:rsidR="0050214C" w:rsidRPr="009D32C7" w:rsidRDefault="0050214C" w:rsidP="0050214C">
      <w:pPr>
        <w:pStyle w:val="LITlitera"/>
      </w:pPr>
      <w:r>
        <w:t>d</w:t>
      </w:r>
      <w:r w:rsidRPr="009D32C7">
        <w:t>)</w:t>
      </w:r>
      <w:r w:rsidRPr="009D32C7">
        <w:tab/>
        <w:t>numer w Krajowym Rejestrze Sądowym, jeżeli właściciel taki numer posiada, oraz numer identyfikacji podatkowej (NIP), jeżeli</w:t>
      </w:r>
      <w:r>
        <w:t xml:space="preserve"> został nadany;</w:t>
      </w:r>
    </w:p>
    <w:p w14:paraId="57F5672F" w14:textId="0792028E" w:rsidR="0050214C" w:rsidRPr="009D32C7" w:rsidRDefault="0050214C" w:rsidP="0050214C">
      <w:pPr>
        <w:pStyle w:val="PKTpunkt"/>
      </w:pPr>
      <w:r w:rsidRPr="009D32C7">
        <w:t>5)</w:t>
      </w:r>
      <w:r w:rsidRPr="009D32C7">
        <w:tab/>
        <w:t xml:space="preserve">dotyczące podmiotu prowadzącego </w:t>
      </w:r>
      <w:r w:rsidR="00441877">
        <w:t>schronisko dla zwierząt, zwane</w:t>
      </w:r>
      <w:r w:rsidRPr="009D32C7">
        <w:t xml:space="preserve"> dalej „schroniskiem”, w którym przebywa pies albo kot:</w:t>
      </w:r>
    </w:p>
    <w:p w14:paraId="7C845814" w14:textId="77777777" w:rsidR="0050214C" w:rsidRPr="009D32C7" w:rsidRDefault="0050214C" w:rsidP="0050214C">
      <w:pPr>
        <w:pStyle w:val="LITlitera"/>
      </w:pPr>
      <w:r w:rsidRPr="009D32C7">
        <w:t>a)</w:t>
      </w:r>
      <w:r w:rsidRPr="009D32C7">
        <w:tab/>
      </w:r>
      <w:r>
        <w:t>imię i nazwisko albo nazwę</w:t>
      </w:r>
      <w:r w:rsidRPr="009D32C7">
        <w:t>,</w:t>
      </w:r>
    </w:p>
    <w:p w14:paraId="7C33E794" w14:textId="77777777" w:rsidR="0050214C" w:rsidRPr="009D32C7" w:rsidRDefault="0050214C" w:rsidP="0050214C">
      <w:pPr>
        <w:pStyle w:val="LITlitera"/>
      </w:pPr>
      <w:r w:rsidRPr="009D32C7">
        <w:t>b)</w:t>
      </w:r>
      <w:r w:rsidRPr="009D32C7">
        <w:tab/>
      </w:r>
      <w:r>
        <w:t xml:space="preserve">miejsce zamieszkania albo siedzibę, </w:t>
      </w:r>
      <w:r w:rsidRPr="009D32C7">
        <w:t>adres oraz numer telefonu kontaktowego,</w:t>
      </w:r>
    </w:p>
    <w:p w14:paraId="6E4823C1" w14:textId="7FF386C5" w:rsidR="0050214C" w:rsidRPr="009D32C7" w:rsidRDefault="0050214C" w:rsidP="0050214C">
      <w:pPr>
        <w:pStyle w:val="LITlitera"/>
      </w:pPr>
      <w:r w:rsidRPr="009D32C7">
        <w:lastRenderedPageBreak/>
        <w:t>c)</w:t>
      </w:r>
      <w:r w:rsidRPr="009D32C7">
        <w:tab/>
        <w:t xml:space="preserve">numer PESEL, </w:t>
      </w:r>
      <w:r w:rsidR="001321E5">
        <w:t xml:space="preserve">jeśli podmiot prowadzący schronisko jest osobą fizyczną, </w:t>
      </w:r>
      <w:r w:rsidRPr="009D32C7">
        <w:t>a w przypadku osoby fizycznej nie posiadającej numeru PESEL –</w:t>
      </w:r>
      <w:r w:rsidR="00F55810">
        <w:t xml:space="preserve"> </w:t>
      </w:r>
      <w:r w:rsidRPr="009D32C7">
        <w:t>kod kraju i numer paszportu lub innego dokumentu stwierdzającego tożsamość tej osoby,</w:t>
      </w:r>
    </w:p>
    <w:p w14:paraId="6090A137" w14:textId="77777777" w:rsidR="0050214C" w:rsidRPr="009D32C7" w:rsidRDefault="0050214C" w:rsidP="0050214C">
      <w:pPr>
        <w:pStyle w:val="LITlitera"/>
      </w:pPr>
      <w:r>
        <w:t>d</w:t>
      </w:r>
      <w:r w:rsidRPr="009D32C7">
        <w:t>)</w:t>
      </w:r>
      <w:r w:rsidRPr="009D32C7">
        <w:tab/>
        <w:t>numer w Krajowym Rejestrze Sądowym, jeżeli ten podmiot taki numer posiada, oraz NIP, jeżeli został nadany,</w:t>
      </w:r>
    </w:p>
    <w:p w14:paraId="2785AFCC" w14:textId="77777777" w:rsidR="0050214C" w:rsidRPr="009D32C7" w:rsidRDefault="0050214C" w:rsidP="0050214C">
      <w:pPr>
        <w:pStyle w:val="LITlitera"/>
      </w:pPr>
      <w:r>
        <w:t>e</w:t>
      </w:r>
      <w:r w:rsidRPr="009D32C7">
        <w:t>)</w:t>
      </w:r>
      <w:r w:rsidRPr="009D32C7">
        <w:tab/>
      </w:r>
      <w:r w:rsidRPr="00207A47">
        <w:t>nazwa schroniska i adres, pod którym jest prowadzone,</w:t>
      </w:r>
    </w:p>
    <w:p w14:paraId="4EB5DF67" w14:textId="77777777" w:rsidR="0050214C" w:rsidRPr="009D32C7" w:rsidRDefault="0050214C" w:rsidP="0050214C">
      <w:pPr>
        <w:pStyle w:val="LITlitera"/>
      </w:pPr>
      <w:r>
        <w:t>f</w:t>
      </w:r>
      <w:r w:rsidRPr="009D32C7">
        <w:t>)</w:t>
      </w:r>
      <w:r w:rsidRPr="009D32C7">
        <w:tab/>
        <w:t>datę przyjęcia psa albo kota do schroniska,</w:t>
      </w:r>
    </w:p>
    <w:p w14:paraId="32485866" w14:textId="77777777" w:rsidR="0050214C" w:rsidRPr="009D32C7" w:rsidRDefault="0050214C" w:rsidP="0050214C">
      <w:pPr>
        <w:pStyle w:val="LITlitera"/>
      </w:pPr>
      <w:r>
        <w:t>g</w:t>
      </w:r>
      <w:r w:rsidRPr="009D32C7">
        <w:t>)</w:t>
      </w:r>
      <w:r w:rsidRPr="009D32C7">
        <w:tab/>
        <w:t>datę wydania psa albo kota ze schroniska oraz imię, nazwisko, miejsce zamieszkania i adres albo nazwę, siedzibę i adres, a także numer telefonu kontaktowego podmiotu, któremu wydano tego psa albo kota;</w:t>
      </w:r>
    </w:p>
    <w:p w14:paraId="1C73FCB3" w14:textId="62E83015" w:rsidR="0050214C" w:rsidRPr="009D32C7" w:rsidRDefault="0050214C" w:rsidP="0050214C">
      <w:pPr>
        <w:pStyle w:val="PKTpunkt"/>
      </w:pPr>
      <w:r w:rsidRPr="009D32C7">
        <w:t>6)</w:t>
      </w:r>
      <w:r w:rsidRPr="009D32C7">
        <w:tab/>
      </w:r>
      <w:r w:rsidR="008A7EAE">
        <w:t xml:space="preserve">informację </w:t>
      </w:r>
      <w:r w:rsidRPr="009D32C7">
        <w:t>o umiejscowieniu wszczepionego transpondera;</w:t>
      </w:r>
    </w:p>
    <w:p w14:paraId="28B228FC" w14:textId="77777777" w:rsidR="0050214C" w:rsidRPr="009D32C7" w:rsidRDefault="0050214C" w:rsidP="0050214C">
      <w:pPr>
        <w:pStyle w:val="PKTpunkt"/>
      </w:pPr>
      <w:r w:rsidRPr="009D32C7">
        <w:t>7)</w:t>
      </w:r>
      <w:r w:rsidRPr="009D32C7">
        <w:tab/>
        <w:t>datę wszczepienia transpondera, jeżeli jest znana;</w:t>
      </w:r>
    </w:p>
    <w:p w14:paraId="55DB09BD" w14:textId="77777777" w:rsidR="0050214C" w:rsidRPr="009D32C7" w:rsidRDefault="0050214C" w:rsidP="0050214C">
      <w:pPr>
        <w:pStyle w:val="PKTpunkt"/>
      </w:pPr>
      <w:r w:rsidRPr="009D32C7">
        <w:t>8)</w:t>
      </w:r>
      <w:r w:rsidRPr="009D32C7">
        <w:tab/>
        <w:t>datę rejestracji psa albo kota;</w:t>
      </w:r>
    </w:p>
    <w:p w14:paraId="4F11685B" w14:textId="6B515348" w:rsidR="0050214C" w:rsidRPr="009D32C7" w:rsidRDefault="0050214C" w:rsidP="0050214C">
      <w:pPr>
        <w:pStyle w:val="PKTpunkt"/>
        <w:rPr>
          <w:rFonts w:ascii="Arial" w:eastAsia="Times New Roman" w:hAnsi="Arial"/>
          <w:sz w:val="20"/>
        </w:rPr>
      </w:pPr>
      <w:r w:rsidRPr="009D32C7">
        <w:t>9)</w:t>
      </w:r>
      <w:r w:rsidRPr="009D32C7">
        <w:tab/>
        <w:t>daty przeprowadzenia obowiązkowych ochronnych szcz</w:t>
      </w:r>
      <w:r w:rsidR="00F55810">
        <w:t xml:space="preserve">epień przeciwko wściekliźnie, o </w:t>
      </w:r>
      <w:r w:rsidRPr="009D32C7">
        <w:t>których mowa w art. 56 ust. 1 ustawy z dnia 11 marca 2004 r. o ochronie zdrowia zwierząt oraz zwalczaniu chorób zakaźnych zwierząt (Dz. U. z 2023 r. poz. 1075), zwanych dalej „</w:t>
      </w:r>
      <w:r w:rsidRPr="00207A47">
        <w:t>szczepieniami przeciwko wściekliźnie”</w:t>
      </w:r>
      <w:r w:rsidRPr="00A102FA">
        <w:t>;</w:t>
      </w:r>
      <w:r w:rsidRPr="009D32C7" w:rsidDel="0001169E">
        <w:t xml:space="preserve"> </w:t>
      </w:r>
    </w:p>
    <w:p w14:paraId="69DD5CF3" w14:textId="320EF75D" w:rsidR="0050214C" w:rsidRPr="009D32C7" w:rsidRDefault="0050214C" w:rsidP="0050214C">
      <w:pPr>
        <w:pStyle w:val="PKTpunkt"/>
      </w:pPr>
      <w:r w:rsidRPr="009D32C7">
        <w:t>10)</w:t>
      </w:r>
      <w:r w:rsidRPr="009D32C7">
        <w:tab/>
        <w:t>niepowtarzalny numer druku, o którym mowa w art. 24</w:t>
      </w:r>
      <w:r w:rsidR="00F55810">
        <w:t xml:space="preserve">e ust. 1 zdanie drugie ustawy z </w:t>
      </w:r>
      <w:r w:rsidRPr="009D32C7">
        <w:t>dnia 11 marca 2004 r. o ochronie zdrowia zwierząt oraz zwalczaniu chorób zakaźnych zwierząt, jeżeli psu albo kotu został wydany paszport, o którym mowa w art. 24e ust. 2 tej ustawy;</w:t>
      </w:r>
    </w:p>
    <w:p w14:paraId="6C43B3B6" w14:textId="77777777" w:rsidR="0050214C" w:rsidRPr="009D32C7" w:rsidRDefault="0050214C" w:rsidP="0050214C">
      <w:pPr>
        <w:pStyle w:val="PKTpunkt"/>
      </w:pPr>
      <w:r w:rsidRPr="009D32C7">
        <w:t>11)</w:t>
      </w:r>
      <w:r w:rsidRPr="009D32C7">
        <w:tab/>
        <w:t xml:space="preserve">informację o </w:t>
      </w:r>
      <w:r>
        <w:t xml:space="preserve">trwałym pozbawieniu </w:t>
      </w:r>
      <w:r w:rsidRPr="009D32C7">
        <w:t>psa albo kota</w:t>
      </w:r>
      <w:r>
        <w:t xml:space="preserve"> zdolności rozrodczych, zwanym dalej „ubezpłodnieniem”</w:t>
      </w:r>
      <w:r w:rsidRPr="009D32C7">
        <w:t>, jeżeli zostało przeprowadzone, w tym o dacie jego przeprowadzenia, jeżeli jest znana;</w:t>
      </w:r>
    </w:p>
    <w:p w14:paraId="7C523A5C" w14:textId="77777777" w:rsidR="0050214C" w:rsidRDefault="0050214C" w:rsidP="0050214C">
      <w:pPr>
        <w:pStyle w:val="PKTpunkt"/>
      </w:pPr>
      <w:r w:rsidRPr="009D32C7">
        <w:t>12)</w:t>
      </w:r>
      <w:r w:rsidRPr="009D32C7">
        <w:tab/>
        <w:t>informację o śmierci psa albo kota, w tym o jej dacie</w:t>
      </w:r>
      <w:r>
        <w:t xml:space="preserve"> i przyczynie</w:t>
      </w:r>
      <w:r w:rsidRPr="009D32C7">
        <w:t xml:space="preserve">, jeżeli </w:t>
      </w:r>
      <w:r>
        <w:t>są</w:t>
      </w:r>
      <w:r w:rsidRPr="009D32C7">
        <w:t xml:space="preserve"> znan</w:t>
      </w:r>
      <w:r>
        <w:t>e;</w:t>
      </w:r>
    </w:p>
    <w:p w14:paraId="7995D554" w14:textId="77777777" w:rsidR="0050214C" w:rsidRPr="009D32C7" w:rsidRDefault="0050214C" w:rsidP="0050214C">
      <w:pPr>
        <w:pStyle w:val="PKTpunkt"/>
      </w:pPr>
      <w:r>
        <w:t>13)</w:t>
      </w:r>
      <w:r>
        <w:tab/>
        <w:t>informację o oznaczeniu psa albo kota jako psa albo kota, który uciekł albo zabłąkał się.</w:t>
      </w:r>
    </w:p>
    <w:p w14:paraId="0425E5BD" w14:textId="00904BC3" w:rsidR="0050214C" w:rsidRPr="009D32C7" w:rsidRDefault="00F55810" w:rsidP="0050214C">
      <w:pPr>
        <w:pStyle w:val="USTustnpkodeksu"/>
      </w:pPr>
      <w:r>
        <w:t xml:space="preserve">3. </w:t>
      </w:r>
      <w:r w:rsidR="0050214C" w:rsidRPr="009D32C7">
        <w:t>W KROPiK gromadzi się także informacje o:</w:t>
      </w:r>
    </w:p>
    <w:p w14:paraId="3CEB3EA1" w14:textId="77777777" w:rsidR="0050214C" w:rsidRPr="009D32C7" w:rsidRDefault="0050214C" w:rsidP="0050214C">
      <w:pPr>
        <w:pStyle w:val="PKTpunkt"/>
      </w:pPr>
      <w:r w:rsidRPr="009D32C7">
        <w:t>1)</w:t>
      </w:r>
      <w:r w:rsidRPr="009D32C7">
        <w:tab/>
        <w:t xml:space="preserve">numerach transponderów wszczepionych psom i kotom – </w:t>
      </w:r>
      <w:r w:rsidRPr="00207A47">
        <w:t>w formie rejestru wszczepionych transponderów;</w:t>
      </w:r>
    </w:p>
    <w:p w14:paraId="27CE7E75" w14:textId="03047CDA" w:rsidR="0050214C" w:rsidRPr="009D32C7" w:rsidRDefault="0050214C" w:rsidP="0050214C">
      <w:pPr>
        <w:pStyle w:val="PKTpunkt"/>
      </w:pPr>
      <w:r w:rsidRPr="009D32C7">
        <w:t>2)</w:t>
      </w:r>
      <w:r w:rsidRPr="009D32C7">
        <w:tab/>
        <w:t xml:space="preserve">lekarzach weterynarii dokonujących znakowania i rejestracji psów i kotów – </w:t>
      </w:r>
      <w:r w:rsidR="00F55810">
        <w:t xml:space="preserve">w </w:t>
      </w:r>
      <w:r w:rsidRPr="00207A47">
        <w:t>formie ewidencji, o której mowa w art. 14 ust. 1.</w:t>
      </w:r>
    </w:p>
    <w:p w14:paraId="37D60B6C" w14:textId="01D6773D" w:rsidR="0050214C" w:rsidRPr="009D32C7" w:rsidRDefault="00F55810" w:rsidP="0050214C">
      <w:pPr>
        <w:pStyle w:val="USTustnpkodeksu"/>
      </w:pPr>
      <w:r>
        <w:lastRenderedPageBreak/>
        <w:t xml:space="preserve">4. </w:t>
      </w:r>
      <w:r w:rsidR="0050214C" w:rsidRPr="009D32C7">
        <w:t xml:space="preserve">KROPiK jest rejestrem publicznym w rozumieniu art. 3 pkt 5 ustawy z dnia 17 lutego 2005 r. o informatyzacji działalności podmiotów realizujących zadania publiczne </w:t>
      </w:r>
      <w:r>
        <w:t>(Dz. U. z</w:t>
      </w:r>
      <w:r w:rsidR="009607ED">
        <w:t> </w:t>
      </w:r>
      <w:r w:rsidR="0050214C" w:rsidRPr="009D32C7">
        <w:t xml:space="preserve">2024 r. poz. </w:t>
      </w:r>
      <w:r w:rsidR="0050214C">
        <w:t>1557</w:t>
      </w:r>
      <w:r w:rsidR="0050214C" w:rsidRPr="009D32C7">
        <w:t>).</w:t>
      </w:r>
    </w:p>
    <w:p w14:paraId="2980FB90" w14:textId="693A484D" w:rsidR="0050214C" w:rsidRPr="009D32C7" w:rsidRDefault="00F55810" w:rsidP="0050214C">
      <w:pPr>
        <w:pStyle w:val="USTustnpkodeksu"/>
      </w:pPr>
      <w:r>
        <w:t xml:space="preserve">5. </w:t>
      </w:r>
      <w:r w:rsidR="0050214C" w:rsidRPr="009D32C7">
        <w:t>Informacje gromadzone w KROPiK, w tym dane osobowe, są przetwarzane w celu ograniczenia zjawiska bezdomności psów i kotów</w:t>
      </w:r>
      <w:r w:rsidR="004E2D45">
        <w:t xml:space="preserve"> poprzez ustalenie właś</w:t>
      </w:r>
      <w:r w:rsidR="00964A6D">
        <w:t>ciciela</w:t>
      </w:r>
      <w:r w:rsidR="002E192C">
        <w:t xml:space="preserve"> </w:t>
      </w:r>
      <w:r w:rsidR="004106AB">
        <w:t>zarejestrowan</w:t>
      </w:r>
      <w:r w:rsidR="00964A6D">
        <w:t>ego</w:t>
      </w:r>
      <w:r w:rsidR="002E192C">
        <w:t xml:space="preserve"> ps</w:t>
      </w:r>
      <w:r w:rsidR="00964A6D">
        <w:t>a</w:t>
      </w:r>
      <w:r w:rsidR="004106AB">
        <w:t xml:space="preserve"> </w:t>
      </w:r>
      <w:r w:rsidR="00964A6D">
        <w:t>lub</w:t>
      </w:r>
      <w:r w:rsidR="002E192C">
        <w:t xml:space="preserve"> kot</w:t>
      </w:r>
      <w:r w:rsidR="00964A6D">
        <w:t xml:space="preserve">a lub schroniska, do którego pies lub kot został przyjęty, w którym przebywa, </w:t>
      </w:r>
      <w:r w:rsidR="00651E77">
        <w:t xml:space="preserve">lub </w:t>
      </w:r>
      <w:r w:rsidR="00964A6D">
        <w:t xml:space="preserve">z którego został wydany, </w:t>
      </w:r>
      <w:r w:rsidR="003D2047">
        <w:t xml:space="preserve">ustalenie zarejestrowanych psów i kotów należących do danego właściciela lub </w:t>
      </w:r>
      <w:r w:rsidR="009524D6">
        <w:t xml:space="preserve">przyjętych do </w:t>
      </w:r>
      <w:r w:rsidR="003D2047">
        <w:t>dan</w:t>
      </w:r>
      <w:r w:rsidR="009524D6">
        <w:t>ego</w:t>
      </w:r>
      <w:r w:rsidR="003D2047">
        <w:t xml:space="preserve"> schro</w:t>
      </w:r>
      <w:r w:rsidR="009524D6">
        <w:t>niska</w:t>
      </w:r>
      <w:r w:rsidR="00964A6D">
        <w:t>, w nim przebywających</w:t>
      </w:r>
      <w:r w:rsidR="006335E5">
        <w:t xml:space="preserve"> lub</w:t>
      </w:r>
      <w:r w:rsidR="009524D6">
        <w:t xml:space="preserve"> z niego wydanych</w:t>
      </w:r>
      <w:r w:rsidR="003D2047">
        <w:t>,</w:t>
      </w:r>
      <w:r w:rsidR="00964A6D">
        <w:t xml:space="preserve"> </w:t>
      </w:r>
      <w:r w:rsidR="006335E5">
        <w:t xml:space="preserve">ułatwienie </w:t>
      </w:r>
      <w:r w:rsidR="00964A6D">
        <w:t>kontaktu z tym właściciel</w:t>
      </w:r>
      <w:r w:rsidR="00315E0F">
        <w:t>em</w:t>
      </w:r>
      <w:r w:rsidR="00964A6D">
        <w:t xml:space="preserve"> lub z </w:t>
      </w:r>
      <w:r w:rsidR="00315E0F">
        <w:t>podmiotem</w:t>
      </w:r>
      <w:r w:rsidR="00964A6D">
        <w:t xml:space="preserve"> pr</w:t>
      </w:r>
      <w:r w:rsidR="00315E0F">
        <w:t>owadzącym to</w:t>
      </w:r>
      <w:r w:rsidR="00964A6D">
        <w:t xml:space="preserve"> schronisk</w:t>
      </w:r>
      <w:r w:rsidR="00315E0F">
        <w:t>o, ustalenie liczby zarejestrowanych psów i kotów</w:t>
      </w:r>
      <w:r w:rsidR="0050214C" w:rsidRPr="009D32C7">
        <w:t xml:space="preserve">, </w:t>
      </w:r>
      <w:r w:rsidR="00940F26">
        <w:t xml:space="preserve">ustalenie kolejnych </w:t>
      </w:r>
      <w:r w:rsidR="0050214C">
        <w:t xml:space="preserve">właścicieli </w:t>
      </w:r>
      <w:r w:rsidR="0050214C" w:rsidRPr="009D32C7">
        <w:t>psów i kotów</w:t>
      </w:r>
      <w:r w:rsidR="00940F26">
        <w:t xml:space="preserve"> </w:t>
      </w:r>
      <w:r w:rsidR="00974A52">
        <w:t xml:space="preserve">oraz ustalenie </w:t>
      </w:r>
      <w:r w:rsidR="00940F26">
        <w:t>schronisk, w których przebywały</w:t>
      </w:r>
      <w:r w:rsidR="00974A52">
        <w:t xml:space="preserve"> psy i koty</w:t>
      </w:r>
      <w:r w:rsidR="00940F26">
        <w:t xml:space="preserve">, a także w celu </w:t>
      </w:r>
      <w:r w:rsidR="00315E0F">
        <w:t xml:space="preserve">realizacji </w:t>
      </w:r>
      <w:r w:rsidR="00315E0F" w:rsidRPr="00315E0F">
        <w:t>program</w:t>
      </w:r>
      <w:r w:rsidR="00315E0F">
        <w:t>u, o którym mowa w art. 11a</w:t>
      </w:r>
      <w:r w:rsidR="00315E0F" w:rsidRPr="00315E0F">
        <w:t xml:space="preserve"> </w:t>
      </w:r>
      <w:r w:rsidR="009A1B84">
        <w:t xml:space="preserve">ust. 1 </w:t>
      </w:r>
      <w:r w:rsidR="009A1B84" w:rsidRPr="009A1B84">
        <w:t>usta</w:t>
      </w:r>
      <w:r w:rsidR="00974A52">
        <w:t>wy z dnia 21 sierpnia 1997 r. o </w:t>
      </w:r>
      <w:r w:rsidR="009A1B84" w:rsidRPr="009A1B84">
        <w:t>ochronie zwierząt (Dz. U. z 2023 r. poz. 1580)</w:t>
      </w:r>
      <w:r w:rsidR="009A1B84">
        <w:t xml:space="preserve">, </w:t>
      </w:r>
      <w:r w:rsidR="00E37358">
        <w:t xml:space="preserve">poboru opłaty od posiadania psów, o której mowa w art. 18a ust. 1 ustawy </w:t>
      </w:r>
      <w:r w:rsidR="00E37358" w:rsidRPr="006335E5">
        <w:t>z dnia 12 stycznia 1991 r. o podatkach i opłatach lokalnych</w:t>
      </w:r>
      <w:r w:rsidR="00E37358">
        <w:t xml:space="preserve"> (Dz. U. </w:t>
      </w:r>
      <w:r w:rsidR="00E37358" w:rsidRPr="006335E5">
        <w:t>z 2023 r. poz. 70</w:t>
      </w:r>
      <w:r w:rsidR="00E37358" w:rsidRPr="003B6DE2">
        <w:t>, 1313 i 2291 oraz z</w:t>
      </w:r>
      <w:r w:rsidR="00E37358">
        <w:t xml:space="preserve"> 2024 r. poz. 1572, 1635 i 1757) oraz </w:t>
      </w:r>
      <w:r w:rsidR="009607ED">
        <w:t xml:space="preserve">kontroli </w:t>
      </w:r>
      <w:r w:rsidR="0050214C" w:rsidRPr="009D32C7">
        <w:t>realizacji szczepie</w:t>
      </w:r>
      <w:r w:rsidR="00940F26">
        <w:t>ń</w:t>
      </w:r>
      <w:r w:rsidR="0050214C" w:rsidRPr="009D32C7">
        <w:t xml:space="preserve"> przeciwko wściekliźnie</w:t>
      </w:r>
      <w:r w:rsidR="00E37358">
        <w:t>.</w:t>
      </w:r>
    </w:p>
    <w:p w14:paraId="543F882C" w14:textId="3E88A21C" w:rsidR="0050214C" w:rsidRPr="009D32C7" w:rsidRDefault="00F55810" w:rsidP="0050214C">
      <w:pPr>
        <w:pStyle w:val="USTustnpkodeksu"/>
      </w:pPr>
      <w:r>
        <w:t xml:space="preserve">6. </w:t>
      </w:r>
      <w:r w:rsidR="0050214C" w:rsidRPr="009D32C7">
        <w:t>Agencja jest administratorem danych osobowych przetwarzanych w KROPiK.</w:t>
      </w:r>
    </w:p>
    <w:p w14:paraId="2457D70E" w14:textId="0E8B2E4C" w:rsidR="0050214C" w:rsidRPr="009D32C7" w:rsidRDefault="00F55810" w:rsidP="0050214C">
      <w:pPr>
        <w:pStyle w:val="USTustnpkodeksu"/>
      </w:pPr>
      <w:r>
        <w:t xml:space="preserve">7. </w:t>
      </w:r>
      <w:r w:rsidR="0050214C" w:rsidRPr="009D32C7">
        <w:t xml:space="preserve">Dane osobowe zgromadzone w KROPiK usuwa się po upływie 5 lat od zarejestrowanej daty śmierci psa albo kota, albo po upływie 30 lat od zarejestrowanej daty urodzenia psa albo kota, jeżeli data śmierci nie została zarejestrowana, albo po upływie 30 lat od daty zarejestrowania psa albo kota, jeżeli data urodzenia </w:t>
      </w:r>
      <w:r w:rsidR="0050214C">
        <w:t>i</w:t>
      </w:r>
      <w:r w:rsidR="0050214C" w:rsidRPr="009D32C7">
        <w:t xml:space="preserve"> śmierci tego psa albo kota nie została zarejestrowana.</w:t>
      </w:r>
    </w:p>
    <w:p w14:paraId="58E1EA1C" w14:textId="77777777" w:rsidR="0050214C" w:rsidRPr="009D32C7" w:rsidRDefault="0050214C" w:rsidP="0050214C">
      <w:pPr>
        <w:pStyle w:val="ARTartustawynprozporzdzenia"/>
      </w:pPr>
      <w:r w:rsidRPr="009D32C7">
        <w:rPr>
          <w:b/>
          <w:bCs/>
        </w:rPr>
        <w:t>Art. 3.</w:t>
      </w:r>
      <w:r w:rsidRPr="009D32C7">
        <w:rPr>
          <w:b/>
          <w:bCs/>
        </w:rPr>
        <w:tab/>
      </w:r>
      <w:r w:rsidRPr="009D32C7">
        <w:t>1.</w:t>
      </w:r>
      <w:r w:rsidRPr="009D32C7">
        <w:rPr>
          <w:b/>
          <w:bCs/>
        </w:rPr>
        <w:t xml:space="preserve"> </w:t>
      </w:r>
      <w:r w:rsidRPr="009D32C7">
        <w:t>Obowiązkowemu oznakowaniu i rejestracji podlegają:</w:t>
      </w:r>
    </w:p>
    <w:p w14:paraId="6DDF0C96" w14:textId="77777777" w:rsidR="0050214C" w:rsidRPr="009D32C7" w:rsidRDefault="0050214C" w:rsidP="0050214C">
      <w:pPr>
        <w:pStyle w:val="PKTpunkt"/>
      </w:pPr>
      <w:r w:rsidRPr="009D32C7">
        <w:t>1)</w:t>
      </w:r>
      <w:r w:rsidRPr="009D32C7">
        <w:tab/>
        <w:t xml:space="preserve">psy – w terminie do dnia pierwszego szczepienia przeciwko wściekliźnie albo do dnia poprzedzającego dzień </w:t>
      </w:r>
      <w:r>
        <w:t xml:space="preserve">przeniesienia własności psa, </w:t>
      </w:r>
      <w:r w:rsidRPr="009D32C7">
        <w:t xml:space="preserve">jeżeli zdarzenie to nastąpi wcześniej, albo do dnia następującego po dniu przyjęcia </w:t>
      </w:r>
      <w:r>
        <w:t xml:space="preserve">psa </w:t>
      </w:r>
      <w:r w:rsidRPr="009D32C7">
        <w:t>do schroniska;</w:t>
      </w:r>
    </w:p>
    <w:p w14:paraId="20F2BD39" w14:textId="77777777" w:rsidR="0050214C" w:rsidRDefault="0050214C" w:rsidP="0050214C">
      <w:pPr>
        <w:pStyle w:val="PKTpunkt"/>
      </w:pPr>
      <w:r w:rsidRPr="009D32C7">
        <w:t>2)</w:t>
      </w:r>
      <w:r w:rsidRPr="009D32C7">
        <w:tab/>
        <w:t xml:space="preserve">koty – w terminie do dnia poprzedzającego dzień </w:t>
      </w:r>
      <w:r>
        <w:t>przeniesienia własności</w:t>
      </w:r>
      <w:r w:rsidRPr="009D32C7">
        <w:t xml:space="preserve"> </w:t>
      </w:r>
      <w:r>
        <w:t xml:space="preserve">kota </w:t>
      </w:r>
      <w:r w:rsidRPr="009D32C7">
        <w:t xml:space="preserve">albo do dnia następującego po dniu przyjęcia </w:t>
      </w:r>
      <w:r>
        <w:t xml:space="preserve">kota </w:t>
      </w:r>
      <w:r w:rsidRPr="009D32C7">
        <w:t>do schroniska.</w:t>
      </w:r>
    </w:p>
    <w:p w14:paraId="1B51E862" w14:textId="434BB654" w:rsidR="0050214C" w:rsidRDefault="00F55810" w:rsidP="0050214C">
      <w:pPr>
        <w:pStyle w:val="USTustnpkodeksu"/>
      </w:pPr>
      <w:r>
        <w:t xml:space="preserve">2. </w:t>
      </w:r>
      <w:r w:rsidR="0050214C">
        <w:t xml:space="preserve">Psy i koty przywożone na terytorium Rzeczypospolitej Polskiej </w:t>
      </w:r>
      <w:r w:rsidR="0050214C" w:rsidRPr="009D77E9">
        <w:t>jako państwa końcowego przeznaczenia</w:t>
      </w:r>
      <w:r w:rsidR="0050214C">
        <w:t>, podlegają:</w:t>
      </w:r>
    </w:p>
    <w:p w14:paraId="4FE57AC3" w14:textId="1F33C00B" w:rsidR="0050214C" w:rsidRDefault="0050214C" w:rsidP="00DA3B94">
      <w:pPr>
        <w:pStyle w:val="PKTpunkt"/>
      </w:pPr>
      <w:r>
        <w:t>1)</w:t>
      </w:r>
      <w:r>
        <w:tab/>
        <w:t xml:space="preserve">rejestracji w KROPiK, jeżeli </w:t>
      </w:r>
      <w:r w:rsidR="00DA3B94">
        <w:t>są</w:t>
      </w:r>
      <w:r w:rsidR="00DA3B94" w:rsidRPr="00DA3B94">
        <w:t xml:space="preserve"> oznakowane</w:t>
      </w:r>
      <w:r w:rsidR="0069576D" w:rsidRPr="0069576D">
        <w:t xml:space="preserve"> </w:t>
      </w:r>
      <w:r w:rsidR="0069576D" w:rsidRPr="00DA3B94">
        <w:t xml:space="preserve">transponderem, którego numer identyfikacyjny jest możliwy do odczytania </w:t>
      </w:r>
      <w:r w:rsidR="0069576D">
        <w:t>przy użyciu czytnika zgodnego z </w:t>
      </w:r>
      <w:r w:rsidR="0069576D" w:rsidRPr="00DA3B94">
        <w:t>normą ISO 11785 „Charakterystyka protokołu transmisji”</w:t>
      </w:r>
      <w:r w:rsidR="0069576D">
        <w:t>,</w:t>
      </w:r>
    </w:p>
    <w:p w14:paraId="31A36AF9" w14:textId="04364E23" w:rsidR="0050214C" w:rsidRDefault="0050214C" w:rsidP="0050214C">
      <w:pPr>
        <w:pStyle w:val="PKTpunkt"/>
      </w:pPr>
      <w:r>
        <w:lastRenderedPageBreak/>
        <w:t>2)</w:t>
      </w:r>
      <w:r>
        <w:tab/>
      </w:r>
      <w:r w:rsidR="00DA3B94" w:rsidRPr="00DA3B94">
        <w:t>oznakowaniu i rejestracji w KROPiK, jeżeli nie są oznakowane</w:t>
      </w:r>
      <w:r w:rsidR="0069576D" w:rsidRPr="0069576D">
        <w:t xml:space="preserve"> </w:t>
      </w:r>
      <w:r w:rsidR="0069576D" w:rsidRPr="00DA3B94">
        <w:t xml:space="preserve">transponderem, którego numer identyfikacyjny jest możliwy do odczytania </w:t>
      </w:r>
      <w:r w:rsidR="0069576D">
        <w:t xml:space="preserve">przy </w:t>
      </w:r>
      <w:r w:rsidR="00F55810">
        <w:t xml:space="preserve">użyciu czytnika zgodnego z </w:t>
      </w:r>
      <w:r w:rsidR="0069576D" w:rsidRPr="00DA3B94">
        <w:t>normą ISO 11785 „Charakterystyka protokołu transmisji”</w:t>
      </w:r>
      <w:r w:rsidR="00DA3B94" w:rsidRPr="00DA3B94">
        <w:t xml:space="preserve"> </w:t>
      </w:r>
    </w:p>
    <w:p w14:paraId="654BAE04" w14:textId="28D6C814" w:rsidR="0050214C" w:rsidRPr="004855A2" w:rsidRDefault="0050214C" w:rsidP="0050214C">
      <w:pPr>
        <w:pStyle w:val="CZWSPPKTczwsplnapunktw"/>
      </w:pPr>
      <w:r w:rsidRPr="009C769F">
        <w:t>–</w:t>
      </w:r>
      <w:r>
        <w:tab/>
        <w:t>w terminie 14 dni od dnia odpowiednio wwozu na terytorium Rzeczypospolitej Polskiej albo zakończenia kwarantanny w rozumieniu art. 4 pkt 38 rozporządzenia Parlamentu Europejskiego i Rady (UE) 2016/429 z dnia 9 marca 2016 r. w sprawie przenośnych chorób zwierząt oraz zmieniającego i uchylającego niektóre akty w dziedzinie zdrowia zwierząt („Prawo o zdrowiu zwierząt”) (Dz. Urz. UE L 84 z 31.03.2016 str. 1, z późn. zm.</w:t>
      </w:r>
      <w:r w:rsidRPr="00E67B66">
        <w:rPr>
          <w:rStyle w:val="IGindeksgrny"/>
        </w:rPr>
        <w:footnoteReference w:id="3"/>
      </w:r>
      <w:r w:rsidRPr="00E67B66">
        <w:rPr>
          <w:rStyle w:val="IGindeksgrny"/>
        </w:rPr>
        <w:t>)</w:t>
      </w:r>
      <w:r>
        <w:t>).</w:t>
      </w:r>
    </w:p>
    <w:p w14:paraId="235FCE4F" w14:textId="77777777" w:rsidR="0050214C" w:rsidRPr="004855A2" w:rsidRDefault="0050214C" w:rsidP="00F55810">
      <w:pPr>
        <w:pStyle w:val="USTustnpkodeksu"/>
      </w:pPr>
      <w:r w:rsidRPr="004855A2">
        <w:t>3. Obowiązek zapewnienia oznakowania i rejestracji psa lub kota zgodnie z ust. 1 albo 2 spoczywa na jego właścicielu, a w przypadku psa lub kota przebywającego w schronisku, na podmiocie prowadzącym to schronisko.</w:t>
      </w:r>
    </w:p>
    <w:p w14:paraId="2D7A7408" w14:textId="567492F7" w:rsidR="0050214C" w:rsidRPr="006E7F96" w:rsidRDefault="0050214C" w:rsidP="00DA3B94">
      <w:pPr>
        <w:pStyle w:val="ARTartustawynprozporzdzenia"/>
      </w:pPr>
      <w:r w:rsidRPr="00DA3B94">
        <w:rPr>
          <w:rStyle w:val="Ppogrubienie"/>
        </w:rPr>
        <w:t>Art. 4.</w:t>
      </w:r>
      <w:r w:rsidR="00F55810">
        <w:t xml:space="preserve"> </w:t>
      </w:r>
      <w:r w:rsidRPr="004855A2">
        <w:t>Koty, które nie są objęte obowiązkiem oznakowania i rejes</w:t>
      </w:r>
      <w:r w:rsidRPr="008156B4">
        <w:t>tracji, o którym mowa w art. 3 ust. 1</w:t>
      </w:r>
      <w:r>
        <w:t xml:space="preserve"> pkt 2 i ust. 2</w:t>
      </w:r>
      <w:r w:rsidRPr="008156B4">
        <w:t>, mogą zostać oznakowane i zarejestrowane zgodnie z decyzją ich właściciela</w:t>
      </w:r>
      <w:r w:rsidRPr="006E7F96">
        <w:t>.</w:t>
      </w:r>
    </w:p>
    <w:p w14:paraId="4DC22DBF" w14:textId="4DF7135E" w:rsidR="0050214C" w:rsidRPr="009D32C7" w:rsidRDefault="0050214C" w:rsidP="00DA3B94">
      <w:pPr>
        <w:pStyle w:val="ARTartustawynprozporzdzenia"/>
      </w:pPr>
      <w:r w:rsidRPr="009D32C7">
        <w:rPr>
          <w:b/>
        </w:rPr>
        <w:t>Art. 5.</w:t>
      </w:r>
      <w:r w:rsidRPr="009D32C7">
        <w:t xml:space="preserve"> 1.</w:t>
      </w:r>
      <w:r>
        <w:tab/>
      </w:r>
      <w:r w:rsidRPr="009D32C7">
        <w:t>Oznakowanie psa albo kota polega na wszczepieniu zatwierdzonego transpondera, o którym mowa w załączniku III lit. e rozporządzenia delegowanego Komisji (UE) nr 2019/2035 z dnia 28 czerwca 2019 r. uzupełniającego rozporządzenie Parlamentu Europejskiego i Rady (UE) nr 2016/429 w odniesieniu do przepisów dotyczących zakładów utrzymujących zwierzęta lądowe i wylęgarni oraz identyfikowalności niektórych utrzymywanych zwierząt lądowych i jaj wylęgowych (Dz. U</w:t>
      </w:r>
      <w:r w:rsidR="00F55810">
        <w:t xml:space="preserve">rz. UE L 314 z 05.12.2019, str. </w:t>
      </w:r>
      <w:r w:rsidRPr="009D32C7">
        <w:t>115, z późn. zm.</w:t>
      </w:r>
      <w:r w:rsidRPr="00E67B66">
        <w:rPr>
          <w:rStyle w:val="IGindeksgrny"/>
        </w:rPr>
        <w:footnoteReference w:id="4"/>
      </w:r>
      <w:r w:rsidRPr="00E67B66">
        <w:rPr>
          <w:rStyle w:val="IGindeksgrny"/>
        </w:rPr>
        <w:t>)</w:t>
      </w:r>
      <w:r w:rsidRPr="009D32C7">
        <w:t>), zgodnego z normą ISO 11784 „Radiowa identyfikacja zwierząt – Struktura kodowa” i wykorzystującego technologię HDX lub FDX-B oraz umożliwiającego odczytanie danych przez czytnik zgodny z normą ISO 11785 „Charakterystyka protokołu transmisji”.</w:t>
      </w:r>
    </w:p>
    <w:p w14:paraId="2D61E63C" w14:textId="7BF49998" w:rsidR="0050214C" w:rsidRPr="009D32C7" w:rsidRDefault="0050214C" w:rsidP="0050214C">
      <w:pPr>
        <w:pStyle w:val="USTustnpkodeksu"/>
      </w:pPr>
      <w:r w:rsidRPr="009D32C7">
        <w:t>2. Oznakowania psa albo kota dokonuje lekarz weterynarii</w:t>
      </w:r>
      <w:r w:rsidRPr="009D32C7">
        <w:rPr>
          <w:rFonts w:ascii="Times New Roman" w:hAnsi="Times New Roman"/>
          <w:bCs w:val="0"/>
        </w:rPr>
        <w:t xml:space="preserve"> </w:t>
      </w:r>
      <w:r w:rsidRPr="009D32C7">
        <w:t xml:space="preserve">wpisany do ewidencji, o której mowa w art. </w:t>
      </w:r>
      <w:r>
        <w:t>14</w:t>
      </w:r>
      <w:r w:rsidRPr="009D32C7">
        <w:t xml:space="preserve"> ust. 1, albo technik weterynarii świadczący usługi weterynaryjne w ramach działalności zakładu leczniczego dla zwierząt</w:t>
      </w:r>
      <w:r w:rsidR="00D526D3">
        <w:t>, w którym dokonuje się rejestracji</w:t>
      </w:r>
      <w:r w:rsidR="00896E63">
        <w:t xml:space="preserve"> psów i kotów</w:t>
      </w:r>
      <w:r w:rsidRPr="009D32C7">
        <w:t>.</w:t>
      </w:r>
    </w:p>
    <w:p w14:paraId="1FCA4A37" w14:textId="782FC738" w:rsidR="0050214C" w:rsidRPr="009D32C7" w:rsidRDefault="0050214C" w:rsidP="0050214C">
      <w:pPr>
        <w:pStyle w:val="USTustnpkodeksu"/>
      </w:pPr>
      <w:r w:rsidRPr="009D32C7">
        <w:t>3. Po oznakowaniu psa albo kota osoba, o której mowa w ust. 2, wydaje zaświadc</w:t>
      </w:r>
      <w:r w:rsidR="00363E06">
        <w:t xml:space="preserve">zenie zawierające informacje, o </w:t>
      </w:r>
      <w:r w:rsidRPr="009D32C7">
        <w:t xml:space="preserve">których mowa w art. 2 ust. 2 pkt 2, 4 albo </w:t>
      </w:r>
      <w:r w:rsidR="00F55810">
        <w:t xml:space="preserve">pkt </w:t>
      </w:r>
      <w:r w:rsidRPr="009D32C7">
        <w:t xml:space="preserve">5 lit. a–f, </w:t>
      </w:r>
      <w:r w:rsidR="00F55810">
        <w:t xml:space="preserve">pkt </w:t>
      </w:r>
      <w:r w:rsidRPr="009D32C7">
        <w:t>6 i 7.</w:t>
      </w:r>
    </w:p>
    <w:p w14:paraId="2E8DDF39" w14:textId="77777777" w:rsidR="0050214C" w:rsidRPr="009D32C7" w:rsidRDefault="0050214C" w:rsidP="0050214C">
      <w:pPr>
        <w:pStyle w:val="USTustnpkodeksu"/>
      </w:pPr>
      <w:r w:rsidRPr="009D32C7">
        <w:lastRenderedPageBreak/>
        <w:t>4. Zaświadczenia, o którym mowa w ust. 3, nie wydaje się, jeżeli oznakowania i rejestracji psa albo kota dokonuje się jednocześnie.</w:t>
      </w:r>
    </w:p>
    <w:p w14:paraId="13B94CE0" w14:textId="77777777" w:rsidR="0050214C" w:rsidRPr="009D32C7" w:rsidRDefault="0050214C" w:rsidP="0050214C">
      <w:pPr>
        <w:pStyle w:val="ARTartustawynprozporzdzenia"/>
      </w:pPr>
      <w:r w:rsidRPr="009D32C7">
        <w:rPr>
          <w:b/>
          <w:bCs/>
        </w:rPr>
        <w:t>Art. 6.</w:t>
      </w:r>
      <w:r w:rsidRPr="009D32C7">
        <w:t xml:space="preserve"> Transponder uznaje się za zatwierdzony, jeżeli </w:t>
      </w:r>
      <w:r>
        <w:t xml:space="preserve">został wyprodukowany przez producenta </w:t>
      </w:r>
      <w:r w:rsidRPr="009D32C7">
        <w:t xml:space="preserve">transponderów dla psów i kotów </w:t>
      </w:r>
      <w:r>
        <w:t>wpisanego na listę</w:t>
      </w:r>
      <w:r w:rsidRPr="009259CC">
        <w:t xml:space="preserve"> Międzynarodowego Komitetu ds. Rejestracji Zwierząt</w:t>
      </w:r>
      <w:r>
        <w:t xml:space="preserve"> (ICAR).</w:t>
      </w:r>
    </w:p>
    <w:p w14:paraId="46C6E592" w14:textId="026989C0" w:rsidR="0050214C" w:rsidRPr="009D32C7" w:rsidRDefault="0050214C" w:rsidP="0050214C">
      <w:pPr>
        <w:pStyle w:val="ARTartustawynprozporzdzenia"/>
      </w:pPr>
      <w:r w:rsidRPr="009D32C7">
        <w:rPr>
          <w:b/>
          <w:bCs/>
        </w:rPr>
        <w:t xml:space="preserve">Art. </w:t>
      </w:r>
      <w:r>
        <w:rPr>
          <w:b/>
          <w:bCs/>
        </w:rPr>
        <w:t>7</w:t>
      </w:r>
      <w:r w:rsidRPr="009D32C7">
        <w:rPr>
          <w:b/>
          <w:bCs/>
        </w:rPr>
        <w:t>.</w:t>
      </w:r>
      <w:r w:rsidRPr="009D32C7">
        <w:t xml:space="preserve"> 1. Rejestracja psa albo kota polega na pierwszym, jednoczesnym wprowadzeniu do KROPiK informacji, o których mowa w art. 2 ust. 2 pkt 1–4 albo </w:t>
      </w:r>
      <w:r w:rsidR="00F55810">
        <w:t xml:space="preserve">pkt </w:t>
      </w:r>
      <w:r w:rsidRPr="009D32C7">
        <w:t>5 lit. a–</w:t>
      </w:r>
      <w:r>
        <w:t>f</w:t>
      </w:r>
      <w:r w:rsidRPr="009D32C7">
        <w:t>, oraz pkt 6–</w:t>
      </w:r>
      <w:r w:rsidR="00F55810">
        <w:t xml:space="preserve">8, a </w:t>
      </w:r>
      <w:r w:rsidRPr="009D32C7">
        <w:t>także informacji, o których mowa w art. 2 ust. 2 pkt 9–11, jeżeli są znane podczas rejestracji.</w:t>
      </w:r>
    </w:p>
    <w:p w14:paraId="5761F4B8" w14:textId="77777777" w:rsidR="0050214C" w:rsidRPr="009D32C7" w:rsidRDefault="0050214C" w:rsidP="0050214C">
      <w:pPr>
        <w:pStyle w:val="USTustnpkodeksu"/>
      </w:pPr>
      <w:r w:rsidRPr="009D32C7">
        <w:t xml:space="preserve">2. Rejestracji psa albo kota dokonuje lekarz weterynarii wpisany do ewidencji, o której mowa w art. </w:t>
      </w:r>
      <w:r>
        <w:t>14</w:t>
      </w:r>
      <w:r w:rsidRPr="009D32C7">
        <w:t xml:space="preserve"> ust. 1, po uwierzytelnieniu w sposób określony w art. 20a ust. 1 albo 2 ustawy z dnia 17 lutego 2005 r. o informatyzacji działalności podmiotów realizujących zadania publiczne.</w:t>
      </w:r>
    </w:p>
    <w:p w14:paraId="63F61926" w14:textId="77777777" w:rsidR="0050214C" w:rsidRPr="009D32C7" w:rsidRDefault="0050214C" w:rsidP="0050214C">
      <w:pPr>
        <w:pStyle w:val="USTustnpkodeksu"/>
      </w:pPr>
      <w:r w:rsidRPr="009D32C7">
        <w:t xml:space="preserve">3. Po </w:t>
      </w:r>
      <w:r>
        <w:t xml:space="preserve">dokonaniu </w:t>
      </w:r>
      <w:r w:rsidRPr="009D32C7">
        <w:t>rejestracji psa albo kota lekarz weterynarii wydaje zaświadczenie zawierające informacje wprowadzone do KROPiK podczas rejestracji.</w:t>
      </w:r>
    </w:p>
    <w:p w14:paraId="732FACA1" w14:textId="77777777" w:rsidR="0050214C" w:rsidRPr="009D32C7" w:rsidRDefault="0050214C" w:rsidP="0050214C">
      <w:pPr>
        <w:pStyle w:val="ARTartustawynprozporzdzenia"/>
        <w:rPr>
          <w:bCs/>
        </w:rPr>
      </w:pPr>
      <w:r w:rsidRPr="009D32C7">
        <w:rPr>
          <w:b/>
          <w:bCs/>
        </w:rPr>
        <w:t xml:space="preserve">Art. </w:t>
      </w:r>
      <w:r>
        <w:rPr>
          <w:b/>
          <w:bCs/>
        </w:rPr>
        <w:t>8</w:t>
      </w:r>
      <w:r w:rsidRPr="009D32C7">
        <w:rPr>
          <w:b/>
          <w:bCs/>
        </w:rPr>
        <w:t>.</w:t>
      </w:r>
      <w:r w:rsidRPr="009D32C7">
        <w:rPr>
          <w:bCs/>
        </w:rPr>
        <w:t xml:space="preserve"> 1. Lekarz weterynarii</w:t>
      </w:r>
      <w:r w:rsidRPr="009D32C7">
        <w:t xml:space="preserve"> </w:t>
      </w:r>
      <w:r w:rsidRPr="009D32C7">
        <w:rPr>
          <w:bCs/>
        </w:rPr>
        <w:t xml:space="preserve">wpisany do ewidencji, o której mowa w art. </w:t>
      </w:r>
      <w:r>
        <w:rPr>
          <w:bCs/>
        </w:rPr>
        <w:t>14</w:t>
      </w:r>
      <w:r w:rsidRPr="009D32C7">
        <w:rPr>
          <w:bCs/>
        </w:rPr>
        <w:t xml:space="preserve"> ust. 1, dokonuje zmiany lub uzupełnienia informacji w KROPiK:</w:t>
      </w:r>
    </w:p>
    <w:p w14:paraId="06FE96ED" w14:textId="77777777" w:rsidR="0050214C" w:rsidRPr="009D32C7" w:rsidRDefault="0050214C" w:rsidP="0050214C">
      <w:pPr>
        <w:pStyle w:val="PKTpunkt"/>
      </w:pPr>
      <w:r w:rsidRPr="009D32C7">
        <w:t>1)</w:t>
      </w:r>
      <w:r w:rsidRPr="009D32C7">
        <w:tab/>
        <w:t>z urzędu – w zakresie informacji, o których mowa w art. 2 ust. 2:</w:t>
      </w:r>
    </w:p>
    <w:p w14:paraId="6FF0AE14" w14:textId="3EEB5F6F" w:rsidR="0050214C" w:rsidRPr="009D32C7" w:rsidRDefault="0050214C" w:rsidP="0050214C">
      <w:pPr>
        <w:pStyle w:val="LITlitera"/>
      </w:pPr>
      <w:r w:rsidRPr="009D32C7">
        <w:t>a)</w:t>
      </w:r>
      <w:r w:rsidRPr="009D32C7">
        <w:tab/>
        <w:t xml:space="preserve">pkt 9 – w dniu przeprowadzenia szczepienia przeciwko wściekliźnie albo w terminie 7 dni od dnia przeprowadzenia tego szczepienia, jeżeli zostało przeprowadzone poza stałą siedzibą zakładu leczniczego dla zwierząt, o której mowa w art. 6 ust. 1 ustawy z dnia 18 grudnia 2003 r. o zakładach leczniczych dla </w:t>
      </w:r>
      <w:r w:rsidR="003D0D09">
        <w:t>zwierząt (Dz. U. z 2019 r. poz. </w:t>
      </w:r>
      <w:r w:rsidRPr="009D32C7">
        <w:t>24),</w:t>
      </w:r>
    </w:p>
    <w:p w14:paraId="7F532701" w14:textId="77777777" w:rsidR="0050214C" w:rsidRPr="009D32C7" w:rsidRDefault="0050214C" w:rsidP="0050214C">
      <w:pPr>
        <w:pStyle w:val="LITlitera"/>
      </w:pPr>
      <w:r w:rsidRPr="009D32C7">
        <w:t>b)</w:t>
      </w:r>
      <w:r w:rsidRPr="009D32C7">
        <w:tab/>
        <w:t>pkt 10 – wydając paszport, o którym mowa w art. 24e ust. 2 ustawy z dnia 11 marca 2004 r. o ochronie zdrowia zwierząt oraz zwalczaniu chorób zakaźnych zwierząt,</w:t>
      </w:r>
    </w:p>
    <w:p w14:paraId="340C4760" w14:textId="77777777" w:rsidR="0050214C" w:rsidRPr="009D32C7" w:rsidRDefault="0050214C" w:rsidP="0050214C">
      <w:pPr>
        <w:pStyle w:val="LITlitera"/>
      </w:pPr>
      <w:r w:rsidRPr="009D32C7">
        <w:t>c)</w:t>
      </w:r>
      <w:r w:rsidRPr="009D32C7">
        <w:tab/>
        <w:t>pkt 11 – w terminie do dnia następującego po dniu przeprowadzenia ubezpłodnienia,</w:t>
      </w:r>
    </w:p>
    <w:p w14:paraId="561B0B03" w14:textId="77777777" w:rsidR="0050214C" w:rsidRPr="009D32C7" w:rsidRDefault="0050214C" w:rsidP="0050214C">
      <w:pPr>
        <w:pStyle w:val="LITlitera"/>
      </w:pPr>
      <w:r w:rsidRPr="009D32C7">
        <w:t>d)</w:t>
      </w:r>
      <w:r w:rsidRPr="009D32C7">
        <w:tab/>
        <w:t>pkt 12 – w terminie do dnia następującego po dniu śmierci</w:t>
      </w:r>
      <w:r>
        <w:t xml:space="preserve"> zwierzęcia innego niż utrzymywane w schronisku</w:t>
      </w:r>
      <w:r w:rsidRPr="009D32C7">
        <w:t>, jeżeli do śmierci doszło w zakładzie leczniczym dla zwierząt lub w ramach jego działalności;</w:t>
      </w:r>
    </w:p>
    <w:p w14:paraId="66824376" w14:textId="1B699655" w:rsidR="0050214C" w:rsidRPr="009D32C7" w:rsidRDefault="0050214C" w:rsidP="0050214C">
      <w:pPr>
        <w:pStyle w:val="PKTpunkt"/>
      </w:pPr>
      <w:r w:rsidRPr="009D32C7">
        <w:t>2)</w:t>
      </w:r>
      <w:r w:rsidRPr="009D32C7">
        <w:tab/>
        <w:t xml:space="preserve">na wniosek właściciela psa </w:t>
      </w:r>
      <w:r>
        <w:t xml:space="preserve">lub </w:t>
      </w:r>
      <w:r w:rsidRPr="009D32C7">
        <w:t>kota</w:t>
      </w:r>
      <w:r>
        <w:t xml:space="preserve">, złożony </w:t>
      </w:r>
      <w:r w:rsidRPr="00BA7CAD">
        <w:t>w postaci papierowej na formularzu udostępnionym przez Agencję na stronie internetowej administrowanej przez Agencję</w:t>
      </w:r>
      <w:r>
        <w:t>, w związku</w:t>
      </w:r>
      <w:r w:rsidRPr="009D32C7">
        <w:t>:</w:t>
      </w:r>
    </w:p>
    <w:p w14:paraId="2E62E9BF" w14:textId="77777777" w:rsidR="0050214C" w:rsidRPr="009D32C7" w:rsidRDefault="0050214C" w:rsidP="0050214C">
      <w:pPr>
        <w:pStyle w:val="LITlitera"/>
      </w:pPr>
      <w:r w:rsidRPr="009D32C7">
        <w:t>a)</w:t>
      </w:r>
      <w:r w:rsidRPr="009D32C7">
        <w:tab/>
        <w:t>ze zmianą lub w celu uzupełnienia informacji o:</w:t>
      </w:r>
    </w:p>
    <w:p w14:paraId="23AE2319" w14:textId="77777777" w:rsidR="0050214C" w:rsidRPr="009D32C7" w:rsidRDefault="0050214C" w:rsidP="0050214C">
      <w:pPr>
        <w:pStyle w:val="TIRtiret"/>
      </w:pPr>
      <w:r w:rsidRPr="009D32C7">
        <w:lastRenderedPageBreak/>
        <w:t>–</w:t>
      </w:r>
      <w:r w:rsidRPr="009D32C7">
        <w:tab/>
        <w:t>nazwie psa albo kota, o której mowa w art. 2 ust. 2 pkt 3,</w:t>
      </w:r>
    </w:p>
    <w:p w14:paraId="6A854055" w14:textId="35CA599D" w:rsidR="0050214C" w:rsidRPr="009D32C7" w:rsidRDefault="0050214C" w:rsidP="0050214C">
      <w:pPr>
        <w:pStyle w:val="TIRtiret"/>
      </w:pPr>
      <w:r w:rsidRPr="009D32C7">
        <w:t>–</w:t>
      </w:r>
      <w:r w:rsidRPr="009D32C7">
        <w:tab/>
      </w:r>
      <w:r>
        <w:t xml:space="preserve">miejscu zamieszkania </w:t>
      </w:r>
      <w:r w:rsidRPr="00F525A2">
        <w:t>albo siedzibie</w:t>
      </w:r>
      <w:r w:rsidR="000123FD">
        <w:t>,</w:t>
      </w:r>
      <w:r w:rsidRPr="00F525A2">
        <w:t xml:space="preserve"> adresie </w:t>
      </w:r>
      <w:r>
        <w:t>lub</w:t>
      </w:r>
      <w:r w:rsidRPr="00F525A2">
        <w:t xml:space="preserve"> numerze telefonu kont</w:t>
      </w:r>
      <w:r>
        <w:t xml:space="preserve">aktowego, </w:t>
      </w:r>
      <w:r w:rsidRPr="009D32C7">
        <w:t>o których mowa w art. 2 ust. 2 pkt 4 lit. b</w:t>
      </w:r>
      <w:r w:rsidR="00DA3B94">
        <w:t xml:space="preserve"> –</w:t>
      </w:r>
      <w:r w:rsidRPr="009D32C7">
        <w:t xml:space="preserve"> zawierający oświadczenie o zmianie tych informacji,</w:t>
      </w:r>
    </w:p>
    <w:p w14:paraId="1501FD4F" w14:textId="711F1D04" w:rsidR="0050214C" w:rsidRPr="009D32C7" w:rsidRDefault="0050214C" w:rsidP="0050214C">
      <w:pPr>
        <w:pStyle w:val="TIRtiret"/>
      </w:pPr>
      <w:r w:rsidRPr="009D32C7">
        <w:t>–</w:t>
      </w:r>
      <w:r w:rsidRPr="009D32C7">
        <w:tab/>
        <w:t>datach przeprowadzenia szczepień przeciwko wściekliźnie, w przypadku, gdy były przeprowadzone przez lekarza weterynarii niewpisanego do ew</w:t>
      </w:r>
      <w:r>
        <w:t>idencji, o </w:t>
      </w:r>
      <w:r w:rsidRPr="009D32C7">
        <w:t xml:space="preserve">której mowa w art. </w:t>
      </w:r>
      <w:r>
        <w:t>14</w:t>
      </w:r>
      <w:r w:rsidRPr="009D32C7">
        <w:t xml:space="preserve"> ust. 1 </w:t>
      </w:r>
      <w:r w:rsidR="00DA3B94">
        <w:t xml:space="preserve">– </w:t>
      </w:r>
      <w:r w:rsidRPr="009D32C7">
        <w:t>po okazaniu przez właściciela psa dokumentu potwierdzającego ich przeprowadzenie,</w:t>
      </w:r>
    </w:p>
    <w:p w14:paraId="085F7FEB" w14:textId="0ECD8D6A" w:rsidR="0050214C" w:rsidRPr="009D32C7" w:rsidRDefault="0050214C" w:rsidP="0050214C">
      <w:pPr>
        <w:pStyle w:val="TIRtiret"/>
      </w:pPr>
      <w:r w:rsidRPr="009D32C7">
        <w:t>–</w:t>
      </w:r>
      <w:r w:rsidRPr="009D32C7">
        <w:tab/>
        <w:t>niepowtarzalnym numerze druku, o której mowa w art. 2 ust. 2 pkt 10,</w:t>
      </w:r>
      <w:r w:rsidR="00363E06">
        <w:t xml:space="preserve"> w </w:t>
      </w:r>
      <w:r w:rsidRPr="009D32C7">
        <w:t xml:space="preserve">przypadku, gdy paszport, o którym mowa w art. 24e ust. 2 ustawy z dnia 11 marca 2004 r. o ochronie zdrowia zwierząt oraz zwalczaniu chorób zakaźnych zwierząt, wydał lekarz weterynarii niewpisany </w:t>
      </w:r>
      <w:r w:rsidR="00363E06">
        <w:t xml:space="preserve">do ewidencji, o której mowa w </w:t>
      </w:r>
      <w:r w:rsidRPr="009D32C7">
        <w:t xml:space="preserve">art. </w:t>
      </w:r>
      <w:r>
        <w:t>14</w:t>
      </w:r>
      <w:r w:rsidRPr="009D32C7">
        <w:t xml:space="preserve"> ust. 1 </w:t>
      </w:r>
      <w:r w:rsidR="00DA3B94">
        <w:t xml:space="preserve">– </w:t>
      </w:r>
      <w:r w:rsidRPr="009D32C7">
        <w:t>po okazaniu przez właściciela psa albo kota tego paszportu,</w:t>
      </w:r>
    </w:p>
    <w:p w14:paraId="52BB0109" w14:textId="0C830A88" w:rsidR="0050214C" w:rsidRPr="009D32C7" w:rsidRDefault="0050214C" w:rsidP="0050214C">
      <w:pPr>
        <w:pStyle w:val="TIRtiret"/>
      </w:pPr>
      <w:r w:rsidRPr="009D32C7">
        <w:t>–</w:t>
      </w:r>
      <w:r w:rsidRPr="009D32C7">
        <w:tab/>
        <w:t xml:space="preserve">ubezpłodnieniu psa albo kota, o której mowa w art. 2 ust. 2 pkt 11, w przypadku, gdy zostało przeprowadzone przez lekarza weterynarii niewpisanego do ewidencji, o której mowa w art. </w:t>
      </w:r>
      <w:r>
        <w:t>14</w:t>
      </w:r>
      <w:r w:rsidRPr="009D32C7">
        <w:t xml:space="preserve"> ust. 1 </w:t>
      </w:r>
      <w:r w:rsidR="00024FFC" w:rsidRPr="00024FFC">
        <w:t>–</w:t>
      </w:r>
      <w:r w:rsidR="00024FFC">
        <w:t xml:space="preserve"> po </w:t>
      </w:r>
      <w:r w:rsidRPr="009D32C7">
        <w:t>okazaniu przez właściciela psa albo kota dokumentu potwierdzającego ubezpłodnienie, a w przypadku braku takiego dokumentu po przeprowadzeniu badania potwierdzającego ubezpłodnienie,</w:t>
      </w:r>
    </w:p>
    <w:p w14:paraId="6B23859E" w14:textId="78E42631" w:rsidR="0050214C" w:rsidRPr="009D32C7" w:rsidRDefault="0050214C" w:rsidP="0050214C">
      <w:pPr>
        <w:pStyle w:val="TIRtiret"/>
      </w:pPr>
      <w:r w:rsidRPr="009D32C7">
        <w:t>–</w:t>
      </w:r>
      <w:r w:rsidRPr="009D32C7">
        <w:tab/>
        <w:t xml:space="preserve">śmierci psa albo kota, o której mowa w art. 2 ust. 2 pkt 12, w tym o jej dacie, jeżeli jest znana, w przypadku, gdy do śmierci doszło poza zakładem leczniczym dla zwierząt lub </w:t>
      </w:r>
      <w:r>
        <w:t>bez związku z jego działalnością</w:t>
      </w:r>
      <w:r w:rsidRPr="009D32C7">
        <w:t>, albo w zakładzie leczniczym dla zwierząt lub w związku z jego działalnością, jeżeli usług</w:t>
      </w:r>
      <w:r>
        <w:t>i</w:t>
      </w:r>
      <w:r w:rsidRPr="009D32C7">
        <w:t xml:space="preserve"> weterynaryjn</w:t>
      </w:r>
      <w:r>
        <w:t>e</w:t>
      </w:r>
      <w:r w:rsidR="00363E06">
        <w:t xml:space="preserve"> w </w:t>
      </w:r>
      <w:r w:rsidRPr="009D32C7">
        <w:t xml:space="preserve">ramach tego zakładu leczniczego dla zwierząt świadczy lekarz weterynarii niewpisany do ewidencji, o której mowa w art. </w:t>
      </w:r>
      <w:r>
        <w:t>14</w:t>
      </w:r>
      <w:r w:rsidRPr="009D32C7">
        <w:t xml:space="preserve"> ust. 1</w:t>
      </w:r>
      <w:r w:rsidR="00024FFC">
        <w:t xml:space="preserve"> – </w:t>
      </w:r>
      <w:r w:rsidRPr="009D32C7">
        <w:t>zawierający oświadczenie o śmierci psa albo kota i o jej dacie, jeżeli jest znana,</w:t>
      </w:r>
    </w:p>
    <w:p w14:paraId="4CC9E5F3" w14:textId="4AFFD4C3" w:rsidR="0050214C" w:rsidRPr="009D32C7" w:rsidRDefault="0050214C" w:rsidP="0050214C">
      <w:pPr>
        <w:pStyle w:val="LITlitera"/>
      </w:pPr>
      <w:r w:rsidRPr="009D32C7">
        <w:t>b)</w:t>
      </w:r>
      <w:r w:rsidRPr="009D32C7">
        <w:tab/>
        <w:t>z nabyciem tego psa albo kota</w:t>
      </w:r>
      <w:r w:rsidR="00024FFC">
        <w:t xml:space="preserve">, w tym </w:t>
      </w:r>
      <w:r>
        <w:t xml:space="preserve">nabyciem </w:t>
      </w:r>
      <w:r w:rsidRPr="009D32C7">
        <w:t xml:space="preserve">go </w:t>
      </w:r>
      <w:r>
        <w:t xml:space="preserve">od podmiotu prowadzącego </w:t>
      </w:r>
      <w:r w:rsidRPr="009D32C7">
        <w:t>schronisk</w:t>
      </w:r>
      <w:r>
        <w:t>o</w:t>
      </w:r>
      <w:r w:rsidRPr="009D32C7">
        <w:t xml:space="preserve">, w celu uzupełnienia informacji dotyczących właściciela psa </w:t>
      </w:r>
      <w:r>
        <w:t>albo</w:t>
      </w:r>
      <w:r w:rsidR="00363E06">
        <w:t xml:space="preserve"> kota, o których mowa w art. </w:t>
      </w:r>
      <w:r w:rsidRPr="009D32C7">
        <w:t>2 ust. 2 pkt 4, po okazaniu przez właściciela psa albo kota dokumentu potwierdzającego nabycie tego psa albo kota, albo przyjęcie tego psa albo kota ze schroniska</w:t>
      </w:r>
      <w:r>
        <w:t>.</w:t>
      </w:r>
    </w:p>
    <w:p w14:paraId="78877650" w14:textId="02C49176" w:rsidR="0050214C" w:rsidRPr="009D32C7" w:rsidRDefault="00F55810" w:rsidP="0050214C">
      <w:pPr>
        <w:pStyle w:val="USTustnpkodeksu"/>
      </w:pPr>
      <w:r>
        <w:t xml:space="preserve">2. </w:t>
      </w:r>
      <w:r w:rsidR="0050214C" w:rsidRPr="009D32C7">
        <w:t>Wniosek, o którym mowa w ust. 1 pkt 2:</w:t>
      </w:r>
    </w:p>
    <w:p w14:paraId="7FD2CF7F" w14:textId="77777777" w:rsidR="0050214C" w:rsidRPr="009D32C7" w:rsidRDefault="0050214C" w:rsidP="0050214C">
      <w:pPr>
        <w:pStyle w:val="PKTpunkt"/>
      </w:pPr>
      <w:r w:rsidRPr="009D32C7">
        <w:t>1)</w:t>
      </w:r>
      <w:r w:rsidRPr="009D32C7">
        <w:tab/>
        <w:t>lit. a:</w:t>
      </w:r>
    </w:p>
    <w:p w14:paraId="556F45D4" w14:textId="77777777" w:rsidR="0050214C" w:rsidRPr="009D32C7" w:rsidRDefault="0050214C" w:rsidP="0050214C">
      <w:pPr>
        <w:pStyle w:val="LITlitera"/>
      </w:pPr>
      <w:r w:rsidRPr="009D32C7">
        <w:lastRenderedPageBreak/>
        <w:t>a)</w:t>
      </w:r>
      <w:r w:rsidRPr="009D32C7">
        <w:tab/>
        <w:t>tiret drugie – składa się w terminie 14 dni od dnia zmiany miejsca zamieszkania albo siedziby, adresu lub numeru telefonu kontaktowego,</w:t>
      </w:r>
    </w:p>
    <w:p w14:paraId="28D6B840" w14:textId="77777777" w:rsidR="0050214C" w:rsidRPr="009D32C7" w:rsidRDefault="0050214C" w:rsidP="0050214C">
      <w:pPr>
        <w:pStyle w:val="LITlitera"/>
      </w:pPr>
      <w:r w:rsidRPr="009D32C7">
        <w:t>b)</w:t>
      </w:r>
      <w:r w:rsidRPr="009D32C7">
        <w:tab/>
        <w:t xml:space="preserve">tiret trzecie – składa się w terminie 14 dni od dnia przeprowadzenia szczepienia przeciwko wściekliźnie przez lekarza weterynarii niewpisanego do ewidencji, o której mowa w art. </w:t>
      </w:r>
      <w:r>
        <w:t>14</w:t>
      </w:r>
      <w:r w:rsidRPr="009D32C7">
        <w:t xml:space="preserve"> ust. 1,</w:t>
      </w:r>
    </w:p>
    <w:p w14:paraId="506727BF" w14:textId="77777777" w:rsidR="0050214C" w:rsidRPr="009D32C7" w:rsidRDefault="0050214C" w:rsidP="0050214C">
      <w:pPr>
        <w:pStyle w:val="LITlitera"/>
      </w:pPr>
      <w:r w:rsidRPr="009D32C7">
        <w:t>c)</w:t>
      </w:r>
      <w:r w:rsidRPr="009D32C7">
        <w:tab/>
        <w:t xml:space="preserve">tiret czwarte – składa się w terminie 14 dni od dnia wydania psu albo kotu paszportu, o którym mowa w art. 24e ust. 2 ustawy z dnia 11 marca 2004 r. o ochronie zdrowia zwierząt oraz zwalczaniu chorób zakaźnych zwierząt, przez lekarza weterynarii niewpisanego do ewidencji, o której mowa w art. </w:t>
      </w:r>
      <w:r>
        <w:t>14</w:t>
      </w:r>
      <w:r w:rsidRPr="009D32C7">
        <w:t xml:space="preserve"> ust. 1,</w:t>
      </w:r>
    </w:p>
    <w:p w14:paraId="206CA294" w14:textId="77777777" w:rsidR="0050214C" w:rsidRPr="009D32C7" w:rsidRDefault="0050214C" w:rsidP="0050214C">
      <w:pPr>
        <w:pStyle w:val="LITlitera"/>
      </w:pPr>
      <w:r w:rsidRPr="009D32C7">
        <w:t>d)</w:t>
      </w:r>
      <w:r w:rsidRPr="009D32C7">
        <w:tab/>
        <w:t xml:space="preserve">tiret piąte – składa się w terminie 14 </w:t>
      </w:r>
      <w:r>
        <w:t xml:space="preserve">dni </w:t>
      </w:r>
      <w:r w:rsidRPr="009D32C7">
        <w:t>od dnia przeprowadzenia ubezpłodnienia psa albo kota przez lekarza weterynarii nie</w:t>
      </w:r>
      <w:r>
        <w:t>w</w:t>
      </w:r>
      <w:r w:rsidRPr="009D32C7">
        <w:t>pisanego do ewidencji, o której mowa w</w:t>
      </w:r>
      <w:r>
        <w:t> </w:t>
      </w:r>
      <w:r w:rsidRPr="009D32C7">
        <w:t>art. </w:t>
      </w:r>
      <w:r>
        <w:t>14</w:t>
      </w:r>
      <w:r w:rsidRPr="009D32C7">
        <w:t xml:space="preserve"> ust. 1,</w:t>
      </w:r>
    </w:p>
    <w:p w14:paraId="02A5D997" w14:textId="77777777" w:rsidR="0050214C" w:rsidRPr="009D32C7" w:rsidRDefault="0050214C" w:rsidP="0050214C">
      <w:pPr>
        <w:pStyle w:val="LITlitera"/>
      </w:pPr>
      <w:r w:rsidRPr="009D32C7">
        <w:t>e)</w:t>
      </w:r>
      <w:r w:rsidRPr="009D32C7">
        <w:tab/>
        <w:t xml:space="preserve">tiret szóste – w terminie 14 </w:t>
      </w:r>
      <w:r>
        <w:t xml:space="preserve">dni </w:t>
      </w:r>
      <w:r w:rsidRPr="009D32C7">
        <w:t>od dnia śmierci psa albo kota</w:t>
      </w:r>
      <w:r>
        <w:t xml:space="preserve"> albo</w:t>
      </w:r>
      <w:r w:rsidRPr="009D32C7">
        <w:t xml:space="preserve"> od dnia powzięcia informacji o śmierci psa lub kota, jeżeli do śmierci doszło poza zakładem leczniczym dla zwierząt lub </w:t>
      </w:r>
      <w:r>
        <w:t xml:space="preserve">bez związku z </w:t>
      </w:r>
      <w:r w:rsidRPr="009D32C7">
        <w:t>jego działalnością, albo w zakładzie leczniczym dla zwierząt lub w związku z jego działalnością, jeżeli usług</w:t>
      </w:r>
      <w:r>
        <w:t>i</w:t>
      </w:r>
      <w:r w:rsidRPr="009D32C7">
        <w:t xml:space="preserve"> weterynaryjn</w:t>
      </w:r>
      <w:r>
        <w:t>e</w:t>
      </w:r>
      <w:r w:rsidRPr="009D32C7">
        <w:t xml:space="preserve"> w ramach tego zakładu leczniczego dla zwierząt świadczy lekarz weterynarii niewpisany do ewidencji, o której mowa w art. </w:t>
      </w:r>
      <w:r>
        <w:t>14</w:t>
      </w:r>
      <w:r w:rsidRPr="009D32C7">
        <w:t xml:space="preserve"> ust. 1</w:t>
      </w:r>
      <w:r>
        <w:t>;</w:t>
      </w:r>
    </w:p>
    <w:p w14:paraId="2F9936D2" w14:textId="7FC09690" w:rsidR="0050214C" w:rsidRPr="009D32C7" w:rsidRDefault="0050214C" w:rsidP="0050214C">
      <w:pPr>
        <w:pStyle w:val="PKTpunkt"/>
      </w:pPr>
      <w:r w:rsidRPr="009D32C7">
        <w:t>2)</w:t>
      </w:r>
      <w:r w:rsidRPr="009D32C7">
        <w:tab/>
        <w:t xml:space="preserve">lit. b – składa się w terminie 14 dni od dnia nabycia psa albo kota, </w:t>
      </w:r>
      <w:r w:rsidR="00024FFC">
        <w:t xml:space="preserve">w tym </w:t>
      </w:r>
      <w:r>
        <w:t>nabycia go od podmiotu prowadzącego schronisko</w:t>
      </w:r>
      <w:r w:rsidRPr="009D32C7">
        <w:t>.</w:t>
      </w:r>
    </w:p>
    <w:p w14:paraId="23D8DC47" w14:textId="13326334" w:rsidR="0050214C" w:rsidRPr="009D32C7" w:rsidRDefault="00F55810" w:rsidP="0050214C">
      <w:pPr>
        <w:pStyle w:val="USTustnpkodeksu"/>
      </w:pPr>
      <w:r>
        <w:t xml:space="preserve">3. </w:t>
      </w:r>
      <w:r w:rsidR="0050214C" w:rsidRPr="009D32C7">
        <w:t>Właściciel psa lub kota może samodzielnie zmienić</w:t>
      </w:r>
      <w:r w:rsidR="0050214C">
        <w:t xml:space="preserve"> lub </w:t>
      </w:r>
      <w:r w:rsidR="0050214C" w:rsidRPr="009D32C7">
        <w:t>uzupełnić</w:t>
      </w:r>
      <w:r w:rsidR="0050214C">
        <w:t xml:space="preserve"> </w:t>
      </w:r>
      <w:r w:rsidR="0050214C" w:rsidRPr="009D32C7">
        <w:t>w KROPiK informacj</w:t>
      </w:r>
      <w:r w:rsidR="0050214C">
        <w:t>ę</w:t>
      </w:r>
      <w:r w:rsidR="0050214C" w:rsidRPr="009D32C7">
        <w:t xml:space="preserve"> o:</w:t>
      </w:r>
    </w:p>
    <w:p w14:paraId="51874CEF" w14:textId="71B56470" w:rsidR="0050214C" w:rsidRPr="009D32C7" w:rsidRDefault="0050214C" w:rsidP="0050214C">
      <w:pPr>
        <w:pStyle w:val="PKTpunkt"/>
      </w:pPr>
      <w:r w:rsidRPr="009D32C7">
        <w:t>1)</w:t>
      </w:r>
      <w:r w:rsidRPr="009D32C7">
        <w:tab/>
        <w:t>nazwie psa albo kota</w:t>
      </w:r>
      <w:r w:rsidR="0083060D">
        <w:t>,</w:t>
      </w:r>
    </w:p>
    <w:p w14:paraId="4E9F4F0E" w14:textId="56DAFF38" w:rsidR="0050214C" w:rsidRPr="009D32C7" w:rsidRDefault="0050214C" w:rsidP="0050214C">
      <w:pPr>
        <w:pStyle w:val="PKTpunkt"/>
      </w:pPr>
      <w:r w:rsidRPr="009D32C7">
        <w:t>2)</w:t>
      </w:r>
      <w:r w:rsidRPr="009D32C7">
        <w:tab/>
      </w:r>
      <w:r>
        <w:t>miejscu zamieszkania albo siedzibie, adresie lub numerze</w:t>
      </w:r>
      <w:r w:rsidRPr="009D32C7">
        <w:t xml:space="preserve"> telefonu kontaktowego, składając </w:t>
      </w:r>
      <w:r>
        <w:t xml:space="preserve">przy pomocy </w:t>
      </w:r>
      <w:r w:rsidRPr="009D32C7">
        <w:t xml:space="preserve">KROPiK oświadczenie o zmianie </w:t>
      </w:r>
      <w:r>
        <w:t>tych informacji</w:t>
      </w:r>
      <w:r w:rsidR="0083060D">
        <w:t>,</w:t>
      </w:r>
    </w:p>
    <w:p w14:paraId="50A8AAF2" w14:textId="1BC70921" w:rsidR="0050214C" w:rsidRDefault="0050214C" w:rsidP="0050214C">
      <w:pPr>
        <w:pStyle w:val="PKTpunkt"/>
      </w:pPr>
      <w:r w:rsidRPr="009D32C7">
        <w:t>3)</w:t>
      </w:r>
      <w:r w:rsidRPr="009D32C7">
        <w:tab/>
        <w:t xml:space="preserve">śmierci psa albo kota, </w:t>
      </w:r>
      <w:r w:rsidR="00024FFC">
        <w:t xml:space="preserve">do której doszło w okolicznościach, o których mowa w ust. 1 pkt 2 lit. a tiret szóste, </w:t>
      </w:r>
      <w:r w:rsidRPr="009D32C7">
        <w:t>w tym o jej dacie</w:t>
      </w:r>
      <w:r>
        <w:t xml:space="preserve"> i przyczynie</w:t>
      </w:r>
      <w:r w:rsidRPr="009D32C7">
        <w:t xml:space="preserve">, jeżeli </w:t>
      </w:r>
      <w:r>
        <w:t>są</w:t>
      </w:r>
      <w:r w:rsidRPr="009D32C7">
        <w:t xml:space="preserve"> znan</w:t>
      </w:r>
      <w:r>
        <w:t>e</w:t>
      </w:r>
      <w:r w:rsidR="002803A0">
        <w:t xml:space="preserve">, składając </w:t>
      </w:r>
      <w:r>
        <w:t xml:space="preserve">przy pomocy </w:t>
      </w:r>
      <w:r w:rsidRPr="009D32C7">
        <w:t>KROPiK oświadczenie o śmierci psa albo kota oraz o jej dacie</w:t>
      </w:r>
      <w:r>
        <w:t xml:space="preserve"> i przyczynie</w:t>
      </w:r>
      <w:r w:rsidR="00A67AD7">
        <w:t>,</w:t>
      </w:r>
    </w:p>
    <w:p w14:paraId="08385A2A" w14:textId="39912DB3" w:rsidR="00A67AD7" w:rsidRDefault="00A67AD7" w:rsidP="0050214C">
      <w:pPr>
        <w:pStyle w:val="PKTpunkt"/>
      </w:pPr>
      <w:r>
        <w:t>4)</w:t>
      </w:r>
      <w:r>
        <w:tab/>
      </w:r>
      <w:r w:rsidRPr="00A67AD7">
        <w:t>oznaczeniu psa albo kota jako psa albo kota, który uciekł albo zabłąkał się</w:t>
      </w:r>
    </w:p>
    <w:p w14:paraId="664184ED" w14:textId="3F9F1852" w:rsidR="00AE049C" w:rsidRPr="009D32C7" w:rsidRDefault="0083060D" w:rsidP="00E066E1">
      <w:pPr>
        <w:pStyle w:val="CZWSPPKTczwsplnapunktw"/>
      </w:pPr>
      <w:r>
        <w:t>–</w:t>
      </w:r>
      <w:r>
        <w:tab/>
      </w:r>
      <w:r w:rsidR="00AE049C" w:rsidRPr="00AE049C">
        <w:t>składając przy pomocy KROPiK oświadczenie o prawdziwości tych informacji.</w:t>
      </w:r>
    </w:p>
    <w:p w14:paraId="71B2DE1A" w14:textId="4B3F7FBF" w:rsidR="0050214C" w:rsidRPr="009D32C7" w:rsidRDefault="00F55810" w:rsidP="0050214C">
      <w:pPr>
        <w:pStyle w:val="USTustnpkodeksu"/>
      </w:pPr>
      <w:r>
        <w:t xml:space="preserve">4. </w:t>
      </w:r>
      <w:r w:rsidR="0050214C" w:rsidRPr="009D32C7">
        <w:t>Zmiana lub uzupełnienie przez właściciela psa</w:t>
      </w:r>
      <w:r w:rsidR="00363E06">
        <w:t xml:space="preserve"> lub kota informacji w KROPiK w </w:t>
      </w:r>
      <w:r w:rsidR="0050214C" w:rsidRPr="009D32C7">
        <w:t xml:space="preserve">sposób określony w ust. 3 pkt 2 </w:t>
      </w:r>
      <w:r w:rsidR="0050214C">
        <w:t>i</w:t>
      </w:r>
      <w:r w:rsidR="0050214C" w:rsidRPr="009D32C7">
        <w:t xml:space="preserve"> 3 zastępuje złożenie wniosku, o którym mowa w ust. 1 pkt 2 lit. a </w:t>
      </w:r>
      <w:r w:rsidR="0050214C" w:rsidRPr="009D32C7">
        <w:lastRenderedPageBreak/>
        <w:t>tiret drugie i tiret szóste. Zmiany</w:t>
      </w:r>
      <w:r w:rsidR="0050214C">
        <w:t xml:space="preserve"> lub </w:t>
      </w:r>
      <w:r w:rsidR="0050214C" w:rsidRPr="009D32C7">
        <w:t>uzupełnienia informacji w sposób określony w</w:t>
      </w:r>
      <w:r w:rsidR="0050214C">
        <w:t> </w:t>
      </w:r>
      <w:r w:rsidR="003D0D09">
        <w:t>ust. </w:t>
      </w:r>
      <w:r w:rsidR="0050214C" w:rsidRPr="009D32C7">
        <w:t>3 pkt 2 lub 3 dokonuje się w terminie określonym odpowiednio w ust. 2 pkt 1 lit. a oraz e.</w:t>
      </w:r>
    </w:p>
    <w:p w14:paraId="75FF83A1" w14:textId="20107939" w:rsidR="0050214C" w:rsidRPr="009D32C7" w:rsidRDefault="00F55810" w:rsidP="0050214C">
      <w:pPr>
        <w:pStyle w:val="USTustnpkodeksu"/>
      </w:pPr>
      <w:r>
        <w:t xml:space="preserve">5. </w:t>
      </w:r>
      <w:r w:rsidR="0050214C" w:rsidRPr="009D32C7">
        <w:t>Podmiot prowadzący schronisko zmienia lub u</w:t>
      </w:r>
      <w:r w:rsidR="00363E06">
        <w:t xml:space="preserve">zupełnia w KROPiK informacje, o </w:t>
      </w:r>
      <w:r w:rsidR="0050214C" w:rsidRPr="009D32C7">
        <w:t>których mowa w art. 2 ust. 2:</w:t>
      </w:r>
    </w:p>
    <w:p w14:paraId="66699ED0" w14:textId="77777777" w:rsidR="0050214C" w:rsidRPr="009D32C7" w:rsidRDefault="0050214C" w:rsidP="0050214C">
      <w:pPr>
        <w:pStyle w:val="PKTpunkt"/>
      </w:pPr>
      <w:r w:rsidRPr="009D32C7">
        <w:t>1)</w:t>
      </w:r>
      <w:r w:rsidRPr="009D32C7">
        <w:tab/>
        <w:t>pkt 5:</w:t>
      </w:r>
    </w:p>
    <w:p w14:paraId="7CFE7DFB" w14:textId="3965A30F" w:rsidR="0050214C" w:rsidRPr="009D32C7" w:rsidRDefault="0050214C" w:rsidP="0050214C">
      <w:pPr>
        <w:pStyle w:val="LITlitera"/>
      </w:pPr>
      <w:r w:rsidRPr="009D32C7">
        <w:t>a)</w:t>
      </w:r>
      <w:r w:rsidRPr="009D32C7">
        <w:tab/>
        <w:t>lit. a–</w:t>
      </w:r>
      <w:r>
        <w:t>e</w:t>
      </w:r>
      <w:r w:rsidRPr="009D32C7">
        <w:t xml:space="preserve">  – w terminie do dnia następującego po dniu zmiany tych informacji</w:t>
      </w:r>
      <w:r w:rsidR="00781FFD">
        <w:t>,</w:t>
      </w:r>
    </w:p>
    <w:p w14:paraId="4A340004" w14:textId="0B2D45A7" w:rsidR="0050214C" w:rsidRPr="009D32C7" w:rsidRDefault="0050214C" w:rsidP="0050214C">
      <w:pPr>
        <w:pStyle w:val="LITlitera"/>
      </w:pPr>
      <w:r w:rsidRPr="009D32C7">
        <w:t>b)</w:t>
      </w:r>
      <w:r w:rsidRPr="009D32C7">
        <w:tab/>
        <w:t xml:space="preserve">lit. </w:t>
      </w:r>
      <w:r>
        <w:t>f</w:t>
      </w:r>
      <w:r w:rsidRPr="009D32C7">
        <w:t xml:space="preserve">  – w dniu przyjęcia psa albo kota do schroniska</w:t>
      </w:r>
      <w:r w:rsidR="008F2F05">
        <w:t>,</w:t>
      </w:r>
    </w:p>
    <w:p w14:paraId="190FCE0D" w14:textId="62D5CAEB" w:rsidR="006C3657" w:rsidRPr="009D32C7" w:rsidRDefault="0050214C" w:rsidP="0083060D">
      <w:pPr>
        <w:pStyle w:val="LITlitera"/>
      </w:pPr>
      <w:r w:rsidRPr="009D32C7">
        <w:t>c)</w:t>
      </w:r>
      <w:r w:rsidRPr="009D32C7">
        <w:tab/>
        <w:t xml:space="preserve">lit. </w:t>
      </w:r>
      <w:r>
        <w:t>g</w:t>
      </w:r>
      <w:r w:rsidRPr="009D32C7">
        <w:t xml:space="preserve"> – w dniu wydania psa albo kota ze schroniska</w:t>
      </w:r>
      <w:r w:rsidR="008F2F05">
        <w:t>,</w:t>
      </w:r>
    </w:p>
    <w:p w14:paraId="16E63EA4" w14:textId="3ED67C80" w:rsidR="0050214C" w:rsidRPr="009D32C7" w:rsidRDefault="0050214C" w:rsidP="0050214C">
      <w:pPr>
        <w:pStyle w:val="PKTpunkt"/>
      </w:pPr>
      <w:r w:rsidRPr="009D32C7">
        <w:t>2)</w:t>
      </w:r>
      <w:r w:rsidRPr="009D32C7">
        <w:tab/>
        <w:t xml:space="preserve">pkt 9 i 11 – w </w:t>
      </w:r>
      <w:r>
        <w:t xml:space="preserve">terminie do </w:t>
      </w:r>
      <w:r w:rsidRPr="009D32C7">
        <w:t>dni</w:t>
      </w:r>
      <w:r>
        <w:t>a</w:t>
      </w:r>
      <w:r w:rsidRPr="009D32C7">
        <w:t xml:space="preserve"> </w:t>
      </w:r>
      <w:r>
        <w:t xml:space="preserve">następującego po dniu </w:t>
      </w:r>
      <w:r w:rsidRPr="009D32C7">
        <w:t>przeprowadzeni</w:t>
      </w:r>
      <w:r>
        <w:t>a</w:t>
      </w:r>
      <w:r w:rsidRPr="009D32C7">
        <w:t xml:space="preserve"> szczepienia przeciwko wściekliźnie</w:t>
      </w:r>
      <w:r w:rsidRPr="009D32C7" w:rsidDel="00DC31AE">
        <w:t xml:space="preserve"> </w:t>
      </w:r>
      <w:r w:rsidRPr="009D32C7">
        <w:t>lub ubezpłodnienia</w:t>
      </w:r>
      <w:r>
        <w:t>, jeżeli zostały przeprowadzone przez l</w:t>
      </w:r>
      <w:r w:rsidRPr="00995C6C">
        <w:t>ekarza weterynarii niewpisanego do ewidencji, o której mowa w art. 14 ust. 1</w:t>
      </w:r>
      <w:r w:rsidR="0095447D">
        <w:t>,</w:t>
      </w:r>
    </w:p>
    <w:p w14:paraId="19FDE615" w14:textId="45732041" w:rsidR="0050214C" w:rsidRPr="009D32C7" w:rsidRDefault="0050214C" w:rsidP="0050214C">
      <w:pPr>
        <w:pStyle w:val="PKTpunkt"/>
      </w:pPr>
      <w:r w:rsidRPr="009D32C7">
        <w:t>3)</w:t>
      </w:r>
      <w:r w:rsidRPr="009D32C7">
        <w:tab/>
        <w:t xml:space="preserve">pkt 10 – w dniu wydania psu </w:t>
      </w:r>
      <w:r>
        <w:t>albo</w:t>
      </w:r>
      <w:r w:rsidRPr="009D32C7">
        <w:t xml:space="preserve"> kotu</w:t>
      </w:r>
      <w:r w:rsidRPr="009D32C7" w:rsidDel="00DC31AE">
        <w:t xml:space="preserve"> </w:t>
      </w:r>
      <w:r w:rsidRPr="009D32C7">
        <w:t>paszportu,</w:t>
      </w:r>
      <w:r w:rsidRPr="009D32C7">
        <w:rPr>
          <w:rFonts w:ascii="Times New Roman" w:hAnsi="Times New Roman"/>
          <w:bCs w:val="0"/>
        </w:rPr>
        <w:t xml:space="preserve"> </w:t>
      </w:r>
      <w:r w:rsidRPr="009D32C7">
        <w:t xml:space="preserve">o którym </w:t>
      </w:r>
      <w:r w:rsidR="00363E06">
        <w:t xml:space="preserve">mowa w art. 24e ust. 2 ustawy z </w:t>
      </w:r>
      <w:r w:rsidRPr="009D32C7">
        <w:t>dnia 11 marca 2004 r. o ochronie zdrowia zwierząt oraz zwalczaniu chorób zakaźnych zwierząt</w:t>
      </w:r>
      <w:r>
        <w:t>, jeżeli został wydany</w:t>
      </w:r>
      <w:r w:rsidRPr="00995C6C">
        <w:t xml:space="preserve"> przez lekarza weterynar</w:t>
      </w:r>
      <w:r w:rsidR="00363E06">
        <w:t xml:space="preserve">ii niewpisanego do ewidencji, o </w:t>
      </w:r>
      <w:r w:rsidRPr="00995C6C">
        <w:t>której mowa w art. 14 ust. 1</w:t>
      </w:r>
      <w:r w:rsidR="00700E44">
        <w:t>,</w:t>
      </w:r>
    </w:p>
    <w:p w14:paraId="3C707890" w14:textId="6CA92AB6" w:rsidR="0050214C" w:rsidRPr="009D32C7" w:rsidRDefault="0050214C" w:rsidP="0050214C">
      <w:pPr>
        <w:pStyle w:val="PKTpunkt"/>
      </w:pPr>
      <w:r w:rsidRPr="009D32C7">
        <w:t>4)</w:t>
      </w:r>
      <w:r w:rsidRPr="009D32C7">
        <w:tab/>
        <w:t xml:space="preserve">pkt 12 – w dniu śmierci psa </w:t>
      </w:r>
      <w:r>
        <w:t>albo</w:t>
      </w:r>
      <w:r w:rsidRPr="009D32C7">
        <w:t xml:space="preserve"> kota</w:t>
      </w:r>
    </w:p>
    <w:p w14:paraId="411F72BD" w14:textId="4E2DD884" w:rsidR="006C3657" w:rsidRDefault="006C3657" w:rsidP="00E066E1">
      <w:pPr>
        <w:pStyle w:val="CZWSPPKTczwsplnapunktw"/>
      </w:pPr>
      <w:r w:rsidRPr="006C3657">
        <w:t>–</w:t>
      </w:r>
      <w:r>
        <w:tab/>
        <w:t>składając przy pomocy KROPiK oświadczenie o prawdziwości tych informacji.</w:t>
      </w:r>
    </w:p>
    <w:p w14:paraId="41CE0A59" w14:textId="0D7B3BD3" w:rsidR="0050214C" w:rsidRPr="009D32C7" w:rsidRDefault="00F55810" w:rsidP="0050214C">
      <w:pPr>
        <w:pStyle w:val="USTustnpkodeksu"/>
      </w:pPr>
      <w:r>
        <w:t xml:space="preserve">6. </w:t>
      </w:r>
      <w:r w:rsidR="0050214C" w:rsidRPr="009D32C7">
        <w:t>Oświadczenia, o których mowa w ust. 1 pkt 2 lit a tiret drugi</w:t>
      </w:r>
      <w:r w:rsidR="0050214C">
        <w:t>e</w:t>
      </w:r>
      <w:r w:rsidR="0050214C" w:rsidRPr="009D32C7">
        <w:t xml:space="preserve"> i szóste</w:t>
      </w:r>
      <w:r w:rsidR="0083060D">
        <w:t xml:space="preserve">, </w:t>
      </w:r>
      <w:r w:rsidR="0050214C" w:rsidRPr="009D32C7">
        <w:t>ust. 3</w:t>
      </w:r>
      <w:r w:rsidR="0083060D">
        <w:t xml:space="preserve"> oraz ust. 5</w:t>
      </w:r>
      <w:r w:rsidR="0050214C" w:rsidRPr="009D32C7">
        <w:t xml:space="preserve"> składa się pod rygorem odpowiedzialności karnej za składanie fałszywych zeznań. Składający oświadczenie jest obowiązany do zawarcia w nim klauzuli następującej treści: „Jestem świadomy odpowiedzialności karnej za złożenie fałszywego oświadczenia.”. Klauzula ta zastępuje pouczenie osoby, o której mowa w ust. 1, albo podmiotu prowadzącego KROPiK</w:t>
      </w:r>
      <w:r w:rsidR="0050214C">
        <w:t>,</w:t>
      </w:r>
      <w:r w:rsidR="0050214C" w:rsidRPr="009D32C7">
        <w:t xml:space="preserve"> o odpowiedzialności karnej za składanie fałszywych zeznań.</w:t>
      </w:r>
      <w:r w:rsidR="00BB4BD3">
        <w:t xml:space="preserve"> Jeżeli podmiot prowadzący schronisko nie jest osobą fizyczną oświadczenia składa osoba upoważniona do jego reprezentowania.</w:t>
      </w:r>
    </w:p>
    <w:p w14:paraId="186FD09A" w14:textId="6DB4A571" w:rsidR="0050214C" w:rsidRPr="009D32C7" w:rsidRDefault="00F55810" w:rsidP="0050214C">
      <w:pPr>
        <w:pStyle w:val="USTustnpkodeksu"/>
      </w:pPr>
      <w:r>
        <w:t xml:space="preserve">7. </w:t>
      </w:r>
      <w:r w:rsidR="0050214C" w:rsidRPr="009D32C7">
        <w:t>W przypadku braku możliwości wprowadzenia informacji do KROPiK, spowodowanego przyczynami niezależnymi od lekarza wetery</w:t>
      </w:r>
      <w:r w:rsidR="00363E06">
        <w:t xml:space="preserve">narii wpisanego do ewidencji, o </w:t>
      </w:r>
      <w:r w:rsidR="0050214C" w:rsidRPr="009D32C7">
        <w:t xml:space="preserve">której mowa w art. </w:t>
      </w:r>
      <w:r w:rsidR="0050214C">
        <w:t>14</w:t>
      </w:r>
      <w:r w:rsidR="0050214C" w:rsidRPr="009D32C7">
        <w:t xml:space="preserve"> ust. 1</w:t>
      </w:r>
      <w:r w:rsidR="0050214C">
        <w:t>,</w:t>
      </w:r>
      <w:r w:rsidR="0050214C" w:rsidRPr="009D32C7">
        <w:t xml:space="preserve"> albo podmiotu prowadzącego schronisko, wprowadzenia tych informacji dokonuje się w terminie do dnia następującego po dniu, w którym ustała przyczyna uniemożliwiająca wprowadzenie informacji do KROPiK.</w:t>
      </w:r>
    </w:p>
    <w:p w14:paraId="14A25660" w14:textId="5CD71361" w:rsidR="0050214C" w:rsidRPr="00F55810" w:rsidRDefault="0050214C" w:rsidP="00F55810">
      <w:pPr>
        <w:pStyle w:val="ARTartustawynprozporzdzenia"/>
        <w:rPr>
          <w:rFonts w:ascii="Times New Roman" w:hAnsi="Times New Roman"/>
        </w:rPr>
      </w:pPr>
      <w:r w:rsidRPr="00F55810">
        <w:rPr>
          <w:rFonts w:ascii="Times New Roman" w:hAnsi="Times New Roman"/>
          <w:b/>
        </w:rPr>
        <w:t>Art. 9.</w:t>
      </w:r>
      <w:r w:rsidRPr="00F55810">
        <w:rPr>
          <w:rFonts w:ascii="Times New Roman" w:hAnsi="Times New Roman"/>
        </w:rPr>
        <w:t xml:space="preserve"> W przypadku rejestracji psa albo kota, zmian</w:t>
      </w:r>
      <w:r w:rsidR="00363E06">
        <w:rPr>
          <w:rFonts w:ascii="Times New Roman" w:hAnsi="Times New Roman"/>
        </w:rPr>
        <w:t xml:space="preserve">y lub uzupełniania informacji w </w:t>
      </w:r>
      <w:r w:rsidRPr="00F55810">
        <w:rPr>
          <w:rFonts w:ascii="Times New Roman" w:hAnsi="Times New Roman"/>
        </w:rPr>
        <w:t xml:space="preserve">KROPiK, dokonywanych przez lekarza weterynarii wpisanego do ewidencji, o której mowa w </w:t>
      </w:r>
      <w:r w:rsidRPr="00F55810">
        <w:rPr>
          <w:rFonts w:ascii="Times New Roman" w:hAnsi="Times New Roman"/>
        </w:rPr>
        <w:lastRenderedPageBreak/>
        <w:t>art. 14 ust. 1, właściciel psa albo kota jest obowiązany do okazania temu lekarzowi weterynarii, na jego żądanie, dokumentu potwierdzającego swoją tożsamość.</w:t>
      </w:r>
    </w:p>
    <w:p w14:paraId="32D85DB8" w14:textId="08F3A63E" w:rsidR="0050214C" w:rsidRPr="009D32C7" w:rsidRDefault="00F55810" w:rsidP="0050214C">
      <w:pPr>
        <w:pStyle w:val="ARTartustawynprozporzdzenia"/>
      </w:pPr>
      <w:r>
        <w:rPr>
          <w:b/>
          <w:bCs/>
        </w:rPr>
        <w:t xml:space="preserve">Art. </w:t>
      </w:r>
      <w:r w:rsidR="0050214C">
        <w:rPr>
          <w:b/>
          <w:bCs/>
        </w:rPr>
        <w:t>10</w:t>
      </w:r>
      <w:r w:rsidR="0050214C" w:rsidRPr="009D32C7">
        <w:rPr>
          <w:b/>
          <w:bCs/>
        </w:rPr>
        <w:t>.</w:t>
      </w:r>
      <w:r w:rsidRPr="00F55810">
        <w:rPr>
          <w:bCs/>
        </w:rPr>
        <w:t xml:space="preserve"> </w:t>
      </w:r>
      <w:r>
        <w:t>1.</w:t>
      </w:r>
      <w:r>
        <w:tab/>
        <w:t xml:space="preserve"> </w:t>
      </w:r>
      <w:r w:rsidR="0050214C" w:rsidRPr="009D32C7">
        <w:t xml:space="preserve">Lekarz weterynarii wpisany do ewidencji, o której mowa w art. </w:t>
      </w:r>
      <w:r w:rsidR="0050214C">
        <w:t>14</w:t>
      </w:r>
      <w:r w:rsidR="0050214C" w:rsidRPr="009D32C7">
        <w:t xml:space="preserve"> ust. 1, dokonuje rejestracji psa albo kota, zmiany lub uzupełnienia informacji w KROPiK:</w:t>
      </w:r>
    </w:p>
    <w:p w14:paraId="31902234" w14:textId="77777777" w:rsidR="0050214C" w:rsidRPr="009D32C7" w:rsidRDefault="0050214C" w:rsidP="0050214C">
      <w:pPr>
        <w:pStyle w:val="PKTpunkt"/>
      </w:pPr>
      <w:r w:rsidRPr="009D32C7">
        <w:t>1)</w:t>
      </w:r>
      <w:r w:rsidRPr="009D32C7">
        <w:tab/>
        <w:t>z wykorzystaniem systemu teleinformatycznego, o którym mowa w art. 2 ust. 1, lub</w:t>
      </w:r>
    </w:p>
    <w:p w14:paraId="017CEDE0" w14:textId="77777777" w:rsidR="0050214C" w:rsidRPr="009D32C7" w:rsidRDefault="0050214C" w:rsidP="0050214C">
      <w:pPr>
        <w:pStyle w:val="PKTpunkt"/>
      </w:pPr>
      <w:r w:rsidRPr="009D32C7">
        <w:t>2)</w:t>
      </w:r>
      <w:r w:rsidRPr="009D32C7">
        <w:tab/>
        <w:t>przy użyciu usługi sieciowej udostępnionej przez Agencję, jeżeli:</w:t>
      </w:r>
    </w:p>
    <w:p w14:paraId="30BE5AB4" w14:textId="77777777" w:rsidR="0050214C" w:rsidRPr="009D32C7" w:rsidRDefault="0050214C" w:rsidP="0050214C">
      <w:pPr>
        <w:pStyle w:val="LITlitera"/>
      </w:pPr>
      <w:r w:rsidRPr="009D32C7">
        <w:t>a)</w:t>
      </w:r>
      <w:r w:rsidRPr="009D32C7">
        <w:tab/>
        <w:t>system teleinformatyczny zintegrowany z tą usługą sieciową zapewnia rozliczalność oraz dwuskładnikowe uwierzytelnianie w zakresie operacji związanych z KROPiK,</w:t>
      </w:r>
    </w:p>
    <w:p w14:paraId="11AA8B4E" w14:textId="14656A42" w:rsidR="0050214C" w:rsidRPr="009D32C7" w:rsidRDefault="0050214C" w:rsidP="0050214C">
      <w:pPr>
        <w:pStyle w:val="LITlitera"/>
      </w:pPr>
      <w:r w:rsidRPr="009D32C7">
        <w:t>b)</w:t>
      </w:r>
      <w:r w:rsidRPr="009D32C7">
        <w:tab/>
        <w:t xml:space="preserve">komunikaty przekazywane z wykorzystaniem tej usługi są opatrzone </w:t>
      </w:r>
      <w:r>
        <w:t>numerem, jakim w</w:t>
      </w:r>
      <w:r w:rsidRPr="00E57F2F">
        <w:t xml:space="preserve"> </w:t>
      </w:r>
      <w:r>
        <w:t xml:space="preserve">zaświadczeniu, o którym mowa w </w:t>
      </w:r>
      <w:r w:rsidRPr="00E57F2F">
        <w:t>a</w:t>
      </w:r>
      <w:r>
        <w:t xml:space="preserve">rt. 2d ust. 3 ustawy </w:t>
      </w:r>
      <w:r w:rsidRPr="00BB0469">
        <w:t>z dnia 21 grudnia 1990 r. o zawodzie lekarza weterynarii i izbach lek</w:t>
      </w:r>
      <w:r w:rsidR="00363E06">
        <w:t xml:space="preserve">arsko-weterynaryjnych (Dz. U. z </w:t>
      </w:r>
      <w:r w:rsidRPr="00BB0469">
        <w:t>2023 r. poz. 154)</w:t>
      </w:r>
      <w:r>
        <w:t>, oznaczono prawo wykonywania zawodu lekarza weterynarii, zwanym dalej „numerem prawa wykonywania zawodu”</w:t>
      </w:r>
      <w:r w:rsidRPr="009D32C7">
        <w:t xml:space="preserve">, lekarza weterynarii dokonującego rejestracji psa albo kota, zmiany lub uzupełnienia informacji </w:t>
      </w:r>
      <w:r w:rsidR="00363E06">
        <w:t xml:space="preserve">w </w:t>
      </w:r>
      <w:r w:rsidRPr="009D32C7">
        <w:t>KROPiK.</w:t>
      </w:r>
    </w:p>
    <w:p w14:paraId="56AEDB21" w14:textId="77777777" w:rsidR="0050214C" w:rsidRPr="009D32C7" w:rsidRDefault="0050214C" w:rsidP="0050214C">
      <w:pPr>
        <w:pStyle w:val="USTustnpkodeksu"/>
      </w:pPr>
      <w:r w:rsidRPr="009D32C7">
        <w:t>2. System teleinformatyczny, o którym mowa w ust. 1 pkt 2 lit. a:</w:t>
      </w:r>
    </w:p>
    <w:p w14:paraId="0D19747E" w14:textId="77777777" w:rsidR="0050214C" w:rsidRPr="009D32C7" w:rsidRDefault="0050214C" w:rsidP="0050214C">
      <w:pPr>
        <w:pStyle w:val="PKTpunkt"/>
      </w:pPr>
      <w:r w:rsidRPr="009D32C7">
        <w:t>1)</w:t>
      </w:r>
      <w:r w:rsidRPr="009D32C7">
        <w:tab/>
        <w:t>zapewnia ochronę przed nieuprawnionym dostępem do KROPiK;</w:t>
      </w:r>
    </w:p>
    <w:p w14:paraId="2496CC5C" w14:textId="77777777" w:rsidR="0050214C" w:rsidRPr="009D32C7" w:rsidRDefault="0050214C" w:rsidP="0050214C">
      <w:pPr>
        <w:pStyle w:val="PKTpunkt"/>
      </w:pPr>
      <w:r w:rsidRPr="009D32C7">
        <w:t>2)</w:t>
      </w:r>
      <w:r w:rsidRPr="009D32C7">
        <w:tab/>
        <w:t>zapewnia integralność informacji w KROPiK;</w:t>
      </w:r>
    </w:p>
    <w:p w14:paraId="482A9CF2" w14:textId="77777777" w:rsidR="0050214C" w:rsidRPr="009D32C7" w:rsidRDefault="0050214C" w:rsidP="0050214C">
      <w:pPr>
        <w:pStyle w:val="PKTpunkt"/>
      </w:pPr>
      <w:r w:rsidRPr="009D32C7">
        <w:t>3)</w:t>
      </w:r>
      <w:r w:rsidRPr="009D32C7">
        <w:tab/>
        <w:t xml:space="preserve">zapewnia dostępność systemu teleinformatycznego, o którym mowa w art. 2 ust. 1, dla lekarzy weterynarii wpisanych do ewidencji, o której mowa w art. </w:t>
      </w:r>
      <w:r>
        <w:t>14</w:t>
      </w:r>
      <w:r w:rsidRPr="009D32C7">
        <w:t xml:space="preserve"> ust. 1;</w:t>
      </w:r>
    </w:p>
    <w:p w14:paraId="25D3BA3F" w14:textId="77777777" w:rsidR="0050214C" w:rsidRPr="009D32C7" w:rsidRDefault="0050214C" w:rsidP="0050214C">
      <w:pPr>
        <w:pStyle w:val="PKTpunkt"/>
      </w:pPr>
      <w:r w:rsidRPr="009D32C7">
        <w:t>4)</w:t>
      </w:r>
      <w:r w:rsidRPr="009D32C7">
        <w:tab/>
        <w:t>przeciwdziała uszkodzeniom systemu teleinformatycznego, o którym mowa w art. 2 ust. 1;</w:t>
      </w:r>
    </w:p>
    <w:p w14:paraId="469CBD8E" w14:textId="77777777" w:rsidR="0050214C" w:rsidRPr="009D32C7" w:rsidRDefault="0050214C" w:rsidP="0050214C">
      <w:pPr>
        <w:pStyle w:val="PKTpunkt"/>
      </w:pPr>
      <w:r w:rsidRPr="009D32C7">
        <w:t>5)</w:t>
      </w:r>
      <w:r w:rsidRPr="009D32C7">
        <w:tab/>
        <w:t>spełnia wymagania bezpieczeństwa przetwarzanych informacji, w tym danych osobowych;</w:t>
      </w:r>
    </w:p>
    <w:p w14:paraId="0620D30C" w14:textId="77777777" w:rsidR="0050214C" w:rsidRPr="009D32C7" w:rsidRDefault="0050214C" w:rsidP="0050214C">
      <w:pPr>
        <w:pStyle w:val="PKTpunkt"/>
      </w:pPr>
      <w:r w:rsidRPr="009D32C7">
        <w:t>6)</w:t>
      </w:r>
      <w:r w:rsidRPr="009D32C7">
        <w:tab/>
        <w:t>zapewnia rozliczalność działań dokonywanych na informacjach zawartych w KROPiK.</w:t>
      </w:r>
    </w:p>
    <w:p w14:paraId="344D1A66" w14:textId="77777777" w:rsidR="0050214C" w:rsidRPr="009D32C7" w:rsidRDefault="0050214C" w:rsidP="0050214C">
      <w:pPr>
        <w:pStyle w:val="USTustnpkodeksu"/>
      </w:pPr>
      <w:r w:rsidRPr="009D32C7">
        <w:t>3. Systemem teleinformatycznym, o którym mowa w ust. 1 pkt 2 lit. a, może być wyłącznie system służący:</w:t>
      </w:r>
    </w:p>
    <w:p w14:paraId="0CFA86E3" w14:textId="77777777" w:rsidR="0050214C" w:rsidRPr="009D32C7" w:rsidRDefault="0050214C" w:rsidP="0050214C">
      <w:pPr>
        <w:pStyle w:val="PKTpunkt"/>
      </w:pPr>
      <w:r w:rsidRPr="009D32C7">
        <w:t>1)</w:t>
      </w:r>
      <w:r w:rsidRPr="009D32C7">
        <w:tab/>
        <w:t>gromadzeniu informacji dotyczących psów lub kotów, którym wszczepiono transponder, oraz informacji dotyczących ich właścicieli lub podmiotów prowadzących schronisko,</w:t>
      </w:r>
    </w:p>
    <w:p w14:paraId="02155F0D" w14:textId="77777777" w:rsidR="0050214C" w:rsidRPr="009D32C7" w:rsidRDefault="0050214C" w:rsidP="0050214C">
      <w:pPr>
        <w:pStyle w:val="PKTpunkt"/>
      </w:pPr>
      <w:r w:rsidRPr="009D32C7">
        <w:t>2)</w:t>
      </w:r>
      <w:r w:rsidRPr="009D32C7">
        <w:tab/>
        <w:t xml:space="preserve">do obsługi informatycznej zakładu </w:t>
      </w:r>
      <w:r>
        <w:t xml:space="preserve">i </w:t>
      </w:r>
      <w:r w:rsidRPr="009D32C7">
        <w:t>leczniczego dla zwierząt.</w:t>
      </w:r>
    </w:p>
    <w:p w14:paraId="08EC2C20" w14:textId="27508A58" w:rsidR="0050214C" w:rsidRPr="009D32C7" w:rsidRDefault="0050214C" w:rsidP="0050214C">
      <w:pPr>
        <w:pStyle w:val="USTustnpkodeksu"/>
      </w:pPr>
      <w:r w:rsidRPr="009D32C7">
        <w:t xml:space="preserve">4. W przypadku gdy w systemie teleinformatycznym, o którym mowa w ust. 1 pkt 2 lit. a, przy świadczeniu usługi weterynaryjnej w ramach działalności zakładu leczniczego dla </w:t>
      </w:r>
      <w:r w:rsidRPr="009D32C7">
        <w:lastRenderedPageBreak/>
        <w:t>zwierząt doszło do przetwarzania informacji pobranych z KROPiK, informacje</w:t>
      </w:r>
      <w:r w:rsidR="00F55810">
        <w:t xml:space="preserve"> te usuwa się z </w:t>
      </w:r>
      <w:r w:rsidRPr="009D32C7">
        <w:t>tego systemu niezwłocznie po zakończeniu świadczenia tej usługi, chyba że:</w:t>
      </w:r>
    </w:p>
    <w:p w14:paraId="67657628" w14:textId="77777777" w:rsidR="0050214C" w:rsidRPr="009D32C7" w:rsidRDefault="0050214C" w:rsidP="0050214C">
      <w:pPr>
        <w:pStyle w:val="PKTpunkt"/>
      </w:pPr>
      <w:r w:rsidRPr="009D32C7">
        <w:t>1)</w:t>
      </w:r>
      <w:r w:rsidRPr="009D32C7">
        <w:tab/>
        <w:t>osoba, której te informacje dotyczą, wyraziła zgodę na ich przetwarzanie w systemie teleinformatycznym, o którym mowa w ust. 1 pkt 2 lit. a;</w:t>
      </w:r>
    </w:p>
    <w:p w14:paraId="3A72C5A6" w14:textId="27C0CF7F" w:rsidR="0050214C" w:rsidRPr="009D32C7" w:rsidRDefault="0050214C" w:rsidP="0050214C">
      <w:pPr>
        <w:pStyle w:val="PKTpunkt"/>
      </w:pPr>
      <w:r w:rsidRPr="009D32C7">
        <w:t>2)</w:t>
      </w:r>
      <w:r w:rsidRPr="009D32C7">
        <w:tab/>
        <w:t>informacje te będą przetwarzane w celu prowadzenia dokumentacji świadczonej usługi weterynaryjnej w ramach działalności zakładu leczniczego dla zwierząt w systemie teleinformatycznym, o którym mowa w ust. 1 pkt 2 li</w:t>
      </w:r>
      <w:r w:rsidR="00363E06">
        <w:t xml:space="preserve">t. </w:t>
      </w:r>
      <w:r w:rsidRPr="009D32C7">
        <w:t>a.</w:t>
      </w:r>
    </w:p>
    <w:p w14:paraId="601535CA" w14:textId="653FFF90" w:rsidR="0050214C" w:rsidRPr="009D32C7" w:rsidRDefault="0050214C" w:rsidP="0050214C">
      <w:pPr>
        <w:pStyle w:val="ARTartustawynprozporzdzenia"/>
      </w:pPr>
      <w:r w:rsidRPr="009D32C7">
        <w:rPr>
          <w:b/>
          <w:bCs/>
        </w:rPr>
        <w:t xml:space="preserve">Art. </w:t>
      </w:r>
      <w:r>
        <w:rPr>
          <w:b/>
          <w:bCs/>
        </w:rPr>
        <w:t>11</w:t>
      </w:r>
      <w:r w:rsidRPr="009D32C7">
        <w:rPr>
          <w:b/>
          <w:bCs/>
        </w:rPr>
        <w:t>.</w:t>
      </w:r>
      <w:r w:rsidR="00363E06">
        <w:t xml:space="preserve"> </w:t>
      </w:r>
      <w:r w:rsidRPr="009D32C7">
        <w:t>1. Podmiot prowadzący zakład leczniczy dla zwierząt</w:t>
      </w:r>
      <w:r w:rsidRPr="009D32C7">
        <w:rPr>
          <w:rFonts w:ascii="Times New Roman" w:hAnsi="Times New Roman"/>
        </w:rPr>
        <w:t xml:space="preserve"> </w:t>
      </w:r>
      <w:r>
        <w:rPr>
          <w:rFonts w:ascii="Times New Roman" w:hAnsi="Times New Roman"/>
        </w:rPr>
        <w:t xml:space="preserve">może </w:t>
      </w:r>
      <w:r w:rsidRPr="009D32C7">
        <w:t>pobiera</w:t>
      </w:r>
      <w:r>
        <w:t>ć</w:t>
      </w:r>
      <w:r w:rsidRPr="009D32C7">
        <w:t xml:space="preserve"> wynagrodzenie za:</w:t>
      </w:r>
    </w:p>
    <w:p w14:paraId="28BD60F9" w14:textId="77777777" w:rsidR="0050214C" w:rsidRPr="009D32C7" w:rsidRDefault="0050214C" w:rsidP="0050214C">
      <w:pPr>
        <w:pStyle w:val="PKTpunkt"/>
        <w:rPr>
          <w:bCs w:val="0"/>
        </w:rPr>
      </w:pPr>
      <w:r w:rsidRPr="009D32C7">
        <w:t>1)</w:t>
      </w:r>
      <w:r w:rsidRPr="009D32C7">
        <w:tab/>
        <w:t>oznakowanie psa albo kota,</w:t>
      </w:r>
    </w:p>
    <w:p w14:paraId="043DFB17" w14:textId="77777777" w:rsidR="0050214C" w:rsidRPr="009D32C7" w:rsidRDefault="0050214C" w:rsidP="0050214C">
      <w:pPr>
        <w:pStyle w:val="PKTpunkt"/>
        <w:rPr>
          <w:bCs w:val="0"/>
        </w:rPr>
      </w:pPr>
      <w:r w:rsidRPr="009D32C7">
        <w:t>2)</w:t>
      </w:r>
      <w:r w:rsidRPr="009D32C7">
        <w:tab/>
        <w:t>rejestrację psa albo kota w KROPiK ,</w:t>
      </w:r>
    </w:p>
    <w:p w14:paraId="58D65188" w14:textId="77777777" w:rsidR="0050214C" w:rsidRPr="009D32C7" w:rsidRDefault="0050214C" w:rsidP="0050214C">
      <w:pPr>
        <w:pStyle w:val="PKTpunkt"/>
        <w:rPr>
          <w:bCs w:val="0"/>
        </w:rPr>
      </w:pPr>
      <w:r w:rsidRPr="009D32C7">
        <w:t>3)</w:t>
      </w:r>
      <w:r w:rsidRPr="009D32C7">
        <w:tab/>
        <w:t>zmianę lub uzupełnienie informacji w KROPiK dokonanych na</w:t>
      </w:r>
      <w:r w:rsidRPr="009D32C7">
        <w:rPr>
          <w:rFonts w:ascii="Times New Roman" w:hAnsi="Times New Roman"/>
        </w:rPr>
        <w:t xml:space="preserve"> </w:t>
      </w:r>
      <w:r w:rsidRPr="009D32C7">
        <w:t xml:space="preserve">wniosek, o którym mowa art. </w:t>
      </w:r>
      <w:r>
        <w:t>8</w:t>
      </w:r>
      <w:r w:rsidRPr="009D32C7">
        <w:t xml:space="preserve"> ust. 1 pkt 2</w:t>
      </w:r>
    </w:p>
    <w:p w14:paraId="3102C6BE" w14:textId="77777777" w:rsidR="0050214C" w:rsidRPr="009D32C7" w:rsidRDefault="0050214C" w:rsidP="0050214C">
      <w:pPr>
        <w:pStyle w:val="CZWSPPKTczwsplnapunktw"/>
        <w:rPr>
          <w:bCs w:val="0"/>
        </w:rPr>
      </w:pPr>
      <w:r w:rsidRPr="009D32C7">
        <w:t>–</w:t>
      </w:r>
      <w:r w:rsidRPr="009D32C7">
        <w:tab/>
        <w:t>w wysokości pokrywającej co najmniej koszty wykonania tych czynności.</w:t>
      </w:r>
    </w:p>
    <w:p w14:paraId="528F35EC" w14:textId="77777777" w:rsidR="0050214C" w:rsidRPr="009D32C7" w:rsidRDefault="0050214C" w:rsidP="0050214C">
      <w:pPr>
        <w:pStyle w:val="ARTartustawynprozporzdzenia"/>
      </w:pPr>
      <w:r w:rsidRPr="009D32C7">
        <w:t>2.</w:t>
      </w:r>
      <w:r w:rsidRPr="009D32C7">
        <w:rPr>
          <w:b/>
          <w:bCs/>
        </w:rPr>
        <w:t xml:space="preserve"> </w:t>
      </w:r>
      <w:r w:rsidRPr="009D32C7">
        <w:t xml:space="preserve">Minister właściwy do spraw rolnictwa określi, w drodze rozporządzenia, maksymalną wysokość wynagrodzenia za czynności, o których mowa w ust. 1, mając na względzie koszty związane z wykonaniem czynności, o których mowa w ust. 1, na które składa się koszt czasu pracy lekarza weterynarii wpisanego do ewidencji, o której mowa w art. </w:t>
      </w:r>
      <w:r>
        <w:t>14</w:t>
      </w:r>
      <w:r w:rsidRPr="009D32C7">
        <w:t xml:space="preserve"> ust. 1, albo technika weterynarii w przypadku oznakowania psa albo kota, niezbędny dla wykonania tych czynności, a w przypadku oznakowania psa albo kota </w:t>
      </w:r>
      <w:r w:rsidRPr="009D32C7">
        <w:rPr>
          <w:b/>
          <w:bCs/>
        </w:rPr>
        <w:t xml:space="preserve">– </w:t>
      </w:r>
      <w:r w:rsidRPr="009D32C7">
        <w:t>także koszt transpondera.</w:t>
      </w:r>
    </w:p>
    <w:p w14:paraId="5B1482D6" w14:textId="027AC2FE" w:rsidR="0050214C" w:rsidRPr="009D32C7" w:rsidRDefault="0050214C" w:rsidP="0050214C">
      <w:pPr>
        <w:pStyle w:val="ARTartustawynprozporzdzenia"/>
      </w:pPr>
      <w:r w:rsidRPr="009D32C7">
        <w:rPr>
          <w:b/>
          <w:bCs/>
        </w:rPr>
        <w:t xml:space="preserve">Art. </w:t>
      </w:r>
      <w:r>
        <w:rPr>
          <w:b/>
          <w:bCs/>
        </w:rPr>
        <w:t>12</w:t>
      </w:r>
      <w:r w:rsidRPr="009D32C7">
        <w:rPr>
          <w:b/>
          <w:bCs/>
        </w:rPr>
        <w:t>.</w:t>
      </w:r>
      <w:r w:rsidRPr="009D32C7">
        <w:t xml:space="preserve"> 1. Prezes Agencji wyraża zgodę na wykorzystan</w:t>
      </w:r>
      <w:r w:rsidR="00363E06">
        <w:t xml:space="preserve">ie usługi, o której mowa w art. </w:t>
      </w:r>
      <w:r>
        <w:t>10</w:t>
      </w:r>
      <w:r w:rsidRPr="009D32C7">
        <w:t xml:space="preserve"> ust. 1 pkt 2, na wniosek złożony na piśmie przez podmiot prowadzący system teleinformatyczny, o którym mowa w art. </w:t>
      </w:r>
      <w:r>
        <w:t>10</w:t>
      </w:r>
      <w:r w:rsidRPr="009D32C7">
        <w:t xml:space="preserve"> ust. 1 pkt 2 lit. a, po przeprowadzeniu testów integracyjnych potwierdzających poprawność danych i spo</w:t>
      </w:r>
      <w:r w:rsidR="00363E06">
        <w:t xml:space="preserve">sób ich przekazywania zgodnie z </w:t>
      </w:r>
      <w:r w:rsidRPr="009D32C7">
        <w:t>dokumentacj</w:t>
      </w:r>
      <w:r>
        <w:t>ą</w:t>
      </w:r>
      <w:r w:rsidRPr="009D32C7">
        <w:t xml:space="preserve"> integracyjną, o której mowa w ust. 5 pkt </w:t>
      </w:r>
      <w:r w:rsidR="00363E06">
        <w:t xml:space="preserve">1, oraz weryfikacji warunków, o </w:t>
      </w:r>
      <w:r w:rsidRPr="009D32C7">
        <w:t xml:space="preserve">których mowa w art. </w:t>
      </w:r>
      <w:r>
        <w:t>10</w:t>
      </w:r>
      <w:r w:rsidRPr="009D32C7">
        <w:t xml:space="preserve"> ust. 1 pkt 2 i ust. 2. Wyrażenie zgody stanowi czynność materialno-techniczną.</w:t>
      </w:r>
    </w:p>
    <w:p w14:paraId="3CEC3F5B" w14:textId="0B66FCDC" w:rsidR="0050214C" w:rsidRPr="009D32C7" w:rsidRDefault="0050214C" w:rsidP="0050214C">
      <w:pPr>
        <w:pStyle w:val="USTustnpkodeksu"/>
      </w:pPr>
      <w:r w:rsidRPr="009D32C7">
        <w:t>2. Prezes Agencji odmawia, w drodze decyzji administra</w:t>
      </w:r>
      <w:r w:rsidR="00363E06">
        <w:t xml:space="preserve">cyjnej, wykorzystania usługi, o </w:t>
      </w:r>
      <w:r w:rsidRPr="009D32C7">
        <w:t xml:space="preserve">której mowa w art. </w:t>
      </w:r>
      <w:r>
        <w:t>10</w:t>
      </w:r>
      <w:r w:rsidR="00363E06">
        <w:t xml:space="preserve"> ust. 1 pkt 2, w </w:t>
      </w:r>
      <w:r w:rsidRPr="009D32C7">
        <w:t>przypadku:</w:t>
      </w:r>
    </w:p>
    <w:p w14:paraId="4E476A50" w14:textId="18C05D40" w:rsidR="0050214C" w:rsidRPr="009D32C7" w:rsidRDefault="0050214C" w:rsidP="0050214C">
      <w:pPr>
        <w:pStyle w:val="PKTpunkt"/>
      </w:pPr>
      <w:r w:rsidRPr="009D32C7">
        <w:t>1)</w:t>
      </w:r>
      <w:r w:rsidRPr="009D32C7">
        <w:tab/>
        <w:t>negatywnego wyniku przeprowadzonych testów integr</w:t>
      </w:r>
      <w:r w:rsidR="00363E06">
        <w:t xml:space="preserve">acyjnych, o których mowa w ust. </w:t>
      </w:r>
      <w:r w:rsidRPr="009D32C7">
        <w:t>1, lub</w:t>
      </w:r>
    </w:p>
    <w:p w14:paraId="24C65A41" w14:textId="77777777" w:rsidR="0050214C" w:rsidRPr="009D32C7" w:rsidRDefault="0050214C" w:rsidP="0050214C">
      <w:pPr>
        <w:pStyle w:val="PKTpunkt"/>
      </w:pPr>
      <w:r w:rsidRPr="009D32C7">
        <w:t>2)</w:t>
      </w:r>
      <w:r w:rsidRPr="009D32C7">
        <w:tab/>
        <w:t xml:space="preserve">niespełnienia warunków, o których mowa w art. </w:t>
      </w:r>
      <w:r>
        <w:t>10</w:t>
      </w:r>
      <w:r w:rsidRPr="009D32C7">
        <w:t xml:space="preserve"> ust. 1 pkt 2 lub ust. 2.</w:t>
      </w:r>
    </w:p>
    <w:p w14:paraId="68812543" w14:textId="77777777" w:rsidR="0050214C" w:rsidRPr="009D32C7" w:rsidRDefault="0050214C" w:rsidP="0050214C">
      <w:pPr>
        <w:pStyle w:val="USTustnpkodeksu"/>
      </w:pPr>
      <w:r w:rsidRPr="009D32C7">
        <w:t xml:space="preserve">3. Podmiot prowadzący system teleinformatyczny, o którym mowa w art. </w:t>
      </w:r>
      <w:r>
        <w:t>10</w:t>
      </w:r>
      <w:r w:rsidRPr="009D32C7">
        <w:t xml:space="preserve"> ust. 1 pkt 2 lit. a, który uzyskał zgodę, o której mowa w ust. 1:</w:t>
      </w:r>
    </w:p>
    <w:p w14:paraId="3D7F5747" w14:textId="4BB2CD0B" w:rsidR="0050214C" w:rsidRPr="009D32C7" w:rsidRDefault="0050214C" w:rsidP="0050214C">
      <w:pPr>
        <w:pStyle w:val="PKTpunkt"/>
      </w:pPr>
      <w:r w:rsidRPr="009D32C7">
        <w:lastRenderedPageBreak/>
        <w:t>1)</w:t>
      </w:r>
      <w:r w:rsidRPr="009D32C7">
        <w:tab/>
        <w:t>stosuje politykę bezpieczeństwa KROPiK, o której mowa w ust. 5;</w:t>
      </w:r>
    </w:p>
    <w:p w14:paraId="594413C3" w14:textId="0C0A4C54" w:rsidR="0050214C" w:rsidRPr="009D32C7" w:rsidRDefault="0050214C" w:rsidP="0050214C">
      <w:pPr>
        <w:pStyle w:val="PKTpunkt"/>
      </w:pPr>
      <w:r w:rsidRPr="009D32C7">
        <w:t>2)</w:t>
      </w:r>
      <w:r w:rsidRPr="009D32C7">
        <w:tab/>
        <w:t>niezwłocznie informuje Prezesa Agencji, przy użyciu do</w:t>
      </w:r>
      <w:r w:rsidR="00363E06">
        <w:t xml:space="preserve">stępnych środków komunikacji, o </w:t>
      </w:r>
      <w:r w:rsidRPr="009D32C7">
        <w:t>wszelkich zdarzeniach uzasadniających czasowe zawieszenie korzystania z usługi,</w:t>
      </w:r>
      <w:r w:rsidRPr="009D32C7">
        <w:rPr>
          <w:rFonts w:ascii="Times New Roman" w:hAnsi="Times New Roman"/>
          <w:bCs w:val="0"/>
        </w:rPr>
        <w:t xml:space="preserve"> </w:t>
      </w:r>
      <w:r w:rsidR="00363E06">
        <w:t xml:space="preserve">o </w:t>
      </w:r>
      <w:r w:rsidRPr="009D32C7">
        <w:t xml:space="preserve">której mowa w art. </w:t>
      </w:r>
      <w:r>
        <w:t>10</w:t>
      </w:r>
      <w:r w:rsidRPr="009D32C7">
        <w:t xml:space="preserve"> ust. 1 pkt 2, lub o problemach związanych</w:t>
      </w:r>
      <w:r w:rsidR="00363E06">
        <w:t xml:space="preserve"> z </w:t>
      </w:r>
      <w:r w:rsidRPr="009D32C7">
        <w:t>udziałem tego podmiotu w korzystaniu z tej usługi.</w:t>
      </w:r>
    </w:p>
    <w:p w14:paraId="23B6F8EE" w14:textId="2570EC19" w:rsidR="0050214C" w:rsidRPr="009D32C7" w:rsidRDefault="0050214C" w:rsidP="0050214C">
      <w:pPr>
        <w:pStyle w:val="USTustnpkodeksu"/>
        <w:rPr>
          <w:rStyle w:val="ui-provider"/>
        </w:rPr>
      </w:pPr>
      <w:r w:rsidRPr="009D32C7">
        <w:t>4. Prezes Agencji</w:t>
      </w:r>
      <w:r w:rsidRPr="009D32C7">
        <w:rPr>
          <w:rStyle w:val="ui-provider"/>
        </w:rPr>
        <w:t xml:space="preserve">, w przypadku uzasadnionego podejrzenia naruszenia bezpieczeństwa KROPiK, w szczególności niestosowania </w:t>
      </w:r>
      <w:r w:rsidRPr="009D32C7">
        <w:t>polityki bezpiec</w:t>
      </w:r>
      <w:r w:rsidR="00363E06">
        <w:t xml:space="preserve">zeństwa KROPiK, o której mowa w </w:t>
      </w:r>
      <w:r w:rsidRPr="009D32C7">
        <w:t>ust. 5,</w:t>
      </w:r>
      <w:r w:rsidRPr="009D32C7">
        <w:rPr>
          <w:rStyle w:val="ui-provider"/>
        </w:rPr>
        <w:t xml:space="preserve"> zawiesza możliwość wykorzystania usługi, o której mowa w art. </w:t>
      </w:r>
      <w:r>
        <w:rPr>
          <w:rStyle w:val="ui-provider"/>
        </w:rPr>
        <w:t>10</w:t>
      </w:r>
      <w:r w:rsidR="00363E06">
        <w:rPr>
          <w:rStyle w:val="ui-provider"/>
        </w:rPr>
        <w:t xml:space="preserve"> ust. 1 pkt 2, w </w:t>
      </w:r>
      <w:r w:rsidRPr="009D32C7">
        <w:rPr>
          <w:rStyle w:val="ui-provider"/>
        </w:rPr>
        <w:t xml:space="preserve">odniesieniu do systemu teleinformatycznego, o którym mowa w art. </w:t>
      </w:r>
      <w:r>
        <w:rPr>
          <w:rStyle w:val="ui-provider"/>
        </w:rPr>
        <w:t>10</w:t>
      </w:r>
      <w:r w:rsidRPr="009D32C7">
        <w:rPr>
          <w:rStyle w:val="ui-provider"/>
        </w:rPr>
        <w:t xml:space="preserve"> ust. 1 pkt 2 lit. a, którego to naruszenie dotyczy, do czasu usunięcia tego naruszenia przez podmiot prowadzący system teleinformatyczny, o którym mowa w art. </w:t>
      </w:r>
      <w:r>
        <w:rPr>
          <w:rStyle w:val="ui-provider"/>
        </w:rPr>
        <w:t>10</w:t>
      </w:r>
      <w:r w:rsidRPr="009D32C7">
        <w:rPr>
          <w:rStyle w:val="ui-provider"/>
        </w:rPr>
        <w:t xml:space="preserve"> ust. 1 pkt 2 lit. a, oraz informuje ten podmiot</w:t>
      </w:r>
      <w:r w:rsidRPr="009D32C7">
        <w:rPr>
          <w:rFonts w:ascii="Times New Roman" w:hAnsi="Times New Roman"/>
          <w:bCs w:val="0"/>
        </w:rPr>
        <w:t xml:space="preserve"> </w:t>
      </w:r>
      <w:r w:rsidRPr="009D32C7">
        <w:rPr>
          <w:rStyle w:val="ui-provider"/>
        </w:rPr>
        <w:t>o tym zawieszeniu i jego przyczynie.</w:t>
      </w:r>
    </w:p>
    <w:p w14:paraId="3D789B2D" w14:textId="5A2AD78B" w:rsidR="0050214C" w:rsidRPr="009D32C7" w:rsidRDefault="0050214C" w:rsidP="0050214C">
      <w:pPr>
        <w:pStyle w:val="USTustnpkodeksu"/>
      </w:pPr>
      <w:r w:rsidRPr="009D32C7">
        <w:rPr>
          <w:rStyle w:val="ui-provider"/>
        </w:rPr>
        <w:t>5. Prezes Agencji</w:t>
      </w:r>
      <w:r w:rsidR="00000F37">
        <w:rPr>
          <w:rStyle w:val="ui-provider"/>
        </w:rPr>
        <w:t xml:space="preserve"> sporządza i aktualizuje </w:t>
      </w:r>
      <w:r w:rsidR="00000F37" w:rsidRPr="00000F37">
        <w:rPr>
          <w:rStyle w:val="ui-provider"/>
        </w:rPr>
        <w:t>politykę bezpieczeństwa KROPiK</w:t>
      </w:r>
      <w:r w:rsidR="00000F37">
        <w:rPr>
          <w:rStyle w:val="ui-provider"/>
        </w:rPr>
        <w:t xml:space="preserve"> oraz</w:t>
      </w:r>
      <w:r w:rsidRPr="009D32C7">
        <w:t xml:space="preserve"> sporządza, udostępnia i aktualizuje w Biuletynie Informacji Publicznej na swojej stronie podmiotowej:</w:t>
      </w:r>
    </w:p>
    <w:p w14:paraId="56E5E995" w14:textId="77777777" w:rsidR="0050214C" w:rsidRPr="009D32C7" w:rsidRDefault="0050214C" w:rsidP="0050214C">
      <w:pPr>
        <w:pStyle w:val="PKTpunkt"/>
      </w:pPr>
      <w:r w:rsidRPr="009D32C7">
        <w:t>1)</w:t>
      </w:r>
      <w:r w:rsidRPr="009D32C7">
        <w:tab/>
        <w:t xml:space="preserve">dokumentację integracyjną usługi, o której mowa w art. </w:t>
      </w:r>
      <w:r>
        <w:t>10</w:t>
      </w:r>
      <w:r w:rsidRPr="009D32C7">
        <w:t xml:space="preserve"> ust. 1 pkt 2;</w:t>
      </w:r>
    </w:p>
    <w:p w14:paraId="4D3EE9F8" w14:textId="781E5165" w:rsidR="0050214C" w:rsidRPr="009D32C7" w:rsidRDefault="0050214C" w:rsidP="0050214C">
      <w:pPr>
        <w:pStyle w:val="PKTpunkt"/>
      </w:pPr>
      <w:r w:rsidRPr="009D32C7">
        <w:t>2)</w:t>
      </w:r>
      <w:r w:rsidRPr="009D32C7">
        <w:tab/>
        <w:t xml:space="preserve">wykaz systemów teleinformatycznych zintegrowanych z usługą, o której mowa w art. </w:t>
      </w:r>
      <w:r>
        <w:t xml:space="preserve">10 </w:t>
      </w:r>
      <w:r w:rsidRPr="009D32C7">
        <w:t>ust. 1 pkt 2, na wykorzystanie której uzyskano zgodę, o której mowa w ust. 1</w:t>
      </w:r>
      <w:r w:rsidR="00000F37">
        <w:t>.</w:t>
      </w:r>
    </w:p>
    <w:p w14:paraId="5B624606" w14:textId="437E0562" w:rsidR="0050214C" w:rsidRPr="009D32C7" w:rsidRDefault="0050214C" w:rsidP="00981251">
      <w:pPr>
        <w:pStyle w:val="ARTartustawynprozporzdzenia"/>
      </w:pPr>
      <w:r w:rsidRPr="009D32C7">
        <w:rPr>
          <w:b/>
          <w:bCs/>
        </w:rPr>
        <w:t xml:space="preserve">Art. </w:t>
      </w:r>
      <w:r>
        <w:rPr>
          <w:b/>
          <w:bCs/>
        </w:rPr>
        <w:t>13</w:t>
      </w:r>
      <w:r w:rsidRPr="009D32C7">
        <w:rPr>
          <w:b/>
          <w:bCs/>
        </w:rPr>
        <w:t>.</w:t>
      </w:r>
      <w:r w:rsidRPr="009D32C7">
        <w:t xml:space="preserve"> 1.</w:t>
      </w:r>
      <w:r w:rsidRPr="009D32C7">
        <w:tab/>
      </w:r>
      <w:r w:rsidR="00FE498F">
        <w:t xml:space="preserve"> </w:t>
      </w:r>
      <w:r w:rsidRPr="009D32C7">
        <w:t xml:space="preserve">W przypadku, o którym mowa w art. </w:t>
      </w:r>
      <w:r>
        <w:t>8</w:t>
      </w:r>
      <w:r w:rsidRPr="009D32C7">
        <w:t>:</w:t>
      </w:r>
    </w:p>
    <w:p w14:paraId="642548B1" w14:textId="77777777" w:rsidR="0050214C" w:rsidRPr="009D32C7" w:rsidRDefault="0050214C" w:rsidP="0050214C">
      <w:pPr>
        <w:pStyle w:val="PKTpunkt"/>
      </w:pPr>
      <w:r w:rsidRPr="009D32C7">
        <w:t>1)</w:t>
      </w:r>
      <w:r w:rsidRPr="009D32C7">
        <w:tab/>
        <w:t>ust. 3 – właściciel psa lub kota,</w:t>
      </w:r>
    </w:p>
    <w:p w14:paraId="0562A4EB" w14:textId="77777777" w:rsidR="0050214C" w:rsidRPr="009D32C7" w:rsidRDefault="0050214C" w:rsidP="0050214C">
      <w:pPr>
        <w:pStyle w:val="PKTpunkt"/>
      </w:pPr>
      <w:r w:rsidRPr="009D32C7">
        <w:t>2)</w:t>
      </w:r>
      <w:r w:rsidRPr="009D32C7">
        <w:tab/>
        <w:t>ust. 5 – podmiot prowadzący schronisko</w:t>
      </w:r>
    </w:p>
    <w:p w14:paraId="345D6D17" w14:textId="07B5F255" w:rsidR="0050214C" w:rsidRPr="009D32C7" w:rsidRDefault="0050214C" w:rsidP="0050214C">
      <w:pPr>
        <w:pStyle w:val="CZWSPPKTczwsplnapunktw"/>
      </w:pPr>
      <w:r w:rsidRPr="009D32C7">
        <w:t>–</w:t>
      </w:r>
      <w:r w:rsidRPr="009D32C7">
        <w:tab/>
      </w:r>
      <w:r>
        <w:t>dokonuje</w:t>
      </w:r>
      <w:r w:rsidRPr="009D32C7">
        <w:t xml:space="preserve"> zmiany lub uzupełnienia informacji w KROPiK z wykorzystaniem usługi online zapewnionej przez Agencję, po uwierzytelnieniu w sposób określony w</w:t>
      </w:r>
      <w:r w:rsidR="00363E06">
        <w:t xml:space="preserve"> art. 20a ust. 1 pkt 1 ustawy z dnia 17 lutego 2005 r. o </w:t>
      </w:r>
      <w:r w:rsidRPr="009D32C7">
        <w:t>informatyzacji działalności podmiotów realizujących zadania publiczne.</w:t>
      </w:r>
    </w:p>
    <w:p w14:paraId="7F2EDB27" w14:textId="4F034F3D" w:rsidR="0050214C" w:rsidRPr="00E67B66" w:rsidRDefault="0050214C" w:rsidP="0050214C">
      <w:pPr>
        <w:pStyle w:val="USTustnpkodeksu"/>
        <w:rPr>
          <w:rStyle w:val="IDindeksdolny"/>
        </w:rPr>
      </w:pPr>
      <w:r w:rsidRPr="009D32C7">
        <w:t>2. Minister właściwy do spraw informatyzacji może</w:t>
      </w:r>
      <w:r w:rsidR="00363E06">
        <w:t xml:space="preserve"> w ramach aplikacji mObywatel w </w:t>
      </w:r>
      <w:r w:rsidRPr="009D32C7">
        <w:t>rozumieniu art. 2 pkt 1 ustawy z dnia 26 maja 2023 r. o aplikacji mObywatel (Dz. U. z 2024 r.</w:t>
      </w:r>
      <w:r w:rsidR="00363E06">
        <w:t xml:space="preserve"> poz. 1275) umożliwić osobom, o </w:t>
      </w:r>
      <w:r w:rsidRPr="009D32C7">
        <w:t>których mowa w ust. 1</w:t>
      </w:r>
      <w:r w:rsidR="00BA458C">
        <w:t xml:space="preserve"> pkt 1</w:t>
      </w:r>
      <w:r w:rsidRPr="009D32C7">
        <w:t>:</w:t>
      </w:r>
    </w:p>
    <w:p w14:paraId="439A522A" w14:textId="54A16A8D" w:rsidR="0050214C" w:rsidRPr="009D32C7" w:rsidRDefault="0050214C" w:rsidP="0050214C">
      <w:pPr>
        <w:pStyle w:val="PKTpunkt"/>
      </w:pPr>
      <w:r w:rsidRPr="009D32C7">
        <w:t>1)</w:t>
      </w:r>
      <w:r w:rsidRPr="009D32C7">
        <w:tab/>
        <w:t xml:space="preserve">dostęp do informacji gromadzonych w KROPiK, z możliwością ich zmiany lub uzupełnienia w zakresie określonym w art. </w:t>
      </w:r>
      <w:r>
        <w:t>8</w:t>
      </w:r>
      <w:r w:rsidRPr="009D32C7">
        <w:t xml:space="preserve"> ust. 3;</w:t>
      </w:r>
    </w:p>
    <w:p w14:paraId="124EFDC9" w14:textId="77777777" w:rsidR="0050214C" w:rsidRDefault="0050214C" w:rsidP="0050214C">
      <w:pPr>
        <w:pStyle w:val="PKTpunkt"/>
      </w:pPr>
      <w:r w:rsidRPr="009D32C7">
        <w:t>2)</w:t>
      </w:r>
      <w:r w:rsidRPr="009D32C7">
        <w:tab/>
        <w:t>uzyskanie informacji o nadchodzącym terminie szczepienia przeciwko wściekliźnie</w:t>
      </w:r>
      <w:r>
        <w:t>;</w:t>
      </w:r>
    </w:p>
    <w:p w14:paraId="7B6ACA67" w14:textId="77777777" w:rsidR="0050214C" w:rsidRPr="009D32C7" w:rsidRDefault="0050214C" w:rsidP="0050214C">
      <w:pPr>
        <w:pStyle w:val="PKTpunkt"/>
      </w:pPr>
      <w:r>
        <w:t>3)</w:t>
      </w:r>
      <w:r>
        <w:tab/>
        <w:t>oznaczenie psa albo kota jako psa albo kota, który uciekł albo zabłąkał się oraz cofnięcie tego oznaczenia.</w:t>
      </w:r>
    </w:p>
    <w:p w14:paraId="4AE3CF13" w14:textId="7CB40C7D" w:rsidR="0050214C" w:rsidRPr="009D32C7" w:rsidRDefault="0050214C" w:rsidP="0050214C">
      <w:pPr>
        <w:pStyle w:val="ARTartustawynprozporzdzenia"/>
      </w:pPr>
      <w:r w:rsidRPr="009D32C7">
        <w:rPr>
          <w:b/>
          <w:bCs/>
        </w:rPr>
        <w:lastRenderedPageBreak/>
        <w:t xml:space="preserve">Art. </w:t>
      </w:r>
      <w:r>
        <w:rPr>
          <w:b/>
          <w:bCs/>
        </w:rPr>
        <w:t>14</w:t>
      </w:r>
      <w:r w:rsidRPr="009D32C7">
        <w:rPr>
          <w:b/>
          <w:bCs/>
        </w:rPr>
        <w:t>.</w:t>
      </w:r>
      <w:r w:rsidRPr="009D32C7">
        <w:t xml:space="preserve"> 1.</w:t>
      </w:r>
      <w:r>
        <w:tab/>
      </w:r>
      <w:r w:rsidR="00363E06">
        <w:t xml:space="preserve"> </w:t>
      </w:r>
      <w:r>
        <w:t xml:space="preserve">Agencja </w:t>
      </w:r>
      <w:r w:rsidRPr="009D32C7">
        <w:t xml:space="preserve">prowadzi w KROPiK ewidencję lekarzy weterynarii </w:t>
      </w:r>
      <w:r>
        <w:t>dokonujących</w:t>
      </w:r>
      <w:r w:rsidRPr="009D32C7">
        <w:t xml:space="preserve"> znakowania i rejestracji psów i kotów.</w:t>
      </w:r>
    </w:p>
    <w:p w14:paraId="208BD6E8" w14:textId="3C27A252" w:rsidR="0050214C" w:rsidRPr="009D32C7" w:rsidRDefault="0050214C" w:rsidP="0050214C">
      <w:pPr>
        <w:pStyle w:val="USTustnpkodeksu"/>
      </w:pPr>
      <w:r w:rsidRPr="009D32C7">
        <w:t>2. Do ewidencji, o której mowa w ust. 1, wpisuje się lekarzy weterynarii</w:t>
      </w:r>
      <w:r>
        <w:t xml:space="preserve"> </w:t>
      </w:r>
      <w:r w:rsidRPr="009D32C7">
        <w:t>świadczą</w:t>
      </w:r>
      <w:r>
        <w:t>cych</w:t>
      </w:r>
      <w:r w:rsidRPr="009D32C7">
        <w:t xml:space="preserve"> usługi weterynaryjne w ramach działalności zakładu leczniczego dla zwierząt</w:t>
      </w:r>
      <w:r>
        <w:t xml:space="preserve">, </w:t>
      </w:r>
      <w:r w:rsidRPr="009D32C7">
        <w:t>wpisan</w:t>
      </w:r>
      <w:r>
        <w:t>ych</w:t>
      </w:r>
      <w:r w:rsidRPr="009D32C7">
        <w:t xml:space="preserve"> do rejestru, o którym mowa w art. 17 ust. 1 ust</w:t>
      </w:r>
      <w:r w:rsidR="00363E06">
        <w:t xml:space="preserve">awy z dnia 21 grudnia 1990 r. o </w:t>
      </w:r>
      <w:r w:rsidRPr="009D32C7">
        <w:t>zawodzie lekarza weterynarii i izbach lekarsko-weterynaryjnych</w:t>
      </w:r>
      <w:r>
        <w:t xml:space="preserve">, oraz którzy </w:t>
      </w:r>
      <w:r w:rsidRPr="009D32C7">
        <w:t xml:space="preserve">zgłosili </w:t>
      </w:r>
      <w:r>
        <w:t>Agencji</w:t>
      </w:r>
      <w:r w:rsidR="00363E06">
        <w:t xml:space="preserve"> zamiar znakowania i </w:t>
      </w:r>
      <w:r w:rsidRPr="009D32C7">
        <w:t>rejestracji psów i kotów.</w:t>
      </w:r>
    </w:p>
    <w:p w14:paraId="2FC0554E" w14:textId="77777777" w:rsidR="0050214C" w:rsidRPr="009D32C7" w:rsidRDefault="0050214C" w:rsidP="0050214C">
      <w:pPr>
        <w:pStyle w:val="USTustnpkodeksu"/>
      </w:pPr>
      <w:r w:rsidRPr="009D32C7">
        <w:t>3. Zgłoszenia, o którym mowa w ust. 2</w:t>
      </w:r>
      <w:r>
        <w:t>,</w:t>
      </w:r>
      <w:r w:rsidRPr="009D32C7">
        <w:t xml:space="preserve"> dokonuje się na formularzu udostępnionym przez </w:t>
      </w:r>
      <w:r>
        <w:t>Agencję</w:t>
      </w:r>
      <w:r w:rsidRPr="009D32C7">
        <w:t>.</w:t>
      </w:r>
    </w:p>
    <w:p w14:paraId="00954EB5" w14:textId="77777777" w:rsidR="0050214C" w:rsidRPr="009D32C7" w:rsidRDefault="0050214C" w:rsidP="0050214C">
      <w:pPr>
        <w:pStyle w:val="USTustnpkodeksu"/>
      </w:pPr>
      <w:r w:rsidRPr="009D32C7">
        <w:t>4. Zgłoszenie, o którym mowa w ust. 2, zawiera</w:t>
      </w:r>
      <w:r>
        <w:t>:</w:t>
      </w:r>
    </w:p>
    <w:p w14:paraId="7AF92029" w14:textId="77777777" w:rsidR="0050214C" w:rsidRPr="009D32C7" w:rsidRDefault="0050214C" w:rsidP="0050214C">
      <w:pPr>
        <w:pStyle w:val="PKTpunkt"/>
      </w:pPr>
      <w:r w:rsidRPr="009D32C7">
        <w:t>1)</w:t>
      </w:r>
      <w:r w:rsidRPr="009D32C7">
        <w:tab/>
        <w:t>imię i nazwisko;</w:t>
      </w:r>
    </w:p>
    <w:p w14:paraId="4253BDC1" w14:textId="77777777" w:rsidR="0050214C" w:rsidRDefault="0050214C" w:rsidP="0050214C">
      <w:pPr>
        <w:pStyle w:val="PKTpunkt"/>
      </w:pPr>
      <w:r w:rsidRPr="009D32C7">
        <w:t>2)</w:t>
      </w:r>
      <w:r w:rsidRPr="009D32C7">
        <w:tab/>
        <w:t xml:space="preserve">numer </w:t>
      </w:r>
      <w:r>
        <w:t>prawa wykonywania zawodu;</w:t>
      </w:r>
    </w:p>
    <w:p w14:paraId="21A37A0B" w14:textId="253942D8" w:rsidR="0050214C" w:rsidRPr="009D32C7" w:rsidRDefault="0050214C" w:rsidP="0050214C">
      <w:pPr>
        <w:pStyle w:val="PKTpunkt"/>
      </w:pPr>
      <w:r>
        <w:t>3)</w:t>
      </w:r>
      <w:r>
        <w:tab/>
        <w:t xml:space="preserve">oświadczenie o </w:t>
      </w:r>
      <w:r w:rsidRPr="00ED2E9E">
        <w:t>świadcz</w:t>
      </w:r>
      <w:r>
        <w:t>eniu usług</w:t>
      </w:r>
      <w:r w:rsidRPr="00ED2E9E">
        <w:t xml:space="preserve"> weterynaryjn</w:t>
      </w:r>
      <w:r>
        <w:t>ych</w:t>
      </w:r>
      <w:r w:rsidRPr="00ED2E9E">
        <w:t xml:space="preserve"> w ramach działalności zakładu leczniczego dla zwierząt</w:t>
      </w:r>
      <w:r>
        <w:t xml:space="preserve"> i byciu wpisanym do </w:t>
      </w:r>
      <w:r w:rsidRPr="00D01B39">
        <w:t>rejestr</w:t>
      </w:r>
      <w:r>
        <w:t>u</w:t>
      </w:r>
      <w:r w:rsidRPr="00D01B39">
        <w:t>, o którym</w:t>
      </w:r>
      <w:r w:rsidR="00363E06">
        <w:t xml:space="preserve"> mowa w art. 17 ust. 1 ustawy z </w:t>
      </w:r>
      <w:r w:rsidRPr="00D01B39">
        <w:t>dnia 21 grudnia 1990 r. o zawodzie lekarza weterynarii i izbach lekarsko-weterynaryjnych</w:t>
      </w:r>
      <w:r>
        <w:t>.</w:t>
      </w:r>
    </w:p>
    <w:p w14:paraId="178DC52D" w14:textId="2E3096A8" w:rsidR="0050214C" w:rsidRDefault="00363E06" w:rsidP="0050214C">
      <w:pPr>
        <w:pStyle w:val="USTustnpkodeksu"/>
      </w:pPr>
      <w:r>
        <w:t xml:space="preserve">5. </w:t>
      </w:r>
      <w:r w:rsidR="0050214C">
        <w:t>Oświadczenie</w:t>
      </w:r>
      <w:r w:rsidR="0050214C" w:rsidRPr="00DD52A2">
        <w:t>, o który</w:t>
      </w:r>
      <w:r w:rsidR="0050214C">
        <w:t>m</w:t>
      </w:r>
      <w:r w:rsidR="0050214C" w:rsidRPr="00DD52A2">
        <w:t xml:space="preserve"> mowa w </w:t>
      </w:r>
      <w:r w:rsidR="0050214C">
        <w:t>ust. 4 pkt 3</w:t>
      </w:r>
      <w:r w:rsidR="0050214C" w:rsidRPr="00DD52A2">
        <w:t xml:space="preserve">, składa się pod rygorem odpowiedzialności karnej za składanie fałszywych zeznań. Składający oświadczenie jest obowiązany do zawarcia w nim klauzuli następującej treści: „Jestem świadomy odpowiedzialności karnej za złożenie fałszywego oświadczenia.”. Klauzula ta zastępuje </w:t>
      </w:r>
      <w:r w:rsidR="0050214C">
        <w:t>pouczenie Agencji</w:t>
      </w:r>
      <w:r w:rsidR="0050214C" w:rsidRPr="00DD52A2">
        <w:t>, o odpowiedzialności karnej za składanie fałszywych zeznań.</w:t>
      </w:r>
    </w:p>
    <w:p w14:paraId="34D20645" w14:textId="5CF68117" w:rsidR="0050214C" w:rsidRPr="009D32C7" w:rsidRDefault="0050214C" w:rsidP="0050214C">
      <w:pPr>
        <w:pStyle w:val="USTustnpkodeksu"/>
      </w:pPr>
      <w:r>
        <w:t>6</w:t>
      </w:r>
      <w:r w:rsidRPr="009D32C7">
        <w:t xml:space="preserve">. W przypadku zmiany </w:t>
      </w:r>
      <w:r>
        <w:t>informacji</w:t>
      </w:r>
      <w:r w:rsidRPr="009D32C7">
        <w:t>, o których mowa w ust. 4, lekarz weterynarii niezwłocznie informuje o t</w:t>
      </w:r>
      <w:r>
        <w:t>ym</w:t>
      </w:r>
      <w:r w:rsidRPr="009D32C7">
        <w:t xml:space="preserve"> </w:t>
      </w:r>
      <w:r>
        <w:t>Agencję</w:t>
      </w:r>
      <w:r w:rsidRPr="009D32C7">
        <w:t xml:space="preserve">, która aktualizuje </w:t>
      </w:r>
      <w:r>
        <w:t>informacje</w:t>
      </w:r>
      <w:r w:rsidR="00363E06">
        <w:t xml:space="preserve"> zawarte w </w:t>
      </w:r>
      <w:r w:rsidRPr="009D32C7">
        <w:t>e</w:t>
      </w:r>
      <w:r w:rsidR="00363E06">
        <w:t xml:space="preserve">widencji, o </w:t>
      </w:r>
      <w:r w:rsidRPr="009D32C7">
        <w:t>której mowa w ust. 1</w:t>
      </w:r>
      <w:r>
        <w:t>, albo skreśla lekarza weterynarii z tej ewidencji.</w:t>
      </w:r>
    </w:p>
    <w:p w14:paraId="7847645F" w14:textId="294B5ADB" w:rsidR="0050214C" w:rsidRDefault="0050214C" w:rsidP="0050214C">
      <w:pPr>
        <w:pStyle w:val="USTustnpkodeksu"/>
      </w:pPr>
      <w:r>
        <w:t>7</w:t>
      </w:r>
      <w:r w:rsidR="00363E06">
        <w:t xml:space="preserve">. </w:t>
      </w:r>
      <w:r w:rsidRPr="009D32C7">
        <w:t>Dane zawarte w ewidencji, o której mowa w ust. 1, przetwarza się w celu identyfikacji lekarzy weterynarii uprawnionych do znakowania i rejestracji psów i kotów oraz do dokonywania zmian i uzupełniania informacji w KROPiK.</w:t>
      </w:r>
    </w:p>
    <w:p w14:paraId="65E29283" w14:textId="34BBEB17" w:rsidR="0050214C" w:rsidRDefault="0050214C" w:rsidP="0050214C">
      <w:pPr>
        <w:pStyle w:val="ARTartustawynprozporzdzenia"/>
      </w:pPr>
      <w:r w:rsidRPr="009D32C7">
        <w:rPr>
          <w:b/>
          <w:bCs/>
        </w:rPr>
        <w:t xml:space="preserve">Art. </w:t>
      </w:r>
      <w:r>
        <w:rPr>
          <w:b/>
          <w:bCs/>
        </w:rPr>
        <w:t>15</w:t>
      </w:r>
      <w:r w:rsidRPr="009D32C7">
        <w:rPr>
          <w:b/>
          <w:bCs/>
        </w:rPr>
        <w:t>.</w:t>
      </w:r>
      <w:r w:rsidRPr="009D32C7">
        <w:t xml:space="preserve"> 1.</w:t>
      </w:r>
      <w:r w:rsidRPr="009D32C7">
        <w:tab/>
        <w:t xml:space="preserve"> Agencja zapewnia</w:t>
      </w:r>
      <w:r>
        <w:t xml:space="preserve"> </w:t>
      </w:r>
      <w:r w:rsidRPr="009D32C7">
        <w:t>nieodpłatn</w:t>
      </w:r>
      <w:r>
        <w:t xml:space="preserve">y dostęp do </w:t>
      </w:r>
      <w:r w:rsidR="00363E06">
        <w:t xml:space="preserve">informacji zgromadzonych w </w:t>
      </w:r>
      <w:r w:rsidRPr="009D32C7">
        <w:t>KROPiK</w:t>
      </w:r>
      <w:r w:rsidR="00275081">
        <w:t>, po uwierzytelnieniu w KROPiK</w:t>
      </w:r>
      <w:r w:rsidRPr="009D32C7">
        <w:t>:</w:t>
      </w:r>
    </w:p>
    <w:p w14:paraId="18A47F9F" w14:textId="7715FDFC" w:rsidR="009D6875" w:rsidRDefault="0050214C" w:rsidP="00E066E1">
      <w:pPr>
        <w:pStyle w:val="PKTpunkt"/>
      </w:pPr>
      <w:r>
        <w:t>1)</w:t>
      </w:r>
      <w:r>
        <w:tab/>
      </w:r>
      <w:r w:rsidRPr="00346981">
        <w:t>gminie,</w:t>
      </w:r>
    </w:p>
    <w:p w14:paraId="6CEBF5EE" w14:textId="719F21A4" w:rsidR="0050214C" w:rsidRPr="00346981" w:rsidRDefault="009D6875" w:rsidP="00E066E1">
      <w:pPr>
        <w:pStyle w:val="PKTpunkt"/>
      </w:pPr>
      <w:r>
        <w:t>2)</w:t>
      </w:r>
      <w:r>
        <w:tab/>
      </w:r>
      <w:r w:rsidR="0050214C" w:rsidRPr="00346981">
        <w:t>Policji,</w:t>
      </w:r>
    </w:p>
    <w:p w14:paraId="3346963C" w14:textId="00DA7A28" w:rsidR="0050214C" w:rsidRPr="00346981" w:rsidRDefault="009D6875" w:rsidP="00E066E1">
      <w:pPr>
        <w:pStyle w:val="PKTpunkt"/>
      </w:pPr>
      <w:r>
        <w:t>3</w:t>
      </w:r>
      <w:r w:rsidR="0050214C" w:rsidRPr="00346981">
        <w:t>)</w:t>
      </w:r>
      <w:r w:rsidR="0050214C" w:rsidRPr="00346981">
        <w:tab/>
        <w:t>straży gminnej (miejskiej),</w:t>
      </w:r>
    </w:p>
    <w:p w14:paraId="35FE4F7E" w14:textId="588D0175" w:rsidR="0050214C" w:rsidRPr="00346981" w:rsidRDefault="009D6875" w:rsidP="00E066E1">
      <w:pPr>
        <w:pStyle w:val="PKTpunkt"/>
      </w:pPr>
      <w:r>
        <w:t>4</w:t>
      </w:r>
      <w:r w:rsidR="0050214C" w:rsidRPr="00346981">
        <w:t>)</w:t>
      </w:r>
      <w:r w:rsidR="0050214C" w:rsidRPr="00346981">
        <w:tab/>
        <w:t>prokuraturze,</w:t>
      </w:r>
    </w:p>
    <w:p w14:paraId="783C6A7D" w14:textId="347DD6CC" w:rsidR="0050214C" w:rsidRPr="00346981" w:rsidRDefault="009D6875" w:rsidP="00E066E1">
      <w:pPr>
        <w:pStyle w:val="PKTpunkt"/>
      </w:pPr>
      <w:r>
        <w:lastRenderedPageBreak/>
        <w:t>5</w:t>
      </w:r>
      <w:r w:rsidR="0050214C" w:rsidRPr="00346981">
        <w:t>)</w:t>
      </w:r>
      <w:r w:rsidR="0050214C" w:rsidRPr="00346981">
        <w:tab/>
        <w:t>sądom,</w:t>
      </w:r>
    </w:p>
    <w:p w14:paraId="40CE35D2" w14:textId="334B04F6" w:rsidR="0050214C" w:rsidRDefault="009D6875" w:rsidP="00E066E1">
      <w:pPr>
        <w:pStyle w:val="PKTpunkt"/>
      </w:pPr>
      <w:r>
        <w:t>6</w:t>
      </w:r>
      <w:r w:rsidR="0050214C" w:rsidRPr="00346981">
        <w:t>)</w:t>
      </w:r>
      <w:r w:rsidR="0050214C" w:rsidRPr="00346981">
        <w:tab/>
        <w:t>Inspekcji Weterynaryjnej</w:t>
      </w:r>
    </w:p>
    <w:p w14:paraId="28FF2A49" w14:textId="18A562D1" w:rsidR="00E60A9C" w:rsidRDefault="0027086E" w:rsidP="00E066E1">
      <w:pPr>
        <w:pStyle w:val="CZWSPPKTczwsplnapunktw"/>
      </w:pPr>
      <w:r>
        <w:t xml:space="preserve">– </w:t>
      </w:r>
      <w:r w:rsidR="009D6875">
        <w:t xml:space="preserve">z możliwością ich przeszukiwania, </w:t>
      </w:r>
      <w:r w:rsidR="00E77A48">
        <w:t xml:space="preserve">w </w:t>
      </w:r>
      <w:r w:rsidR="00E97343">
        <w:t xml:space="preserve">celu </w:t>
      </w:r>
      <w:r w:rsidR="00E60A9C" w:rsidRPr="00E60A9C">
        <w:t>niezbędnym do realizacji ich ustawowych zadań</w:t>
      </w:r>
      <w:r w:rsidR="00E97343">
        <w:t xml:space="preserve"> i kontaktu z właścicielem psa lub kota</w:t>
      </w:r>
      <w:r w:rsidR="00FF1FAC">
        <w:t xml:space="preserve"> lub z podmiotem prowadzącym schronisko</w:t>
      </w:r>
      <w:r w:rsidR="00115986">
        <w:t>,</w:t>
      </w:r>
    </w:p>
    <w:p w14:paraId="0F9398B4" w14:textId="1DDF2D24" w:rsidR="0050214C" w:rsidRPr="009D32C7" w:rsidRDefault="00115986" w:rsidP="00E066E1">
      <w:pPr>
        <w:pStyle w:val="PKTpunkt"/>
      </w:pPr>
      <w:r>
        <w:t>7</w:t>
      </w:r>
      <w:r w:rsidR="0050214C">
        <w:t>)</w:t>
      </w:r>
      <w:r w:rsidR="0050214C">
        <w:tab/>
      </w:r>
      <w:r w:rsidRPr="009D32C7">
        <w:t>podmiotom prowadzącym schronisk</w:t>
      </w:r>
      <w:r>
        <w:t>a</w:t>
      </w:r>
      <w:r w:rsidR="00405AB0">
        <w:t xml:space="preserve">, w zakresie ograniczonym do </w:t>
      </w:r>
      <w:r w:rsidR="00275081">
        <w:t xml:space="preserve">informacji </w:t>
      </w:r>
      <w:r w:rsidR="009D6875" w:rsidRPr="009D6875">
        <w:t>powiązanych z odczytanym numerem transpondera</w:t>
      </w:r>
      <w:r w:rsidR="00275081">
        <w:t xml:space="preserve"> psa lub kota, w celu kontaktu z jego właścicielem</w:t>
      </w:r>
      <w:r w:rsidR="008E0E1E">
        <w:t>.</w:t>
      </w:r>
    </w:p>
    <w:p w14:paraId="2C55F474" w14:textId="15D377B3" w:rsidR="0050214C" w:rsidRPr="009D32C7" w:rsidRDefault="0050214C" w:rsidP="0050214C">
      <w:pPr>
        <w:pStyle w:val="USTustnpkodeksu"/>
      </w:pPr>
      <w:r>
        <w:t>2</w:t>
      </w:r>
      <w:r w:rsidRPr="009D32C7">
        <w:t>. Agencja zapewnia lekarzom weterynarii</w:t>
      </w:r>
      <w:r>
        <w:t xml:space="preserve"> </w:t>
      </w:r>
      <w:r w:rsidRPr="009D32C7">
        <w:t>wpisanym do ewidencji, o której mowa w</w:t>
      </w:r>
      <w:r w:rsidR="00363E06">
        <w:t xml:space="preserve"> </w:t>
      </w:r>
      <w:r w:rsidRPr="009D32C7">
        <w:t>art.</w:t>
      </w:r>
      <w:r w:rsidR="00363E06">
        <w:t xml:space="preserve"> </w:t>
      </w:r>
      <w:r>
        <w:t>14</w:t>
      </w:r>
      <w:r w:rsidRPr="009D32C7">
        <w:t xml:space="preserve"> ust. 1, możliwość nieodpłatnego wprowadzania do KROPiK informacji w celu rejestracji psów i kotów</w:t>
      </w:r>
      <w:r w:rsidR="00C709E8">
        <w:t>,</w:t>
      </w:r>
      <w:r w:rsidRPr="009D32C7">
        <w:t xml:space="preserve"> </w:t>
      </w:r>
      <w:r w:rsidR="002C61A3">
        <w:t xml:space="preserve">dostępu do informacji zgromadzonych w KROPiK powiązanych z odczytanym numerem transpondera oraz </w:t>
      </w:r>
      <w:r w:rsidRPr="009D32C7">
        <w:t>dokonywania zmian i uzupełniania tych informacji, po uwierzytelnieniu w KROPiK</w:t>
      </w:r>
      <w:r>
        <w:t>.</w:t>
      </w:r>
    </w:p>
    <w:p w14:paraId="788FCF6B" w14:textId="77777777" w:rsidR="0050214C" w:rsidRPr="009D32C7" w:rsidRDefault="0050214C" w:rsidP="0050214C">
      <w:pPr>
        <w:pStyle w:val="USTustnpkodeksu"/>
      </w:pPr>
      <w:r>
        <w:t>3</w:t>
      </w:r>
      <w:r w:rsidRPr="009D32C7">
        <w:t>. Uwierzytelnienie w KROPiK następuje:</w:t>
      </w:r>
    </w:p>
    <w:p w14:paraId="40152E70" w14:textId="77777777" w:rsidR="0050214C" w:rsidRPr="009D32C7" w:rsidRDefault="0050214C" w:rsidP="0050214C">
      <w:pPr>
        <w:pStyle w:val="PKTpunkt"/>
      </w:pPr>
      <w:r w:rsidRPr="009D32C7">
        <w:t>1)</w:t>
      </w:r>
      <w:r w:rsidRPr="009D32C7">
        <w:tab/>
        <w:t>w sposób określony w art. 20a ust. 1 ustawy z dnia 17 lutego 2005 r. o informatyzacji działalności podmiotów realizujących zadania publiczne lub</w:t>
      </w:r>
    </w:p>
    <w:p w14:paraId="07A34E31" w14:textId="77777777" w:rsidR="0050214C" w:rsidRPr="009D32C7" w:rsidRDefault="0050214C" w:rsidP="0050214C">
      <w:pPr>
        <w:pStyle w:val="PKTpunkt"/>
      </w:pPr>
      <w:r w:rsidRPr="009D32C7">
        <w:t>2)</w:t>
      </w:r>
      <w:r w:rsidRPr="009D32C7">
        <w:tab/>
        <w:t>za pomocą loginu i kodu dostępu do KROPiK.</w:t>
      </w:r>
    </w:p>
    <w:p w14:paraId="1EFB5690" w14:textId="2358FAD6" w:rsidR="0050214C" w:rsidRPr="009D32C7" w:rsidRDefault="0050214C" w:rsidP="0050214C">
      <w:pPr>
        <w:pStyle w:val="USTustnpkodeksu"/>
      </w:pPr>
      <w:r>
        <w:t>4</w:t>
      </w:r>
      <w:r w:rsidR="00363E06">
        <w:t xml:space="preserve">. </w:t>
      </w:r>
      <w:r w:rsidRPr="009D32C7">
        <w:t xml:space="preserve">Minister właściwy do spraw rolnictwa określi, w drodze rozporządzenia, szczegółowe wymagania dotyczące loginu i kodu dostępu do KROPiK oraz trybu ich udostępniania, mając na względzie potrzebę identyfikacji podmiotu uprawnionego do korzystania z KROPiK na podstawie ust. </w:t>
      </w:r>
      <w:r>
        <w:t>1</w:t>
      </w:r>
      <w:r w:rsidRPr="009D32C7">
        <w:t xml:space="preserve"> i </w:t>
      </w:r>
      <w:r>
        <w:t>2</w:t>
      </w:r>
      <w:r w:rsidRPr="009D32C7">
        <w:t>, a także zabezpieczenie przekazywanych danych przed dostępem osób nieuprawnionych.</w:t>
      </w:r>
    </w:p>
    <w:p w14:paraId="53AAEDCA" w14:textId="35A17295" w:rsidR="00EE4F8D" w:rsidRDefault="0050214C" w:rsidP="00104842">
      <w:pPr>
        <w:pStyle w:val="ARTartustawynprozporzdzenia"/>
        <w:rPr>
          <w:rFonts w:eastAsia="Times New Roman"/>
        </w:rPr>
      </w:pPr>
      <w:r w:rsidRPr="009D32C7">
        <w:rPr>
          <w:b/>
          <w:bCs/>
        </w:rPr>
        <w:t xml:space="preserve">Art. </w:t>
      </w:r>
      <w:r>
        <w:rPr>
          <w:b/>
          <w:bCs/>
        </w:rPr>
        <w:t>16</w:t>
      </w:r>
      <w:r w:rsidRPr="009D32C7">
        <w:rPr>
          <w:b/>
          <w:bCs/>
        </w:rPr>
        <w:t>.</w:t>
      </w:r>
      <w:r w:rsidRPr="009D32C7">
        <w:rPr>
          <w:rFonts w:eastAsia="Times New Roman"/>
        </w:rPr>
        <w:t xml:space="preserve"> 1. </w:t>
      </w:r>
      <w:r w:rsidR="00F37C44">
        <w:rPr>
          <w:rFonts w:eastAsia="Times New Roman"/>
        </w:rPr>
        <w:t xml:space="preserve">Prezes Agencji na </w:t>
      </w:r>
      <w:r w:rsidR="00104842">
        <w:rPr>
          <w:rFonts w:eastAsia="Times New Roman"/>
        </w:rPr>
        <w:t>wniosek</w:t>
      </w:r>
      <w:r w:rsidR="00EE4F8D">
        <w:rPr>
          <w:rFonts w:eastAsia="Times New Roman"/>
        </w:rPr>
        <w:t>:</w:t>
      </w:r>
    </w:p>
    <w:p w14:paraId="3B1C81FF" w14:textId="6844B490" w:rsidR="00104842" w:rsidRDefault="00EE4F8D" w:rsidP="00EE4F8D">
      <w:pPr>
        <w:pStyle w:val="PKTpunkt"/>
        <w:rPr>
          <w:rFonts w:eastAsia="Times New Roman"/>
        </w:rPr>
      </w:pPr>
      <w:r>
        <w:rPr>
          <w:rFonts w:eastAsia="Times New Roman"/>
        </w:rPr>
        <w:t>1)</w:t>
      </w:r>
      <w:r>
        <w:rPr>
          <w:rFonts w:eastAsia="Times New Roman"/>
        </w:rPr>
        <w:tab/>
        <w:t>Ministra Obrony Narodowej</w:t>
      </w:r>
      <w:r w:rsidR="00C543FA">
        <w:rPr>
          <w:rFonts w:eastAsia="Times New Roman"/>
        </w:rPr>
        <w:t xml:space="preserve"> – </w:t>
      </w:r>
      <w:r>
        <w:rPr>
          <w:rFonts w:eastAsia="Times New Roman"/>
        </w:rPr>
        <w:t>dotyczący</w:t>
      </w:r>
      <w:r w:rsidR="00104842" w:rsidRPr="00104842">
        <w:rPr>
          <w:rFonts w:eastAsia="Times New Roman"/>
        </w:rPr>
        <w:t xml:space="preserve"> psów</w:t>
      </w:r>
      <w:r>
        <w:rPr>
          <w:rFonts w:eastAsia="Times New Roman"/>
        </w:rPr>
        <w:t>, o których mowa w</w:t>
      </w:r>
      <w:r w:rsidR="00104842" w:rsidRPr="00104842">
        <w:rPr>
          <w:rFonts w:eastAsia="Times New Roman"/>
        </w:rPr>
        <w:t>:</w:t>
      </w:r>
    </w:p>
    <w:p w14:paraId="07422CED" w14:textId="5D221CB2" w:rsidR="00C543FA" w:rsidRPr="0027086E" w:rsidRDefault="00C543FA" w:rsidP="0027086E">
      <w:pPr>
        <w:pStyle w:val="LITlitera"/>
      </w:pPr>
      <w:r>
        <w:rPr>
          <w:rFonts w:eastAsia="Times New Roman"/>
        </w:rPr>
        <w:t>a)</w:t>
      </w:r>
      <w:r>
        <w:rPr>
          <w:rFonts w:eastAsia="Times New Roman"/>
        </w:rPr>
        <w:tab/>
      </w:r>
      <w:r w:rsidRPr="00C543FA">
        <w:rPr>
          <w:rFonts w:eastAsia="Times New Roman"/>
        </w:rPr>
        <w:t xml:space="preserve">art. 2 pkt </w:t>
      </w:r>
      <w:r w:rsidRPr="0027086E">
        <w:t>30 ustawy z dnia 11 marca 2022 r. o obronie Ojczyzny używanych w resorcie obrony w rozumieniu art. 2 pkt 30 tej ustawy</w:t>
      </w:r>
      <w:r w:rsidR="00B53A29">
        <w:t>,</w:t>
      </w:r>
    </w:p>
    <w:p w14:paraId="7966E81F" w14:textId="0BC72ED6" w:rsidR="00C543FA" w:rsidRPr="0027086E" w:rsidRDefault="00C543FA" w:rsidP="0027086E">
      <w:pPr>
        <w:pStyle w:val="LITlitera"/>
      </w:pPr>
      <w:r w:rsidRPr="0027086E">
        <w:t>b)</w:t>
      </w:r>
      <w:r w:rsidRPr="0027086E">
        <w:tab/>
        <w:t>Służbie Kontrwywiadu Wojskowego</w:t>
      </w:r>
      <w:r w:rsidR="00B53A29">
        <w:t>,</w:t>
      </w:r>
    </w:p>
    <w:p w14:paraId="71FFE4CA" w14:textId="1ED1A572" w:rsidR="00C543FA" w:rsidRDefault="00F37C44" w:rsidP="0027086E">
      <w:pPr>
        <w:pStyle w:val="PKTpunkt"/>
        <w:rPr>
          <w:rFonts w:eastAsia="Times New Roman"/>
        </w:rPr>
      </w:pPr>
      <w:r>
        <w:rPr>
          <w:rFonts w:eastAsia="Times New Roman"/>
        </w:rPr>
        <w:t>2)</w:t>
      </w:r>
      <w:r>
        <w:rPr>
          <w:rFonts w:eastAsia="Times New Roman"/>
        </w:rPr>
        <w:tab/>
        <w:t>ministra właściwego do spraw wewnętrznych – dotyczący psów, o których mowa w:</w:t>
      </w:r>
    </w:p>
    <w:p w14:paraId="17008506" w14:textId="77777777" w:rsidR="00EE4F8D" w:rsidRDefault="00EE4F8D" w:rsidP="00C543FA">
      <w:pPr>
        <w:pStyle w:val="LITlitera"/>
        <w:rPr>
          <w:rFonts w:eastAsia="Times New Roman"/>
        </w:rPr>
      </w:pPr>
      <w:r>
        <w:rPr>
          <w:rFonts w:eastAsia="Times New Roman"/>
        </w:rPr>
        <w:t>a)</w:t>
      </w:r>
      <w:r>
        <w:rPr>
          <w:rFonts w:eastAsia="Times New Roman"/>
        </w:rPr>
        <w:tab/>
      </w:r>
      <w:r w:rsidRPr="00EE4F8D">
        <w:rPr>
          <w:rFonts w:eastAsia="Times New Roman"/>
        </w:rPr>
        <w:t>art. 14 ust. 5c ustawy z dnia 6 kwietnia 1990 r. o Policji (Dz. U. z</w:t>
      </w:r>
      <w:r>
        <w:rPr>
          <w:rFonts w:eastAsia="Times New Roman"/>
        </w:rPr>
        <w:t xml:space="preserve"> 2024 r. poz. 145, z późn. zm.),</w:t>
      </w:r>
    </w:p>
    <w:p w14:paraId="52A37B8D" w14:textId="49AD2A79" w:rsidR="00EE4F8D" w:rsidRDefault="00EE4F8D" w:rsidP="00C543FA">
      <w:pPr>
        <w:pStyle w:val="LITlitera"/>
        <w:rPr>
          <w:rFonts w:eastAsia="Times New Roman"/>
        </w:rPr>
      </w:pPr>
      <w:r>
        <w:rPr>
          <w:rFonts w:eastAsia="Times New Roman"/>
        </w:rPr>
        <w:t>b)</w:t>
      </w:r>
      <w:r>
        <w:rPr>
          <w:rFonts w:eastAsia="Times New Roman"/>
        </w:rPr>
        <w:tab/>
      </w:r>
      <w:r w:rsidRPr="00EE4F8D">
        <w:rPr>
          <w:rFonts w:eastAsia="Times New Roman"/>
        </w:rPr>
        <w:t>art. 11 ust. 1e ustawy z dnia 12 października 1990 r. o Straży Granicznej (Dz. U. z</w:t>
      </w:r>
      <w:r w:rsidR="00B53A29">
        <w:rPr>
          <w:rFonts w:eastAsia="Times New Roman"/>
        </w:rPr>
        <w:t> </w:t>
      </w:r>
      <w:r>
        <w:rPr>
          <w:rFonts w:eastAsia="Times New Roman"/>
        </w:rPr>
        <w:t xml:space="preserve">2024 r. poz. 915, z </w:t>
      </w:r>
      <w:proofErr w:type="spellStart"/>
      <w:r>
        <w:rPr>
          <w:rFonts w:eastAsia="Times New Roman"/>
        </w:rPr>
        <w:t>pózn</w:t>
      </w:r>
      <w:proofErr w:type="spellEnd"/>
      <w:r>
        <w:rPr>
          <w:rFonts w:eastAsia="Times New Roman"/>
        </w:rPr>
        <w:t>. zm.),</w:t>
      </w:r>
    </w:p>
    <w:p w14:paraId="782CF591" w14:textId="77777777" w:rsidR="00EE4F8D" w:rsidRDefault="00EE4F8D" w:rsidP="00C543FA">
      <w:pPr>
        <w:pStyle w:val="LITlitera"/>
        <w:rPr>
          <w:rFonts w:eastAsia="Times New Roman"/>
        </w:rPr>
      </w:pPr>
      <w:r>
        <w:rPr>
          <w:rFonts w:eastAsia="Times New Roman"/>
        </w:rPr>
        <w:t>c)</w:t>
      </w:r>
      <w:r>
        <w:rPr>
          <w:rFonts w:eastAsia="Times New Roman"/>
        </w:rPr>
        <w:tab/>
      </w:r>
      <w:r w:rsidRPr="00EE4F8D">
        <w:rPr>
          <w:rFonts w:eastAsia="Times New Roman"/>
        </w:rPr>
        <w:t xml:space="preserve">art. 124o ust. 2 pkt 1 i ust. 5 ustawy z dnia 24 sierpnia 1991 r. o Państwowej Straży Pożarnej (Dz. U. z </w:t>
      </w:r>
      <w:r>
        <w:rPr>
          <w:rFonts w:eastAsia="Times New Roman"/>
        </w:rPr>
        <w:t>2024 r. poz. 1443, z późn. zm.),</w:t>
      </w:r>
    </w:p>
    <w:p w14:paraId="2806EC8B" w14:textId="7E0EB2AC" w:rsidR="00EE4F8D" w:rsidRDefault="00EE4F8D" w:rsidP="00C543FA">
      <w:pPr>
        <w:pStyle w:val="LITlitera"/>
        <w:rPr>
          <w:rFonts w:eastAsia="Times New Roman"/>
        </w:rPr>
      </w:pPr>
      <w:r>
        <w:rPr>
          <w:rFonts w:eastAsia="Times New Roman"/>
        </w:rPr>
        <w:lastRenderedPageBreak/>
        <w:t>d)</w:t>
      </w:r>
      <w:r>
        <w:rPr>
          <w:rFonts w:eastAsia="Times New Roman"/>
        </w:rPr>
        <w:tab/>
      </w:r>
      <w:r w:rsidRPr="00EE4F8D">
        <w:rPr>
          <w:rFonts w:eastAsia="Times New Roman"/>
        </w:rPr>
        <w:t>art. 19 ust. 4 ustawy z dnia 8 grudnia 2017 r. o Służbie</w:t>
      </w:r>
      <w:r w:rsidR="00B53A29">
        <w:rPr>
          <w:rFonts w:eastAsia="Times New Roman"/>
        </w:rPr>
        <w:t xml:space="preserve"> Ochrony Państwa (Dz. U. z </w:t>
      </w:r>
      <w:r>
        <w:rPr>
          <w:rFonts w:eastAsia="Times New Roman"/>
        </w:rPr>
        <w:t>2024 </w:t>
      </w:r>
      <w:r w:rsidRPr="00EE4F8D">
        <w:rPr>
          <w:rFonts w:eastAsia="Times New Roman"/>
        </w:rPr>
        <w:t>r. poz. 325</w:t>
      </w:r>
      <w:r>
        <w:rPr>
          <w:rFonts w:eastAsia="Times New Roman"/>
        </w:rPr>
        <w:t>, z późn. zm.),</w:t>
      </w:r>
    </w:p>
    <w:p w14:paraId="53A3D0D3" w14:textId="5E9186CF" w:rsidR="00EE4F8D" w:rsidRDefault="00EE4F8D" w:rsidP="00C543FA">
      <w:pPr>
        <w:pStyle w:val="LITlitera"/>
        <w:rPr>
          <w:rFonts w:eastAsia="Times New Roman"/>
        </w:rPr>
      </w:pPr>
      <w:r>
        <w:rPr>
          <w:rFonts w:eastAsia="Times New Roman"/>
        </w:rPr>
        <w:t>e)</w:t>
      </w:r>
      <w:r>
        <w:rPr>
          <w:rFonts w:eastAsia="Times New Roman"/>
        </w:rPr>
        <w:tab/>
      </w:r>
      <w:r w:rsidRPr="00EE4F8D">
        <w:rPr>
          <w:rFonts w:eastAsia="Times New Roman"/>
        </w:rPr>
        <w:t xml:space="preserve">art. 254 pkt 1 i 2 ustawy z dnia 11 marca 2022 r. o </w:t>
      </w:r>
      <w:r w:rsidR="00B53A29">
        <w:rPr>
          <w:rFonts w:eastAsia="Times New Roman"/>
        </w:rPr>
        <w:t>obronie Ojczyzny (Dz. U. z 2024 </w:t>
      </w:r>
      <w:r w:rsidRPr="00EE4F8D">
        <w:rPr>
          <w:rFonts w:eastAsia="Times New Roman"/>
        </w:rPr>
        <w:t>r. poz. 248, 834, 1089, 1248 i 1585),</w:t>
      </w:r>
    </w:p>
    <w:p w14:paraId="73189D0F" w14:textId="4A312922" w:rsidR="0027086E" w:rsidRDefault="00EE4F8D" w:rsidP="00DB469E">
      <w:pPr>
        <w:pStyle w:val="LITlitera"/>
        <w:rPr>
          <w:rFonts w:eastAsia="Times New Roman"/>
        </w:rPr>
      </w:pPr>
      <w:r>
        <w:rPr>
          <w:rFonts w:eastAsia="Times New Roman"/>
        </w:rPr>
        <w:t>f)</w:t>
      </w:r>
      <w:r>
        <w:rPr>
          <w:rFonts w:eastAsia="Times New Roman"/>
        </w:rPr>
        <w:tab/>
      </w:r>
      <w:r w:rsidRPr="00EE4F8D">
        <w:rPr>
          <w:rFonts w:eastAsia="Times New Roman"/>
        </w:rPr>
        <w:t>art. 2 pkt 30 ustawy z dnia 11 marca 2022 r. o obronie Ojczyzny</w:t>
      </w:r>
      <w:r w:rsidRPr="00EE4F8D">
        <w:t xml:space="preserve"> </w:t>
      </w:r>
      <w:r w:rsidR="00B53A29">
        <w:t>używanych w </w:t>
      </w:r>
      <w:r w:rsidRPr="00EE4F8D">
        <w:rPr>
          <w:rFonts w:eastAsia="Times New Roman"/>
        </w:rPr>
        <w:t>resorc</w:t>
      </w:r>
      <w:r w:rsidR="003D225C">
        <w:rPr>
          <w:rFonts w:eastAsia="Times New Roman"/>
        </w:rPr>
        <w:t xml:space="preserve">ie </w:t>
      </w:r>
      <w:r w:rsidR="0027086E">
        <w:rPr>
          <w:rFonts w:eastAsia="Times New Roman"/>
        </w:rPr>
        <w:t>spraw wewnętrznych</w:t>
      </w:r>
    </w:p>
    <w:p w14:paraId="5E1E5A10" w14:textId="69D5DD00" w:rsidR="00231E6C" w:rsidRDefault="00231E6C" w:rsidP="00DB469E">
      <w:pPr>
        <w:pStyle w:val="CZWSPLITczwsplnaliter"/>
        <w:rPr>
          <w:rFonts w:eastAsia="Times New Roman"/>
        </w:rPr>
      </w:pPr>
      <w:r>
        <w:rPr>
          <w:rFonts w:eastAsia="Times New Roman"/>
        </w:rPr>
        <w:t>–</w:t>
      </w:r>
      <w:r>
        <w:rPr>
          <w:rFonts w:eastAsia="Times New Roman"/>
        </w:rPr>
        <w:tab/>
      </w:r>
      <w:r w:rsidR="007E11A2">
        <w:rPr>
          <w:rFonts w:eastAsia="Times New Roman"/>
        </w:rPr>
        <w:t xml:space="preserve">wykreśla z KROPiK </w:t>
      </w:r>
      <w:r w:rsidR="00A87086">
        <w:rPr>
          <w:rFonts w:eastAsia="Times New Roman"/>
        </w:rPr>
        <w:t>informacje powiązane z</w:t>
      </w:r>
      <w:r>
        <w:rPr>
          <w:rFonts w:eastAsia="Times New Roman"/>
        </w:rPr>
        <w:t xml:space="preserve">e wskazanym </w:t>
      </w:r>
      <w:r w:rsidR="00A87086">
        <w:rPr>
          <w:rFonts w:eastAsia="Times New Roman"/>
        </w:rPr>
        <w:t xml:space="preserve">numerem </w:t>
      </w:r>
      <w:r w:rsidR="007E11A2">
        <w:rPr>
          <w:rFonts w:eastAsia="Times New Roman"/>
        </w:rPr>
        <w:t>transponder</w:t>
      </w:r>
      <w:r>
        <w:rPr>
          <w:rFonts w:eastAsia="Times New Roman"/>
        </w:rPr>
        <w:t xml:space="preserve">a, </w:t>
      </w:r>
      <w:r w:rsidR="007E11A2">
        <w:rPr>
          <w:rFonts w:eastAsia="Times New Roman"/>
        </w:rPr>
        <w:t xml:space="preserve">albo </w:t>
      </w:r>
      <w:r w:rsidR="0034651C">
        <w:rPr>
          <w:rFonts w:eastAsia="Times New Roman"/>
        </w:rPr>
        <w:t xml:space="preserve">ogranicza </w:t>
      </w:r>
      <w:r w:rsidR="004A5C4B">
        <w:rPr>
          <w:rFonts w:eastAsia="Times New Roman"/>
        </w:rPr>
        <w:t xml:space="preserve">dostęp do </w:t>
      </w:r>
      <w:r w:rsidR="00A87086">
        <w:rPr>
          <w:rFonts w:eastAsia="Times New Roman"/>
        </w:rPr>
        <w:t xml:space="preserve">tych </w:t>
      </w:r>
      <w:r>
        <w:rPr>
          <w:rFonts w:eastAsia="Times New Roman"/>
        </w:rPr>
        <w:t>informacji,</w:t>
      </w:r>
      <w:r w:rsidR="00C67CFA">
        <w:rPr>
          <w:rFonts w:eastAsia="Times New Roman"/>
        </w:rPr>
        <w:t xml:space="preserve"> lub cofa to ograniczenie, w terminie </w:t>
      </w:r>
      <w:r>
        <w:rPr>
          <w:rFonts w:eastAsia="Times New Roman"/>
        </w:rPr>
        <w:t>14 dni od dnia otrzymania wniosku.</w:t>
      </w:r>
    </w:p>
    <w:p w14:paraId="1DA93242" w14:textId="350F833C" w:rsidR="0050214C" w:rsidRPr="009D32C7" w:rsidRDefault="00231E6C" w:rsidP="00DB469E">
      <w:pPr>
        <w:pStyle w:val="USTustnpkodeksu"/>
      </w:pPr>
      <w:r>
        <w:rPr>
          <w:rFonts w:eastAsia="Times New Roman"/>
        </w:rPr>
        <w:t>2.</w:t>
      </w:r>
      <w:r>
        <w:rPr>
          <w:rFonts w:eastAsia="Times New Roman"/>
        </w:rPr>
        <w:tab/>
        <w:t xml:space="preserve">We wniosku o ograniczenie dostępu do informacji </w:t>
      </w:r>
      <w:r w:rsidR="00A20483">
        <w:rPr>
          <w:rFonts w:eastAsia="Times New Roman"/>
        </w:rPr>
        <w:t xml:space="preserve">zgromadzonych w KROPiK można wskazać, które spośród informacji, </w:t>
      </w:r>
      <w:r>
        <w:rPr>
          <w:rFonts w:eastAsia="Times New Roman"/>
        </w:rPr>
        <w:t>o których mowa w art. 2 ust. 2</w:t>
      </w:r>
      <w:r w:rsidR="00A20483">
        <w:rPr>
          <w:rFonts w:eastAsia="Times New Roman"/>
        </w:rPr>
        <w:t>,</w:t>
      </w:r>
      <w:r>
        <w:rPr>
          <w:rFonts w:eastAsia="Times New Roman"/>
        </w:rPr>
        <w:t xml:space="preserve"> </w:t>
      </w:r>
      <w:r w:rsidR="00033CD0">
        <w:rPr>
          <w:rFonts w:eastAsia="Times New Roman"/>
        </w:rPr>
        <w:t>nie podlegają ograniczeniu.</w:t>
      </w:r>
      <w:r w:rsidR="00A20483">
        <w:rPr>
          <w:rFonts w:eastAsia="Times New Roman"/>
        </w:rPr>
        <w:t xml:space="preserve">  </w:t>
      </w:r>
      <w:r>
        <w:rPr>
          <w:rFonts w:eastAsia="Times New Roman"/>
        </w:rPr>
        <w:t xml:space="preserve">  </w:t>
      </w:r>
      <w:r w:rsidR="00104842" w:rsidRPr="00104842">
        <w:rPr>
          <w:rFonts w:eastAsia="Times New Roman"/>
        </w:rPr>
        <w:t xml:space="preserve"> </w:t>
      </w:r>
    </w:p>
    <w:p w14:paraId="7EF9CCFD" w14:textId="0FADC5DC" w:rsidR="0050214C" w:rsidRPr="009D32C7" w:rsidRDefault="0050214C" w:rsidP="0050214C">
      <w:pPr>
        <w:pStyle w:val="ARTartustawynprozporzdzenia"/>
        <w:rPr>
          <w:rFonts w:eastAsia="Times New Roman"/>
        </w:rPr>
      </w:pPr>
      <w:r w:rsidRPr="009D32C7">
        <w:rPr>
          <w:b/>
          <w:bCs/>
        </w:rPr>
        <w:t xml:space="preserve">Art. </w:t>
      </w:r>
      <w:r>
        <w:rPr>
          <w:b/>
          <w:bCs/>
        </w:rPr>
        <w:t>17</w:t>
      </w:r>
      <w:r w:rsidRPr="009D32C7">
        <w:rPr>
          <w:b/>
          <w:bCs/>
        </w:rPr>
        <w:t>.</w:t>
      </w:r>
      <w:r w:rsidRPr="009D32C7">
        <w:rPr>
          <w:rFonts w:eastAsia="Times New Roman"/>
        </w:rPr>
        <w:t xml:space="preserve"> 1.</w:t>
      </w:r>
      <w:r w:rsidRPr="009D32C7">
        <w:rPr>
          <w:rFonts w:eastAsia="Times New Roman"/>
        </w:rPr>
        <w:tab/>
      </w:r>
      <w:r>
        <w:rPr>
          <w:rFonts w:eastAsia="Times New Roman"/>
        </w:rPr>
        <w:t xml:space="preserve"> </w:t>
      </w:r>
      <w:r w:rsidRPr="009D32C7">
        <w:t>Do</w:t>
      </w:r>
      <w:r w:rsidRPr="009D32C7">
        <w:rPr>
          <w:rFonts w:eastAsia="Times New Roman"/>
        </w:rPr>
        <w:t xml:space="preserve"> kontroli w zakresie oznakowania i rejestracji psów i kotów uprawnione są organy Inspekcji Weterynaryjnej, funkcjonariusze Policji oraz strażnicy straży gminnej (miejskiej).</w:t>
      </w:r>
    </w:p>
    <w:p w14:paraId="5039FCE5" w14:textId="0F667C0C" w:rsidR="0050214C" w:rsidRPr="009D32C7" w:rsidRDefault="0050214C" w:rsidP="0050214C">
      <w:pPr>
        <w:pStyle w:val="USTustnpkodeksu"/>
        <w:rPr>
          <w:rFonts w:eastAsia="Times New Roman"/>
        </w:rPr>
      </w:pPr>
      <w:r w:rsidRPr="009D32C7">
        <w:rPr>
          <w:rFonts w:eastAsia="Times New Roman"/>
        </w:rPr>
        <w:t>2. W ramach wykonywania kontroli oznakowania i re</w:t>
      </w:r>
      <w:r w:rsidR="00363E06">
        <w:rPr>
          <w:rFonts w:eastAsia="Times New Roman"/>
        </w:rPr>
        <w:t xml:space="preserve">jestracji psów i kotów osoby, o </w:t>
      </w:r>
      <w:r w:rsidRPr="009D32C7">
        <w:rPr>
          <w:rFonts w:eastAsia="Times New Roman"/>
        </w:rPr>
        <w:t>których mowa w ust. 1, są uprawnione do:</w:t>
      </w:r>
    </w:p>
    <w:p w14:paraId="5BA7C81D" w14:textId="77777777" w:rsidR="0050214C" w:rsidRPr="009D32C7" w:rsidRDefault="0050214C" w:rsidP="0050214C">
      <w:pPr>
        <w:pStyle w:val="PKTpunkt"/>
        <w:rPr>
          <w:rFonts w:eastAsia="Times New Roman"/>
        </w:rPr>
      </w:pPr>
      <w:r w:rsidRPr="009D32C7">
        <w:rPr>
          <w:rFonts w:eastAsia="Times New Roman"/>
        </w:rPr>
        <w:t>1)</w:t>
      </w:r>
      <w:r w:rsidRPr="009D32C7">
        <w:rPr>
          <w:rFonts w:eastAsia="Times New Roman"/>
        </w:rPr>
        <w:tab/>
        <w:t>legitymowania osób w celu ustalenia ich tożsamości, jeżeli jest to niezbędne dla potrzeb tej kontroli;</w:t>
      </w:r>
    </w:p>
    <w:p w14:paraId="4EB4E217" w14:textId="5B3687EA" w:rsidR="0050214C" w:rsidRPr="009D32C7" w:rsidRDefault="0050214C" w:rsidP="0050214C">
      <w:pPr>
        <w:pStyle w:val="PKTpunkt"/>
        <w:rPr>
          <w:rFonts w:eastAsia="Times New Roman"/>
        </w:rPr>
      </w:pPr>
      <w:r w:rsidRPr="009D32C7">
        <w:rPr>
          <w:rFonts w:eastAsia="Times New Roman"/>
        </w:rPr>
        <w:t>2)</w:t>
      </w:r>
      <w:r w:rsidRPr="009D32C7">
        <w:rPr>
          <w:rFonts w:eastAsia="Times New Roman"/>
        </w:rPr>
        <w:tab/>
        <w:t>odczytania numeru transponder</w:t>
      </w:r>
      <w:r w:rsidR="00363E06">
        <w:rPr>
          <w:rFonts w:eastAsia="Times New Roman"/>
        </w:rPr>
        <w:t xml:space="preserve">a za pomocą czytnika zgodnego z </w:t>
      </w:r>
      <w:r w:rsidRPr="009D32C7">
        <w:rPr>
          <w:rFonts w:eastAsia="Times New Roman"/>
        </w:rPr>
        <w:t>normą ISO 11785 „Charakterystyka protokołu transmisji”;</w:t>
      </w:r>
    </w:p>
    <w:p w14:paraId="0C52793B" w14:textId="77777777" w:rsidR="0050214C" w:rsidRPr="009D32C7" w:rsidRDefault="0050214C" w:rsidP="0050214C">
      <w:pPr>
        <w:pStyle w:val="PKTpunkt"/>
        <w:rPr>
          <w:rFonts w:eastAsia="Times New Roman"/>
        </w:rPr>
      </w:pPr>
      <w:r w:rsidRPr="009D32C7">
        <w:rPr>
          <w:rFonts w:eastAsia="Times New Roman"/>
        </w:rPr>
        <w:t>3)</w:t>
      </w:r>
      <w:r w:rsidRPr="009D32C7">
        <w:rPr>
          <w:rFonts w:eastAsia="Times New Roman"/>
        </w:rPr>
        <w:tab/>
        <w:t xml:space="preserve">weryfikacji informacji zgromadzonych w KROPiK powiązanych z odczytanym numerem transpondera. </w:t>
      </w:r>
    </w:p>
    <w:p w14:paraId="73ED6010" w14:textId="6C4D177C" w:rsidR="00052591" w:rsidRDefault="005F1EDC" w:rsidP="004C5611">
      <w:pPr>
        <w:pStyle w:val="USTustnpkodeksu"/>
        <w:rPr>
          <w:rFonts w:eastAsia="Times New Roman"/>
        </w:rPr>
      </w:pPr>
      <w:r>
        <w:rPr>
          <w:rFonts w:eastAsia="Times New Roman"/>
        </w:rPr>
        <w:t xml:space="preserve">3. </w:t>
      </w:r>
      <w:r w:rsidR="000A4191">
        <w:rPr>
          <w:rFonts w:eastAsia="Times New Roman"/>
        </w:rPr>
        <w:t>W</w:t>
      </w:r>
      <w:r w:rsidR="00875A46">
        <w:rPr>
          <w:rFonts w:eastAsia="Times New Roman"/>
        </w:rPr>
        <w:t>ójt</w:t>
      </w:r>
      <w:r w:rsidR="000A4191">
        <w:rPr>
          <w:rFonts w:eastAsia="Times New Roman"/>
        </w:rPr>
        <w:t xml:space="preserve"> </w:t>
      </w:r>
      <w:r w:rsidR="00696469">
        <w:rPr>
          <w:rFonts w:eastAsia="Times New Roman"/>
        </w:rPr>
        <w:t>(burmistrz, prezydent miasta)</w:t>
      </w:r>
      <w:r w:rsidR="004A03DE">
        <w:rPr>
          <w:rFonts w:eastAsia="Times New Roman"/>
        </w:rPr>
        <w:t xml:space="preserve"> może pouczyć </w:t>
      </w:r>
      <w:r w:rsidR="006D5BF5">
        <w:rPr>
          <w:rFonts w:eastAsia="Times New Roman"/>
        </w:rPr>
        <w:t xml:space="preserve">mieszkańca gminy (miasta) </w:t>
      </w:r>
      <w:r w:rsidR="004A03DE">
        <w:rPr>
          <w:rFonts w:eastAsia="Times New Roman"/>
        </w:rPr>
        <w:t xml:space="preserve">o obowiązku oznakowania i rejestracji psów i kotów i wezwać </w:t>
      </w:r>
      <w:r w:rsidR="00B31DBF">
        <w:rPr>
          <w:rFonts w:eastAsia="Times New Roman"/>
        </w:rPr>
        <w:t xml:space="preserve">go </w:t>
      </w:r>
      <w:r w:rsidR="004A03DE">
        <w:rPr>
          <w:rFonts w:eastAsia="Times New Roman"/>
        </w:rPr>
        <w:t xml:space="preserve">do </w:t>
      </w:r>
      <w:r w:rsidR="00B31DBF">
        <w:rPr>
          <w:rFonts w:eastAsia="Times New Roman"/>
        </w:rPr>
        <w:t xml:space="preserve">złożenia w wyznaczonym terminie deklaracji o </w:t>
      </w:r>
      <w:r w:rsidR="0040403D">
        <w:rPr>
          <w:rFonts w:eastAsia="Times New Roman"/>
        </w:rPr>
        <w:t>liczbie będących jego własnością p</w:t>
      </w:r>
      <w:r w:rsidR="00B31DBF">
        <w:rPr>
          <w:rFonts w:eastAsia="Times New Roman"/>
        </w:rPr>
        <w:t>s</w:t>
      </w:r>
      <w:r w:rsidR="0040403D">
        <w:rPr>
          <w:rFonts w:eastAsia="Times New Roman"/>
        </w:rPr>
        <w:t>ów</w:t>
      </w:r>
      <w:r w:rsidR="00B31DBF">
        <w:rPr>
          <w:rFonts w:eastAsia="Times New Roman"/>
        </w:rPr>
        <w:t xml:space="preserve"> lub kot</w:t>
      </w:r>
      <w:r w:rsidR="0040403D">
        <w:rPr>
          <w:rFonts w:eastAsia="Times New Roman"/>
        </w:rPr>
        <w:t>ów</w:t>
      </w:r>
      <w:r w:rsidR="00B31DBF">
        <w:rPr>
          <w:rFonts w:eastAsia="Times New Roman"/>
        </w:rPr>
        <w:t xml:space="preserve"> podlegających </w:t>
      </w:r>
      <w:r w:rsidR="00B31DBF" w:rsidRPr="00B31DBF">
        <w:rPr>
          <w:rFonts w:eastAsia="Times New Roman"/>
        </w:rPr>
        <w:t xml:space="preserve">oznakowaniu i rejestracji </w:t>
      </w:r>
      <w:r w:rsidR="00B31DBF">
        <w:rPr>
          <w:rFonts w:eastAsia="Times New Roman"/>
        </w:rPr>
        <w:t xml:space="preserve">zgodnie z </w:t>
      </w:r>
      <w:r w:rsidR="00410C73">
        <w:rPr>
          <w:rFonts w:eastAsia="Times New Roman"/>
        </w:rPr>
        <w:t>przepisami ustawy</w:t>
      </w:r>
      <w:r w:rsidR="00B47C19">
        <w:rPr>
          <w:rFonts w:eastAsia="Times New Roman"/>
        </w:rPr>
        <w:t>.</w:t>
      </w:r>
      <w:r w:rsidR="0040403D">
        <w:rPr>
          <w:rFonts w:eastAsia="Times New Roman"/>
        </w:rPr>
        <w:t xml:space="preserve"> </w:t>
      </w:r>
      <w:r w:rsidR="00E9182D">
        <w:rPr>
          <w:rFonts w:eastAsia="Times New Roman"/>
        </w:rPr>
        <w:t xml:space="preserve">Jeżeli liczba psów lub kotów </w:t>
      </w:r>
      <w:r w:rsidR="00B47C19">
        <w:rPr>
          <w:rFonts w:eastAsia="Times New Roman"/>
        </w:rPr>
        <w:t>podanych</w:t>
      </w:r>
      <w:r w:rsidR="00E9182D">
        <w:rPr>
          <w:rFonts w:eastAsia="Times New Roman"/>
        </w:rPr>
        <w:t xml:space="preserve"> w deklaracji nie odpowiada liczbie psów lub kotów tego mieszkańca </w:t>
      </w:r>
      <w:r w:rsidR="00B47C19">
        <w:rPr>
          <w:rFonts w:eastAsia="Times New Roman"/>
        </w:rPr>
        <w:t>gminy (miasta) w </w:t>
      </w:r>
      <w:r w:rsidR="00E9182D">
        <w:rPr>
          <w:rFonts w:eastAsia="Times New Roman"/>
        </w:rPr>
        <w:t>KROPiK,</w:t>
      </w:r>
      <w:r w:rsidR="00E13D22">
        <w:rPr>
          <w:rFonts w:eastAsia="Times New Roman"/>
        </w:rPr>
        <w:t xml:space="preserve"> </w:t>
      </w:r>
      <w:r w:rsidR="0040403D">
        <w:rPr>
          <w:rFonts w:eastAsia="Times New Roman"/>
        </w:rPr>
        <w:t xml:space="preserve">lub </w:t>
      </w:r>
      <w:r w:rsidR="00B47C19">
        <w:rPr>
          <w:rFonts w:eastAsia="Times New Roman"/>
        </w:rPr>
        <w:t>w przypadku posiadania informacji</w:t>
      </w:r>
      <w:r w:rsidR="00A92774">
        <w:rPr>
          <w:rFonts w:eastAsia="Times New Roman"/>
        </w:rPr>
        <w:t xml:space="preserve"> sugerujących</w:t>
      </w:r>
      <w:r w:rsidR="00B47C19">
        <w:rPr>
          <w:rFonts w:eastAsia="Times New Roman"/>
        </w:rPr>
        <w:t xml:space="preserve">, że </w:t>
      </w:r>
      <w:r w:rsidR="0040403D">
        <w:rPr>
          <w:rFonts w:eastAsia="Times New Roman"/>
        </w:rPr>
        <w:t xml:space="preserve">mieszkaniec </w:t>
      </w:r>
      <w:r w:rsidR="00A92774">
        <w:rPr>
          <w:rFonts w:eastAsia="Times New Roman"/>
        </w:rPr>
        <w:t xml:space="preserve">gminy (miasta) </w:t>
      </w:r>
      <w:r w:rsidR="00B47C19">
        <w:rPr>
          <w:rFonts w:eastAsia="Times New Roman"/>
        </w:rPr>
        <w:t xml:space="preserve">jest właścicielem większej liczby psów lub kotów </w:t>
      </w:r>
      <w:r w:rsidR="0040403D">
        <w:rPr>
          <w:rFonts w:eastAsia="Times New Roman"/>
        </w:rPr>
        <w:t>niż podana w deklaracji</w:t>
      </w:r>
      <w:r w:rsidR="00B47C19">
        <w:rPr>
          <w:rFonts w:eastAsia="Times New Roman"/>
        </w:rPr>
        <w:t xml:space="preserve"> </w:t>
      </w:r>
      <w:r w:rsidR="00C84FCD">
        <w:rPr>
          <w:rFonts w:eastAsia="Times New Roman"/>
        </w:rPr>
        <w:t>lub zarejestrowana w KROPiK</w:t>
      </w:r>
      <w:r w:rsidR="0040403D">
        <w:rPr>
          <w:rFonts w:eastAsia="Times New Roman"/>
        </w:rPr>
        <w:t>,</w:t>
      </w:r>
      <w:r w:rsidR="00B00ABB">
        <w:rPr>
          <w:rFonts w:eastAsia="Times New Roman"/>
        </w:rPr>
        <w:t xml:space="preserve"> </w:t>
      </w:r>
      <w:r w:rsidR="0040403D">
        <w:rPr>
          <w:rFonts w:eastAsia="Times New Roman"/>
        </w:rPr>
        <w:t>wójt (burmistrz, prezydent miasta)</w:t>
      </w:r>
      <w:r w:rsidR="00B47C19">
        <w:rPr>
          <w:rFonts w:eastAsia="Times New Roman"/>
        </w:rPr>
        <w:t xml:space="preserve"> zawiadamia </w:t>
      </w:r>
      <w:r w:rsidR="00E9182D">
        <w:rPr>
          <w:rFonts w:eastAsia="Times New Roman"/>
        </w:rPr>
        <w:t>o t</w:t>
      </w:r>
      <w:r w:rsidR="00B47C19">
        <w:rPr>
          <w:rFonts w:eastAsia="Times New Roman"/>
        </w:rPr>
        <w:t>ej</w:t>
      </w:r>
      <w:r w:rsidR="00E9182D">
        <w:rPr>
          <w:rFonts w:eastAsia="Times New Roman"/>
        </w:rPr>
        <w:t xml:space="preserve"> niezgodności</w:t>
      </w:r>
      <w:r w:rsidR="00D6026F">
        <w:rPr>
          <w:rFonts w:eastAsia="Times New Roman"/>
        </w:rPr>
        <w:t xml:space="preserve"> </w:t>
      </w:r>
      <w:r w:rsidR="00B47C19">
        <w:rPr>
          <w:rFonts w:eastAsia="Times New Roman"/>
        </w:rPr>
        <w:t>lub o tej informacji Policję lub straż</w:t>
      </w:r>
      <w:r w:rsidR="00D8291C">
        <w:rPr>
          <w:rFonts w:eastAsia="Times New Roman"/>
        </w:rPr>
        <w:t xml:space="preserve"> gminn</w:t>
      </w:r>
      <w:r w:rsidR="00B47C19">
        <w:rPr>
          <w:rFonts w:eastAsia="Times New Roman"/>
        </w:rPr>
        <w:t>ą (miejską</w:t>
      </w:r>
      <w:r w:rsidR="00D8291C">
        <w:rPr>
          <w:rFonts w:eastAsia="Times New Roman"/>
        </w:rPr>
        <w:t>).</w:t>
      </w:r>
      <w:r w:rsidR="00D6026F" w:rsidRPr="00D6026F">
        <w:t xml:space="preserve"> </w:t>
      </w:r>
      <w:r w:rsidR="00D6026F" w:rsidRPr="00D6026F">
        <w:rPr>
          <w:rFonts w:eastAsia="Times New Roman"/>
        </w:rPr>
        <w:t>Deklarację składa się pod rygorem odpowiedzialności karnej za składanie fałszyw</w:t>
      </w:r>
      <w:r w:rsidR="00D6026F">
        <w:rPr>
          <w:rFonts w:eastAsia="Times New Roman"/>
        </w:rPr>
        <w:t>ych zeznań.</w:t>
      </w:r>
      <w:r w:rsidR="00D6026F" w:rsidRPr="00D6026F">
        <w:rPr>
          <w:rFonts w:eastAsia="Times New Roman"/>
        </w:rPr>
        <w:t xml:space="preserve"> Składający deklarację jest obowiązany do zawarcia w niej</w:t>
      </w:r>
      <w:r w:rsidR="00D6026F">
        <w:rPr>
          <w:rFonts w:eastAsia="Times New Roman"/>
        </w:rPr>
        <w:t xml:space="preserve"> klauzuli następującej treści: „</w:t>
      </w:r>
      <w:r w:rsidR="00D6026F" w:rsidRPr="00D6026F">
        <w:rPr>
          <w:rFonts w:eastAsia="Times New Roman"/>
        </w:rPr>
        <w:t xml:space="preserve">Jestem świadomy </w:t>
      </w:r>
      <w:r w:rsidR="00D6026F" w:rsidRPr="00D6026F">
        <w:rPr>
          <w:rFonts w:eastAsia="Times New Roman"/>
        </w:rPr>
        <w:lastRenderedPageBreak/>
        <w:t>odpowiedzialności karnej za złożenie fałszywego oświadczenia". Klauzula ta zastępuje pouczenie organu o odpowiedzialności karnej za składanie fałszyw</w:t>
      </w:r>
      <w:r w:rsidR="00D6026F">
        <w:rPr>
          <w:rFonts w:eastAsia="Times New Roman"/>
        </w:rPr>
        <w:t>ych zeznań.</w:t>
      </w:r>
    </w:p>
    <w:p w14:paraId="53017CFC" w14:textId="2F2A760E" w:rsidR="0050214C" w:rsidRPr="009D32C7" w:rsidRDefault="00D6026F" w:rsidP="004C5611">
      <w:pPr>
        <w:pStyle w:val="USTustnpkodeksu"/>
        <w:rPr>
          <w:rFonts w:eastAsia="Times New Roman"/>
        </w:rPr>
      </w:pPr>
      <w:r>
        <w:rPr>
          <w:rFonts w:eastAsia="Times New Roman"/>
        </w:rPr>
        <w:t>4</w:t>
      </w:r>
      <w:r w:rsidR="0050214C" w:rsidRPr="009D32C7">
        <w:rPr>
          <w:rFonts w:eastAsia="Times New Roman"/>
        </w:rPr>
        <w:t xml:space="preserve">. </w:t>
      </w:r>
      <w:r w:rsidR="0050214C" w:rsidRPr="0028394D">
        <w:rPr>
          <w:rFonts w:eastAsia="Times New Roman"/>
        </w:rPr>
        <w:t>Lekarz weterynarii lub technik weterynarii, który świadcząc usługę weterynaryjną</w:t>
      </w:r>
      <w:r w:rsidR="00363E06">
        <w:rPr>
          <w:rFonts w:eastAsia="Times New Roman"/>
        </w:rPr>
        <w:t xml:space="preserve"> w </w:t>
      </w:r>
      <w:r w:rsidR="0050214C" w:rsidRPr="009D32C7">
        <w:rPr>
          <w:rFonts w:eastAsia="Times New Roman"/>
        </w:rPr>
        <w:t xml:space="preserve">ramach działalności zakładu leczniczego dla zwierząt stwierdził, że pies lub kot nie został oznakowany lub zarejestrowany zgodnie z przepisami ustawy, poucza o obowiązku oznakowania lub rejestracji psa lub kota. </w:t>
      </w:r>
    </w:p>
    <w:p w14:paraId="7B24C45B" w14:textId="77777777" w:rsidR="0050214C" w:rsidRPr="00363E06" w:rsidRDefault="0050214C" w:rsidP="00363E06">
      <w:pPr>
        <w:pStyle w:val="ARTartustawynprozporzdzenia"/>
        <w:rPr>
          <w:rFonts w:ascii="Times New Roman" w:eastAsia="Times New Roman" w:hAnsi="Times New Roman"/>
        </w:rPr>
      </w:pPr>
      <w:r w:rsidRPr="00363E06">
        <w:rPr>
          <w:rFonts w:ascii="Times New Roman" w:eastAsia="Times New Roman" w:hAnsi="Times New Roman"/>
          <w:b/>
        </w:rPr>
        <w:t>Art. 18.</w:t>
      </w:r>
      <w:r w:rsidRPr="00363E06">
        <w:rPr>
          <w:rFonts w:ascii="Times New Roman" w:eastAsia="Times New Roman" w:hAnsi="Times New Roman"/>
        </w:rPr>
        <w:t xml:space="preserve"> Zabrania się: </w:t>
      </w:r>
    </w:p>
    <w:p w14:paraId="4C8DDE14" w14:textId="77777777" w:rsidR="0050214C" w:rsidRPr="009D32C7" w:rsidRDefault="0050214C" w:rsidP="0050214C">
      <w:pPr>
        <w:pStyle w:val="PKTpunkt"/>
        <w:rPr>
          <w:rFonts w:eastAsia="Times New Roman"/>
        </w:rPr>
      </w:pPr>
      <w:r w:rsidRPr="009D32C7">
        <w:rPr>
          <w:rFonts w:eastAsia="Times New Roman"/>
        </w:rPr>
        <w:t>1)</w:t>
      </w:r>
      <w:r w:rsidRPr="009D32C7">
        <w:rPr>
          <w:rFonts w:eastAsia="Times New Roman"/>
        </w:rPr>
        <w:tab/>
      </w:r>
      <w:r>
        <w:rPr>
          <w:rFonts w:eastAsia="Times New Roman"/>
        </w:rPr>
        <w:t>przenoszenia własności</w:t>
      </w:r>
      <w:r w:rsidRPr="009D32C7">
        <w:rPr>
          <w:rFonts w:eastAsia="Times New Roman"/>
        </w:rPr>
        <w:t>,</w:t>
      </w:r>
    </w:p>
    <w:p w14:paraId="798D8B64" w14:textId="77777777" w:rsidR="0050214C" w:rsidRPr="009D32C7" w:rsidRDefault="0050214C" w:rsidP="0050214C">
      <w:pPr>
        <w:pStyle w:val="PKTpunkt"/>
        <w:rPr>
          <w:rFonts w:eastAsia="Times New Roman"/>
        </w:rPr>
      </w:pPr>
      <w:r w:rsidRPr="009D32C7">
        <w:rPr>
          <w:rFonts w:eastAsia="Times New Roman"/>
        </w:rPr>
        <w:t>2)</w:t>
      </w:r>
      <w:r w:rsidRPr="009D32C7">
        <w:rPr>
          <w:rFonts w:eastAsia="Times New Roman"/>
        </w:rPr>
        <w:tab/>
      </w:r>
      <w:r w:rsidRPr="009D32C7">
        <w:t>nabywania</w:t>
      </w:r>
      <w:r w:rsidRPr="009D32C7">
        <w:rPr>
          <w:rFonts w:eastAsia="Times New Roman"/>
        </w:rPr>
        <w:t>,</w:t>
      </w:r>
      <w:r>
        <w:rPr>
          <w:rFonts w:eastAsia="Times New Roman"/>
        </w:rPr>
        <w:t xml:space="preserve"> w tym nabywania od podmiotu prowadzącego schronisko,</w:t>
      </w:r>
    </w:p>
    <w:p w14:paraId="46296B45" w14:textId="77777777" w:rsidR="0050214C" w:rsidRDefault="0050214C" w:rsidP="0050214C">
      <w:pPr>
        <w:pStyle w:val="PKTpunkt"/>
        <w:rPr>
          <w:rFonts w:eastAsia="Times New Roman"/>
        </w:rPr>
      </w:pPr>
      <w:r w:rsidRPr="009D32C7">
        <w:rPr>
          <w:rFonts w:eastAsia="Times New Roman"/>
        </w:rPr>
        <w:t>3)</w:t>
      </w:r>
      <w:r w:rsidRPr="009D32C7">
        <w:rPr>
          <w:rFonts w:eastAsia="Times New Roman"/>
        </w:rPr>
        <w:tab/>
        <w:t xml:space="preserve">wydawania ze </w:t>
      </w:r>
      <w:r w:rsidRPr="009D32C7">
        <w:t>schroniska</w:t>
      </w:r>
      <w:r>
        <w:rPr>
          <w:rFonts w:eastAsia="Times New Roman"/>
        </w:rPr>
        <w:t>,</w:t>
      </w:r>
    </w:p>
    <w:p w14:paraId="3E051E4B" w14:textId="77777777" w:rsidR="0050214C" w:rsidRPr="009D32C7" w:rsidRDefault="0050214C" w:rsidP="0050214C">
      <w:pPr>
        <w:pStyle w:val="PKTpunkt"/>
        <w:rPr>
          <w:rFonts w:eastAsia="Times New Roman"/>
        </w:rPr>
      </w:pPr>
      <w:r>
        <w:rPr>
          <w:rFonts w:eastAsia="Times New Roman"/>
        </w:rPr>
        <w:t>4)</w:t>
      </w:r>
      <w:r>
        <w:rPr>
          <w:rFonts w:eastAsia="Times New Roman"/>
        </w:rPr>
        <w:tab/>
        <w:t>utrzymywania</w:t>
      </w:r>
    </w:p>
    <w:p w14:paraId="6567F01F" w14:textId="2E93CD41" w:rsidR="0050214C" w:rsidRPr="009D32C7" w:rsidRDefault="0050214C" w:rsidP="0050214C">
      <w:pPr>
        <w:pStyle w:val="CZWSPPKTczwsplnapunktw"/>
        <w:rPr>
          <w:rFonts w:eastAsia="Times New Roman"/>
        </w:rPr>
      </w:pPr>
      <w:r w:rsidRPr="009D32C7">
        <w:rPr>
          <w:rFonts w:eastAsia="Times New Roman"/>
        </w:rPr>
        <w:t>–</w:t>
      </w:r>
      <w:r w:rsidRPr="009D32C7">
        <w:rPr>
          <w:rFonts w:eastAsia="Times New Roman"/>
        </w:rPr>
        <w:tab/>
        <w:t>ps</w:t>
      </w:r>
      <w:r>
        <w:rPr>
          <w:rFonts w:eastAsia="Times New Roman"/>
        </w:rPr>
        <w:t>a</w:t>
      </w:r>
      <w:r w:rsidRPr="009D32C7">
        <w:rPr>
          <w:rFonts w:eastAsia="Times New Roman"/>
        </w:rPr>
        <w:t xml:space="preserve"> lub kot</w:t>
      </w:r>
      <w:r>
        <w:rPr>
          <w:rFonts w:eastAsia="Times New Roman"/>
        </w:rPr>
        <w:t>a</w:t>
      </w:r>
      <w:r w:rsidRPr="009D32C7">
        <w:rPr>
          <w:rFonts w:eastAsia="Times New Roman"/>
        </w:rPr>
        <w:t xml:space="preserve"> nieoznakowan</w:t>
      </w:r>
      <w:r>
        <w:rPr>
          <w:rFonts w:eastAsia="Times New Roman"/>
        </w:rPr>
        <w:t>ego</w:t>
      </w:r>
      <w:r w:rsidRPr="009D32C7">
        <w:rPr>
          <w:rFonts w:eastAsia="Times New Roman"/>
        </w:rPr>
        <w:t xml:space="preserve"> lub niezarejestrowan</w:t>
      </w:r>
      <w:r>
        <w:rPr>
          <w:rFonts w:eastAsia="Times New Roman"/>
        </w:rPr>
        <w:t>ego</w:t>
      </w:r>
      <w:r w:rsidRPr="009D32C7">
        <w:rPr>
          <w:rFonts w:eastAsia="Times New Roman"/>
        </w:rPr>
        <w:t xml:space="preserve"> zgodnie z art. 3 ust. 1</w:t>
      </w:r>
      <w:r w:rsidRPr="007D302F">
        <w:rPr>
          <w:rFonts w:eastAsia="Times New Roman"/>
        </w:rPr>
        <w:t xml:space="preserve"> </w:t>
      </w:r>
      <w:r>
        <w:rPr>
          <w:rFonts w:eastAsia="Times New Roman"/>
        </w:rPr>
        <w:t>albo</w:t>
      </w:r>
      <w:r w:rsidRPr="007D302F">
        <w:rPr>
          <w:rFonts w:eastAsia="Times New Roman"/>
        </w:rPr>
        <w:t xml:space="preserve"> 2 </w:t>
      </w:r>
      <w:r>
        <w:rPr>
          <w:rFonts w:eastAsia="Times New Roman"/>
        </w:rPr>
        <w:t>albo</w:t>
      </w:r>
      <w:r w:rsidRPr="007D302F">
        <w:rPr>
          <w:rFonts w:eastAsia="Times New Roman"/>
        </w:rPr>
        <w:t xml:space="preserve"> </w:t>
      </w:r>
      <w:r>
        <w:rPr>
          <w:rFonts w:eastAsia="Times New Roman"/>
        </w:rPr>
        <w:t>z</w:t>
      </w:r>
      <w:r w:rsidR="00363E06">
        <w:rPr>
          <w:rFonts w:eastAsia="Times New Roman"/>
        </w:rPr>
        <w:t xml:space="preserve"> </w:t>
      </w:r>
      <w:r w:rsidRPr="007D302F">
        <w:rPr>
          <w:rFonts w:eastAsia="Times New Roman"/>
        </w:rPr>
        <w:t xml:space="preserve">art. </w:t>
      </w:r>
      <w:r>
        <w:rPr>
          <w:rFonts w:eastAsia="Times New Roman"/>
        </w:rPr>
        <w:t>2</w:t>
      </w:r>
      <w:r w:rsidR="003D0D09">
        <w:rPr>
          <w:rFonts w:eastAsia="Times New Roman"/>
        </w:rPr>
        <w:t>4</w:t>
      </w:r>
      <w:r w:rsidRPr="007D302F">
        <w:rPr>
          <w:rFonts w:eastAsia="Times New Roman"/>
        </w:rPr>
        <w:t xml:space="preserve"> ust. 1 </w:t>
      </w:r>
      <w:r>
        <w:rPr>
          <w:rFonts w:eastAsia="Times New Roman"/>
        </w:rPr>
        <w:t>albo</w:t>
      </w:r>
      <w:r w:rsidRPr="007D302F">
        <w:rPr>
          <w:rFonts w:eastAsia="Times New Roman"/>
        </w:rPr>
        <w:t xml:space="preserve"> 2</w:t>
      </w:r>
      <w:r w:rsidRPr="009D32C7">
        <w:rPr>
          <w:rFonts w:eastAsia="Times New Roman"/>
        </w:rPr>
        <w:t>.</w:t>
      </w:r>
    </w:p>
    <w:p w14:paraId="5F73BD09" w14:textId="77777777" w:rsidR="0050214C" w:rsidRPr="009D32C7" w:rsidRDefault="0050214C" w:rsidP="0050214C">
      <w:pPr>
        <w:pStyle w:val="ARTartustawynprozporzdzenia"/>
      </w:pPr>
      <w:r w:rsidRPr="009D32C7">
        <w:rPr>
          <w:b/>
          <w:bCs/>
        </w:rPr>
        <w:t xml:space="preserve">Art. </w:t>
      </w:r>
      <w:r>
        <w:rPr>
          <w:b/>
          <w:bCs/>
        </w:rPr>
        <w:t>19</w:t>
      </w:r>
      <w:r w:rsidRPr="009D32C7">
        <w:rPr>
          <w:b/>
          <w:bCs/>
        </w:rPr>
        <w:t>.</w:t>
      </w:r>
      <w:r w:rsidRPr="009D32C7">
        <w:t xml:space="preserve"> 1. Kto:</w:t>
      </w:r>
    </w:p>
    <w:p w14:paraId="7627F20F" w14:textId="1464EAD0" w:rsidR="0050214C" w:rsidRPr="009D32C7" w:rsidRDefault="0050214C" w:rsidP="0050214C">
      <w:pPr>
        <w:pStyle w:val="PKTpunkt"/>
      </w:pPr>
      <w:r w:rsidRPr="009D32C7">
        <w:t>1)</w:t>
      </w:r>
      <w:r w:rsidRPr="009D32C7">
        <w:tab/>
        <w:t>będąc obowiązanym do zapewnienia oznakowania lub rejestracji psa lub kota, nie zapewnia dokonania tych czynności w terminie określonym w art. 3 ust. 1</w:t>
      </w:r>
      <w:r>
        <w:t xml:space="preserve"> i 2</w:t>
      </w:r>
      <w:r w:rsidRPr="009D32C7">
        <w:t xml:space="preserve"> lub w art.</w:t>
      </w:r>
      <w:r>
        <w:t> 2</w:t>
      </w:r>
      <w:r w:rsidR="003D0D09">
        <w:t>4</w:t>
      </w:r>
      <w:r w:rsidRPr="009D32C7">
        <w:t xml:space="preserve"> ust. </w:t>
      </w:r>
      <w:r>
        <w:t>1</w:t>
      </w:r>
      <w:r w:rsidRPr="009D32C7">
        <w:t xml:space="preserve"> </w:t>
      </w:r>
      <w:r>
        <w:t>i</w:t>
      </w:r>
      <w:r w:rsidRPr="009D32C7">
        <w:t xml:space="preserve"> </w:t>
      </w:r>
      <w:r>
        <w:t>2</w:t>
      </w:r>
      <w:r w:rsidRPr="009D32C7">
        <w:t>,</w:t>
      </w:r>
    </w:p>
    <w:p w14:paraId="757E29F3" w14:textId="77777777" w:rsidR="0050214C" w:rsidRPr="009D32C7" w:rsidRDefault="0050214C" w:rsidP="0050214C">
      <w:pPr>
        <w:pStyle w:val="PKTpunkt"/>
      </w:pPr>
      <w:r w:rsidRPr="009D32C7">
        <w:t>2)</w:t>
      </w:r>
      <w:r w:rsidRPr="009D32C7">
        <w:tab/>
      </w:r>
      <w:r>
        <w:t>przenosi własność</w:t>
      </w:r>
      <w:r w:rsidRPr="009D32C7">
        <w:t>, nabywa,</w:t>
      </w:r>
      <w:r>
        <w:t xml:space="preserve"> w tym nabywa od podmiotu prowadzącego schronisko, lub</w:t>
      </w:r>
      <w:r w:rsidRPr="009D32C7">
        <w:t xml:space="preserve"> wydaje ze schroniska nieoznakowan</w:t>
      </w:r>
      <w:r>
        <w:t>ego</w:t>
      </w:r>
      <w:r w:rsidRPr="009D32C7">
        <w:t xml:space="preserve"> lub niezarejestrowan</w:t>
      </w:r>
      <w:r>
        <w:t>ego</w:t>
      </w:r>
      <w:r w:rsidRPr="009D32C7">
        <w:t xml:space="preserve"> ps</w:t>
      </w:r>
      <w:r>
        <w:t>a</w:t>
      </w:r>
      <w:r w:rsidRPr="009D32C7">
        <w:t xml:space="preserve"> lub kot</w:t>
      </w:r>
      <w:r>
        <w:t>a</w:t>
      </w:r>
      <w:r w:rsidRPr="009D32C7">
        <w:t>,</w:t>
      </w:r>
    </w:p>
    <w:p w14:paraId="041C3CE7" w14:textId="61CCBB0F" w:rsidR="0050214C" w:rsidRPr="009D32C7" w:rsidRDefault="0050214C" w:rsidP="0050214C">
      <w:pPr>
        <w:pStyle w:val="PKTpunkt"/>
      </w:pPr>
      <w:r w:rsidRPr="009D32C7">
        <w:t>3)</w:t>
      </w:r>
      <w:r w:rsidRPr="009D32C7">
        <w:tab/>
        <w:t xml:space="preserve">będąc obowiązanym do zapewnienia zmiany lub uzupełnienia informacji w KROPiK zgodnie z art. </w:t>
      </w:r>
      <w:r>
        <w:t>8</w:t>
      </w:r>
      <w:r w:rsidRPr="009D32C7">
        <w:t xml:space="preserve"> ust. </w:t>
      </w:r>
      <w:r>
        <w:t>1</w:t>
      </w:r>
      <w:r w:rsidR="00024FFC">
        <w:t xml:space="preserve"> albo 5</w:t>
      </w:r>
      <w:r w:rsidRPr="009D32C7">
        <w:t>, nie dokonuje tej czynności w termin</w:t>
      </w:r>
      <w:r>
        <w:t>ach</w:t>
      </w:r>
      <w:r w:rsidRPr="009D32C7">
        <w:t xml:space="preserve"> określony</w:t>
      </w:r>
      <w:r>
        <w:t>ch</w:t>
      </w:r>
      <w:r w:rsidRPr="009D32C7">
        <w:t xml:space="preserve"> w ty</w:t>
      </w:r>
      <w:r w:rsidR="00024FFC">
        <w:t>ch</w:t>
      </w:r>
      <w:r w:rsidRPr="009D32C7">
        <w:t xml:space="preserve"> przepis</w:t>
      </w:r>
      <w:r w:rsidR="00024FFC">
        <w:t>ach</w:t>
      </w:r>
      <w:r w:rsidRPr="009D32C7">
        <w:t>,</w:t>
      </w:r>
    </w:p>
    <w:p w14:paraId="4A591381" w14:textId="779AD1E3" w:rsidR="0050214C" w:rsidRDefault="0050214C" w:rsidP="0050214C">
      <w:pPr>
        <w:pStyle w:val="PKTpunkt"/>
      </w:pPr>
      <w:r w:rsidRPr="009D32C7">
        <w:t>4)</w:t>
      </w:r>
      <w:r w:rsidRPr="009D32C7">
        <w:tab/>
        <w:t>uniemożliwia lub utrudnia przeprowadzeni</w:t>
      </w:r>
      <w:r>
        <w:t>e</w:t>
      </w:r>
      <w:r w:rsidRPr="009D32C7">
        <w:t xml:space="preserve"> kontroli oznakowania i rejestracji psa lub kota</w:t>
      </w:r>
      <w:r w:rsidR="00BF6ADF">
        <w:t>,</w:t>
      </w:r>
    </w:p>
    <w:p w14:paraId="573745B8" w14:textId="56498228" w:rsidR="00BF6ADF" w:rsidRPr="009D32C7" w:rsidRDefault="00BF6ADF" w:rsidP="0050214C">
      <w:pPr>
        <w:pStyle w:val="PKTpunkt"/>
      </w:pPr>
      <w:r>
        <w:t>5)</w:t>
      </w:r>
      <w:r>
        <w:tab/>
        <w:t>będąc obowiązanym do złożenia deklaracji, o której mowa w art. 17 ust. 3, nie dokonuje tej czynności w wyznaczonym terminie</w:t>
      </w:r>
    </w:p>
    <w:p w14:paraId="564E0E6F" w14:textId="77777777" w:rsidR="0050214C" w:rsidRPr="009D32C7" w:rsidRDefault="0050214C" w:rsidP="0050214C">
      <w:pPr>
        <w:pStyle w:val="CZWSPPKTczwsplnapunktw"/>
      </w:pPr>
      <w:r w:rsidRPr="009D32C7">
        <w:t>–</w:t>
      </w:r>
      <w:r w:rsidRPr="009D32C7">
        <w:tab/>
        <w:t>podlega karze grzywny.</w:t>
      </w:r>
    </w:p>
    <w:p w14:paraId="0B8C989C" w14:textId="1F4E3AD2" w:rsidR="0050214C" w:rsidRPr="009D32C7" w:rsidRDefault="00363E06" w:rsidP="0050214C">
      <w:pPr>
        <w:pStyle w:val="USTustnpkodeksu"/>
      </w:pPr>
      <w:r>
        <w:t xml:space="preserve">2. </w:t>
      </w:r>
      <w:r w:rsidR="0050214C" w:rsidRPr="009D32C7">
        <w:t>Orzekanie w sprawach</w:t>
      </w:r>
      <w:r>
        <w:t xml:space="preserve"> o czyny, o których mowa w ust. </w:t>
      </w:r>
      <w:r w:rsidR="0050214C" w:rsidRPr="009D32C7">
        <w:t>1, następuje w trybie przepisów ustawy z dnia 24 sierpnia 2001 r. – Kodeks postępowania w s</w:t>
      </w:r>
      <w:r>
        <w:t xml:space="preserve">prawach o wykroczenia (Dz. U. z </w:t>
      </w:r>
      <w:r w:rsidR="0050214C" w:rsidRPr="009D32C7">
        <w:t>2024 r. poz. 977</w:t>
      </w:r>
      <w:r w:rsidR="0050214C">
        <w:t xml:space="preserve"> i 1544</w:t>
      </w:r>
      <w:r w:rsidR="0050214C" w:rsidRPr="009D32C7">
        <w:t>).</w:t>
      </w:r>
    </w:p>
    <w:p w14:paraId="64538B5E" w14:textId="39DA7F39" w:rsidR="002D0B27" w:rsidRPr="002D0B27" w:rsidRDefault="002D0B27" w:rsidP="002D0B27">
      <w:pPr>
        <w:widowControl/>
        <w:suppressAutoHyphens/>
        <w:spacing w:before="120"/>
        <w:ind w:firstLine="510"/>
        <w:jc w:val="both"/>
        <w:rPr>
          <w:rFonts w:ascii="Times" w:hAnsi="Times"/>
        </w:rPr>
      </w:pPr>
      <w:r w:rsidRPr="002D0B27">
        <w:rPr>
          <w:rFonts w:ascii="Times" w:hAnsi="Times"/>
          <w:b/>
        </w:rPr>
        <w:t>Art. 2</w:t>
      </w:r>
      <w:r w:rsidR="00AC14A6">
        <w:rPr>
          <w:rFonts w:ascii="Times" w:hAnsi="Times"/>
          <w:b/>
        </w:rPr>
        <w:t>0</w:t>
      </w:r>
      <w:r w:rsidRPr="002D0B27">
        <w:rPr>
          <w:rFonts w:ascii="Times" w:hAnsi="Times"/>
          <w:b/>
        </w:rPr>
        <w:t>.</w:t>
      </w:r>
      <w:r w:rsidRPr="002D0B27">
        <w:rPr>
          <w:rFonts w:ascii="Times" w:hAnsi="Times"/>
        </w:rPr>
        <w:t xml:space="preserve"> 1.</w:t>
      </w:r>
      <w:r w:rsidRPr="002D0B27">
        <w:rPr>
          <w:rFonts w:ascii="Times" w:hAnsi="Times"/>
        </w:rPr>
        <w:tab/>
        <w:t xml:space="preserve"> W ustawie z dnia 21 sierpnia 1997 r. o ochronie zwierząt (Dz. U. z 2023 r. poz. 1580) wprowadza się następujące zmiany:</w:t>
      </w:r>
    </w:p>
    <w:p w14:paraId="74167641" w14:textId="77777777" w:rsidR="002D0B27" w:rsidRPr="002D0B27" w:rsidRDefault="002D0B27" w:rsidP="002D0B27">
      <w:pPr>
        <w:widowControl/>
        <w:autoSpaceDE/>
        <w:autoSpaceDN/>
        <w:adjustRightInd/>
        <w:ind w:left="510" w:hanging="510"/>
        <w:jc w:val="both"/>
        <w:rPr>
          <w:rFonts w:ascii="Times" w:hAnsi="Times"/>
          <w:bCs/>
        </w:rPr>
      </w:pPr>
      <w:r w:rsidRPr="002D0B27">
        <w:rPr>
          <w:rFonts w:ascii="Times" w:hAnsi="Times"/>
          <w:bCs/>
        </w:rPr>
        <w:t>1)</w:t>
      </w:r>
      <w:r w:rsidRPr="002D0B27">
        <w:rPr>
          <w:rFonts w:ascii="Times" w:hAnsi="Times"/>
          <w:bCs/>
        </w:rPr>
        <w:tab/>
        <w:t>w art. 9a dotychczasową treść oznacza się jako ust. 1 i dodaje się ust. 2 w brzmieniu:</w:t>
      </w:r>
    </w:p>
    <w:p w14:paraId="2B20154E" w14:textId="6DF964CD" w:rsidR="002D0B27" w:rsidRPr="003A7E5D" w:rsidRDefault="002D0B27" w:rsidP="003A7E5D">
      <w:pPr>
        <w:pStyle w:val="ZUSTzmustartykuempunktem"/>
        <w:rPr>
          <w:rFonts w:ascii="Times New Roman" w:hAnsi="Times New Roman"/>
          <w:bCs/>
        </w:rPr>
      </w:pPr>
      <w:r w:rsidRPr="002D0B27">
        <w:lastRenderedPageBreak/>
        <w:t>„2.</w:t>
      </w:r>
      <w:r w:rsidRPr="002D0B27">
        <w:tab/>
      </w:r>
      <w:r w:rsidR="0082098A">
        <w:t xml:space="preserve">Jeżeli </w:t>
      </w:r>
      <w:r w:rsidR="00A25581">
        <w:t xml:space="preserve">pies </w:t>
      </w:r>
      <w:r w:rsidR="00983F20">
        <w:t>lub kot, o którym mowa w ust. 1</w:t>
      </w:r>
      <w:r w:rsidR="00C813D9">
        <w:t>,</w:t>
      </w:r>
      <w:r w:rsidR="0025545D">
        <w:t xml:space="preserve"> </w:t>
      </w:r>
      <w:r w:rsidR="00A25581">
        <w:t xml:space="preserve">pies lub kot </w:t>
      </w:r>
      <w:r w:rsidR="00B04CD0">
        <w:t>odłowiony na podstawie uchwały rady gminy, o której mowa w art. 11a</w:t>
      </w:r>
      <w:r w:rsidR="00FA4398">
        <w:t>, lub pies dostarczony do schroniska</w:t>
      </w:r>
      <w:r w:rsidR="002E4CCB">
        <w:t xml:space="preserve"> dla zwierząt</w:t>
      </w:r>
      <w:r w:rsidR="00FA4398">
        <w:t xml:space="preserve"> zgodnie z art.</w:t>
      </w:r>
      <w:r w:rsidR="00F106D8">
        <w:t xml:space="preserve"> 33a</w:t>
      </w:r>
      <w:r w:rsidR="00FA4398">
        <w:t xml:space="preserve"> </w:t>
      </w:r>
      <w:r w:rsidR="00F106D8">
        <w:t xml:space="preserve">ust. 3 pkt 2, </w:t>
      </w:r>
      <w:r w:rsidR="00836AB5">
        <w:t xml:space="preserve">został </w:t>
      </w:r>
      <w:r w:rsidR="00BB128A">
        <w:t>zarejestrowan</w:t>
      </w:r>
      <w:r w:rsidR="00836AB5">
        <w:t xml:space="preserve">y zgodnie z </w:t>
      </w:r>
      <w:r w:rsidR="00BB128A" w:rsidRPr="00BB128A">
        <w:t>ustawą z dnia … o Krajowym Rejestrze Oznakowanych Psów i Kotów (Dz. U. …)</w:t>
      </w:r>
      <w:r w:rsidR="00836AB5">
        <w:t xml:space="preserve">, </w:t>
      </w:r>
      <w:r w:rsidR="0082098A">
        <w:t xml:space="preserve">schronisko dla zwierząt </w:t>
      </w:r>
      <w:r w:rsidR="00F106D8">
        <w:t xml:space="preserve">wzywa właściciela tego psa lub kota do jego odebrania w wyznaczonym terminie. </w:t>
      </w:r>
      <w:r w:rsidR="0082098A">
        <w:t xml:space="preserve">W przypadku odmowy odebrania psa lub kota, lub upływy terminu, o którym mowa w zadaniu pierwszym, schronisko </w:t>
      </w:r>
      <w:r w:rsidR="002E4CCB">
        <w:t xml:space="preserve">dla zwierząt </w:t>
      </w:r>
      <w:r w:rsidR="0082098A">
        <w:t>zawiadamia Policję.</w:t>
      </w:r>
      <w:r w:rsidRPr="002D0B27">
        <w:t>”</w:t>
      </w:r>
      <w:r w:rsidR="00E93ACD">
        <w:t>;</w:t>
      </w:r>
    </w:p>
    <w:p w14:paraId="08DE23B0" w14:textId="0409E85A" w:rsidR="002D0B27" w:rsidRPr="002D0B27" w:rsidRDefault="002D0B27" w:rsidP="002D0B27">
      <w:pPr>
        <w:widowControl/>
        <w:autoSpaceDE/>
        <w:autoSpaceDN/>
        <w:adjustRightInd/>
        <w:ind w:left="510" w:hanging="510"/>
        <w:jc w:val="both"/>
        <w:rPr>
          <w:rFonts w:ascii="Times" w:hAnsi="Times"/>
          <w:b/>
          <w:bCs/>
        </w:rPr>
      </w:pPr>
      <w:r w:rsidRPr="002D0B27">
        <w:rPr>
          <w:rFonts w:ascii="Times" w:hAnsi="Times"/>
          <w:bCs/>
        </w:rPr>
        <w:t>2)</w:t>
      </w:r>
      <w:r w:rsidRPr="002D0B27">
        <w:rPr>
          <w:rFonts w:ascii="Times" w:hAnsi="Times"/>
          <w:bCs/>
        </w:rPr>
        <w:tab/>
        <w:t>w art. 11a w ust. 3 wyrazy „obejmować plan znakowania zwierząt w gminie” zastępuje się wyrazami „przewidywać refundację kosztów oznakowania i rejestracji psów lub kotów zgodnie z ustawą z dnia … o Krajowym Rejestrze Oznakowanych Psów i Kotów (Dz. U. …) i określać jej tryb i warunki”.</w:t>
      </w:r>
    </w:p>
    <w:p w14:paraId="2BC75BCF" w14:textId="11ABB508" w:rsidR="0050214C" w:rsidRPr="009D32C7" w:rsidRDefault="00363E06" w:rsidP="0050214C">
      <w:pPr>
        <w:pStyle w:val="ARTartustawynprozporzdzenia"/>
      </w:pPr>
      <w:r>
        <w:rPr>
          <w:b/>
          <w:bCs/>
        </w:rPr>
        <w:t xml:space="preserve">Art. </w:t>
      </w:r>
      <w:r w:rsidR="0050214C">
        <w:rPr>
          <w:b/>
          <w:bCs/>
        </w:rPr>
        <w:t>2</w:t>
      </w:r>
      <w:r w:rsidR="00AC14A6">
        <w:rPr>
          <w:b/>
          <w:bCs/>
        </w:rPr>
        <w:t>1</w:t>
      </w:r>
      <w:r w:rsidR="0050214C" w:rsidRPr="009D32C7">
        <w:rPr>
          <w:b/>
          <w:bCs/>
        </w:rPr>
        <w:t>.</w:t>
      </w:r>
      <w:r w:rsidR="0050214C" w:rsidRPr="009D32C7">
        <w:t xml:space="preserve"> Minister właściwy do spraw informatyzacji ogłasza w Dzienniku Ustaw Rzeczypospolitej Polskiej oraz na stronie podmiotowej Biuletynu Informacji Publicznej ministra właściwego do spraw informatyzacji komunikat określający dzień wdrożenia rozwiązań technicznych umożliwiających rejestrację psów i kotów</w:t>
      </w:r>
      <w:r w:rsidR="006E36D1">
        <w:t xml:space="preserve">, przy czym dzień ten nie może przypadać później niż w terminie 3 lat od dnia </w:t>
      </w:r>
      <w:r w:rsidR="00FE498F">
        <w:t>ogłoszenia ustawy.</w:t>
      </w:r>
      <w:r w:rsidR="0050214C" w:rsidRPr="009D32C7">
        <w:t xml:space="preserve"> Komunikat ogłasza się w terminie co najmniej 3 miesięcy przed dniem wdrożenia rozwiązań technicznych.</w:t>
      </w:r>
    </w:p>
    <w:p w14:paraId="6E5DD7DB" w14:textId="2C73E409" w:rsidR="0050214C" w:rsidRPr="009D32C7" w:rsidRDefault="00363E06" w:rsidP="0050214C">
      <w:pPr>
        <w:pStyle w:val="ARTartustawynprozporzdzenia"/>
      </w:pPr>
      <w:r>
        <w:rPr>
          <w:rStyle w:val="Ppogrubienie"/>
        </w:rPr>
        <w:t xml:space="preserve">Art. </w:t>
      </w:r>
      <w:r w:rsidR="0050214C">
        <w:rPr>
          <w:rStyle w:val="Ppogrubienie"/>
        </w:rPr>
        <w:t>22</w:t>
      </w:r>
      <w:r w:rsidR="0050214C" w:rsidRPr="009D32C7">
        <w:rPr>
          <w:rStyle w:val="Ppogrubienie"/>
        </w:rPr>
        <w:t>.</w:t>
      </w:r>
      <w:r>
        <w:t xml:space="preserve"> </w:t>
      </w:r>
      <w:r w:rsidR="0050214C" w:rsidRPr="009D32C7">
        <w:t>1.</w:t>
      </w:r>
      <w:r w:rsidR="0050214C">
        <w:t xml:space="preserve"> </w:t>
      </w:r>
      <w:r w:rsidR="00827CE9">
        <w:t xml:space="preserve">Minister właściwy do spraw informatyzacji tworzy system teleinformatyczny służący do prowadzania KROPiK i współpracuje z Agencją w celu umożliwienia jej prowadzenia KROPiK </w:t>
      </w:r>
      <w:r w:rsidR="00085B5F">
        <w:t>od dnia określonego w komunikacie, o którym mowa w art. 2</w:t>
      </w:r>
      <w:r w:rsidR="00535FF7">
        <w:t>1</w:t>
      </w:r>
      <w:r w:rsidR="00827CE9">
        <w:t>.</w:t>
      </w:r>
    </w:p>
    <w:p w14:paraId="212EE2B9" w14:textId="77777777" w:rsidR="0050214C" w:rsidRPr="009D32C7" w:rsidRDefault="0050214C" w:rsidP="00363E06">
      <w:pPr>
        <w:pStyle w:val="USTustnpkodeksu"/>
      </w:pPr>
      <w:bookmarkStart w:id="0" w:name="_Hlk183437714"/>
      <w:r w:rsidRPr="009D32C7">
        <w:t>2. Wydatki związane z utworzeniem i utrzymaniem KROPiK są pokrywane z budżetu państwa z części, której dysponentem jest minister właściwy do spraw rolnictwa.</w:t>
      </w:r>
    </w:p>
    <w:p w14:paraId="458FF9CF" w14:textId="23AFA112" w:rsidR="00827CE9" w:rsidRDefault="0050214C" w:rsidP="00D179D8">
      <w:pPr>
        <w:pStyle w:val="USTustnpkodeksu"/>
        <w:rPr>
          <w:rFonts w:ascii="Times New Roman" w:hAnsi="Times New Roman"/>
          <w:bCs w:val="0"/>
        </w:rPr>
      </w:pPr>
      <w:r w:rsidRPr="00363E06">
        <w:rPr>
          <w:rFonts w:ascii="Times New Roman" w:hAnsi="Times New Roman"/>
          <w:bCs w:val="0"/>
        </w:rPr>
        <w:t>3. Warunki współpracy, o której mowa w ust. 1, określa się w porozumieniu zawartym między ministrem właściwym do spraw informatyzacji i ministrem właściwym do spraw rolnictwa. Minister właściwy do spraw rolnictwa może upoważnić Prezesa Agencji do zawarcia tego porozumienia.</w:t>
      </w:r>
      <w:bookmarkEnd w:id="0"/>
    </w:p>
    <w:p w14:paraId="441CDB80" w14:textId="74FFEDEE" w:rsidR="0050214C" w:rsidRPr="00E67B66" w:rsidRDefault="0050214C" w:rsidP="0050214C">
      <w:pPr>
        <w:pStyle w:val="ARTartustawynprozporzdzenia"/>
        <w:rPr>
          <w:rStyle w:val="Kkursywa"/>
        </w:rPr>
      </w:pPr>
      <w:r w:rsidRPr="00311374">
        <w:rPr>
          <w:rStyle w:val="Ppogrubienie"/>
        </w:rPr>
        <w:t>Art. 23.</w:t>
      </w:r>
      <w:r w:rsidR="00363E06">
        <w:t xml:space="preserve"> </w:t>
      </w:r>
      <w:r w:rsidR="0069075C">
        <w:t>Agencja przyjmuje zgłoszenia, o których mowa w art. 14 ust. 2, o</w:t>
      </w:r>
      <w:r>
        <w:t>d dnia ogłoszenia komu</w:t>
      </w:r>
      <w:r w:rsidR="0069075C">
        <w:t>nikatu, o którym mowa w art. 2</w:t>
      </w:r>
      <w:r w:rsidR="00AC14A6">
        <w:t>1</w:t>
      </w:r>
      <w:r>
        <w:t>.</w:t>
      </w:r>
    </w:p>
    <w:p w14:paraId="221DA221" w14:textId="1957BA4D" w:rsidR="0050214C" w:rsidRPr="009D32C7" w:rsidRDefault="00363E06" w:rsidP="0050214C">
      <w:pPr>
        <w:pStyle w:val="ARTartustawynprozporzdzenia"/>
      </w:pPr>
      <w:r>
        <w:rPr>
          <w:rStyle w:val="Ppogrubienie"/>
        </w:rPr>
        <w:t xml:space="preserve">Art. </w:t>
      </w:r>
      <w:r w:rsidR="0050214C">
        <w:rPr>
          <w:rStyle w:val="Ppogrubienie"/>
        </w:rPr>
        <w:t>24</w:t>
      </w:r>
      <w:r w:rsidR="0050214C" w:rsidRPr="009D32C7">
        <w:rPr>
          <w:rStyle w:val="Ppogrubienie"/>
        </w:rPr>
        <w:t>.</w:t>
      </w:r>
      <w:r>
        <w:t xml:space="preserve"> </w:t>
      </w:r>
      <w:r w:rsidR="0050214C" w:rsidRPr="009D32C7">
        <w:t>1.</w:t>
      </w:r>
      <w:r w:rsidR="0050214C" w:rsidRPr="009D32C7">
        <w:tab/>
      </w:r>
      <w:r>
        <w:t xml:space="preserve"> </w:t>
      </w:r>
      <w:r w:rsidR="0050214C">
        <w:t xml:space="preserve">Psy, których termin pierwszego szczepienia przeciw wściekliźnie określony w art. 56 ust. 2 </w:t>
      </w:r>
      <w:r w:rsidR="0050214C" w:rsidRPr="001F6255">
        <w:t xml:space="preserve">ustawy z dnia 11 marca 2004 r. o ochronie zdrowia zwierząt oraz zwalczaniu chorób </w:t>
      </w:r>
      <w:r w:rsidR="0050214C">
        <w:t>zakaźnych zwierząt upłynął przed dniem określonym w komunikacie, o którym mowa w art. 2</w:t>
      </w:r>
      <w:r w:rsidR="00CA2BB5">
        <w:t>1</w:t>
      </w:r>
      <w:r w:rsidR="0050214C">
        <w:t xml:space="preserve">, lub które zostały po raz pierwszy zaszczepione przeciw wściekliźnie przed tym </w:t>
      </w:r>
      <w:r w:rsidR="0050214C">
        <w:lastRenderedPageBreak/>
        <w:t xml:space="preserve">dniem, poddaje się oznakowaniu i rejestracji w terminie do 3 lat od tego dnia, albo do dnia </w:t>
      </w:r>
      <w:r w:rsidR="0050214C" w:rsidRPr="005769C0">
        <w:t>poprzedzającego dzień przeniesienia własności</w:t>
      </w:r>
      <w:r w:rsidR="0050214C">
        <w:t xml:space="preserve"> psa</w:t>
      </w:r>
      <w:r w:rsidR="0050214C" w:rsidRPr="005769C0">
        <w:t>, jeżeli zdarzenie to nastąpi wcześniej</w:t>
      </w:r>
      <w:r w:rsidR="0050214C">
        <w:t>.</w:t>
      </w:r>
    </w:p>
    <w:p w14:paraId="65E1A3A7" w14:textId="5592D2BF" w:rsidR="0050214C" w:rsidRPr="009D32C7" w:rsidRDefault="00363E06" w:rsidP="0050214C">
      <w:pPr>
        <w:pStyle w:val="USTustnpkodeksu"/>
      </w:pPr>
      <w:r>
        <w:t xml:space="preserve">2. </w:t>
      </w:r>
      <w:r w:rsidR="0050214C" w:rsidRPr="009D32C7">
        <w:t>Psy i koty</w:t>
      </w:r>
      <w:r w:rsidR="0050214C">
        <w:t xml:space="preserve"> przyjęte do schroniska przed dniem określonym w komunikacie, o którym mowa w art. 2</w:t>
      </w:r>
      <w:r w:rsidR="00CA2BB5">
        <w:t>1</w:t>
      </w:r>
      <w:r w:rsidR="0050214C">
        <w:t>,</w:t>
      </w:r>
      <w:r w:rsidR="0050214C" w:rsidRPr="009D32C7">
        <w:t xml:space="preserve"> podlegają oznakowaniu </w:t>
      </w:r>
      <w:r w:rsidR="0050214C">
        <w:t xml:space="preserve">i rejestracji przed ich wydaniem ze schroniska, nie później jednak niż w terminie </w:t>
      </w:r>
      <w:r w:rsidR="0050214C" w:rsidRPr="009D32C7">
        <w:t xml:space="preserve">12 miesięcy od </w:t>
      </w:r>
      <w:r w:rsidR="0050214C">
        <w:t>tego dnia.</w:t>
      </w:r>
    </w:p>
    <w:p w14:paraId="1C502B71" w14:textId="73EDE401" w:rsidR="0050214C" w:rsidRPr="009D32C7" w:rsidRDefault="0050214C" w:rsidP="0050214C">
      <w:pPr>
        <w:pStyle w:val="USTustnpkodeksu"/>
      </w:pPr>
      <w:r>
        <w:t>3</w:t>
      </w:r>
      <w:r w:rsidR="00363E06">
        <w:t xml:space="preserve">. </w:t>
      </w:r>
      <w:r w:rsidRPr="009D32C7">
        <w:t>Obowiązek zapewnienia oznakowania i rejestracji psa</w:t>
      </w:r>
      <w:r>
        <w:t>, o którym mowa w ust. 1</w:t>
      </w:r>
      <w:r w:rsidRPr="009D32C7">
        <w:t>,</w:t>
      </w:r>
      <w:r w:rsidR="00363E06">
        <w:t xml:space="preserve"> w </w:t>
      </w:r>
      <w:r>
        <w:t xml:space="preserve">terminie określonym w tym przepisie, </w:t>
      </w:r>
      <w:r w:rsidRPr="009D32C7">
        <w:t xml:space="preserve">spoczywa na jego właścicielu. </w:t>
      </w:r>
    </w:p>
    <w:p w14:paraId="4A9F457F" w14:textId="3A5CF234" w:rsidR="0050214C" w:rsidRPr="009D32C7" w:rsidRDefault="0050214C" w:rsidP="0050214C">
      <w:pPr>
        <w:pStyle w:val="USTustnpkodeksu"/>
      </w:pPr>
      <w:r>
        <w:t>4</w:t>
      </w:r>
      <w:r w:rsidR="00363E06">
        <w:t xml:space="preserve">. </w:t>
      </w:r>
      <w:r w:rsidRPr="009D32C7">
        <w:t>Obowiązek zapewnienia oznakowania i rejestracj</w:t>
      </w:r>
      <w:r w:rsidR="00363E06">
        <w:t xml:space="preserve">i psa lub kota, o którym mowa w </w:t>
      </w:r>
      <w:r w:rsidRPr="009D32C7">
        <w:t>ust.</w:t>
      </w:r>
      <w:r w:rsidR="00363E06">
        <w:t xml:space="preserve"> </w:t>
      </w:r>
      <w:r>
        <w:t>2</w:t>
      </w:r>
      <w:r w:rsidR="00363E06">
        <w:t xml:space="preserve">, w </w:t>
      </w:r>
      <w:r w:rsidRPr="009D32C7">
        <w:t>terminie</w:t>
      </w:r>
      <w:r>
        <w:t xml:space="preserve"> określonym w tym przepisie,</w:t>
      </w:r>
      <w:r w:rsidRPr="009D32C7">
        <w:t xml:space="preserve"> spoczywa na podmiocie prowadzącym schronisko.</w:t>
      </w:r>
    </w:p>
    <w:p w14:paraId="5B3A02DC" w14:textId="7CABBAC1" w:rsidR="0050214C" w:rsidRPr="009D32C7" w:rsidRDefault="0050214C" w:rsidP="0050214C">
      <w:pPr>
        <w:pStyle w:val="USTustnpkodeksu"/>
      </w:pPr>
      <w:r>
        <w:t>5</w:t>
      </w:r>
      <w:r w:rsidR="00363E06">
        <w:t xml:space="preserve">. </w:t>
      </w:r>
      <w:r w:rsidRPr="009D32C7">
        <w:t>Psów i kotów, którym wszczepiono trans</w:t>
      </w:r>
      <w:r w:rsidR="00363E06">
        <w:t xml:space="preserve">ponder przed dniem określonym w komunikacie, o </w:t>
      </w:r>
      <w:r w:rsidRPr="009D32C7">
        <w:t xml:space="preserve">którym mowa w art. </w:t>
      </w:r>
      <w:r>
        <w:t>2</w:t>
      </w:r>
      <w:r w:rsidR="00CA2BB5">
        <w:t>1</w:t>
      </w:r>
      <w:r w:rsidRPr="009D32C7">
        <w:t>, którego numer identyfikacyjny jest możliwy do odczytania przy użyciu czytnika zgodnego z normą ISO 11785 „Charakterystyka protokołu transmisji”, nie poddaje się oznakowaniu.</w:t>
      </w:r>
    </w:p>
    <w:p w14:paraId="5B8C9713" w14:textId="770ECE42" w:rsidR="0050214C" w:rsidRDefault="0050214C" w:rsidP="0050214C">
      <w:pPr>
        <w:pStyle w:val="ARTartustawynprozporzdzenia"/>
        <w:rPr>
          <w:rFonts w:eastAsia="Times New Roman" w:cs="Times New Roman"/>
        </w:rPr>
      </w:pPr>
      <w:r>
        <w:rPr>
          <w:rStyle w:val="Ppogrubienie"/>
        </w:rPr>
        <w:t>Art. 25</w:t>
      </w:r>
      <w:r w:rsidR="00363E06">
        <w:rPr>
          <w:rStyle w:val="Ppogrubienie"/>
        </w:rPr>
        <w:t xml:space="preserve"> </w:t>
      </w:r>
      <w:r w:rsidR="00363E06">
        <w:t xml:space="preserve">1. </w:t>
      </w:r>
      <w:r w:rsidR="001D7733">
        <w:t>W latach 2026</w:t>
      </w:r>
      <w:r w:rsidR="00363E06" w:rsidRPr="009D32C7">
        <w:t>–</w:t>
      </w:r>
      <w:r w:rsidR="001D7733">
        <w:t>2035</w:t>
      </w:r>
      <w:r>
        <w:t xml:space="preserve"> maksymalny limit wydatków budżetu państwa będących skutk</w:t>
      </w:r>
      <w:r w:rsidR="001D7733">
        <w:t xml:space="preserve">iem finansowym ustawy wynosi </w:t>
      </w:r>
      <w:r w:rsidR="001736FD">
        <w:t>120 6</w:t>
      </w:r>
      <w:r>
        <w:t>00 000 zł, w tym w:</w:t>
      </w:r>
    </w:p>
    <w:p w14:paraId="3B8C95FC" w14:textId="751905BE" w:rsidR="0050214C" w:rsidRDefault="001D7733" w:rsidP="0050214C">
      <w:pPr>
        <w:pStyle w:val="PKTpunkt"/>
      </w:pPr>
      <w:r>
        <w:t>1)</w:t>
      </w:r>
      <w:r>
        <w:tab/>
        <w:t>2026</w:t>
      </w:r>
      <w:r w:rsidR="0050214C">
        <w:t xml:space="preserve"> r. </w:t>
      </w:r>
      <w:r w:rsidR="0050214C" w:rsidRPr="00C81FB4">
        <w:t>–</w:t>
      </w:r>
      <w:r w:rsidR="001736FD">
        <w:t xml:space="preserve"> 16 1</w:t>
      </w:r>
      <w:r w:rsidR="0050214C">
        <w:t>00 000 zł;</w:t>
      </w:r>
    </w:p>
    <w:p w14:paraId="1B62B579" w14:textId="465C4B64" w:rsidR="0050214C" w:rsidRDefault="001D7733" w:rsidP="0050214C">
      <w:pPr>
        <w:pStyle w:val="PKTpunkt"/>
      </w:pPr>
      <w:r>
        <w:t>2)</w:t>
      </w:r>
      <w:r>
        <w:tab/>
        <w:t>2027</w:t>
      </w:r>
      <w:r w:rsidR="0050214C">
        <w:t xml:space="preserve"> r. </w:t>
      </w:r>
      <w:r w:rsidR="0050214C" w:rsidRPr="009D32C7">
        <w:t>–</w:t>
      </w:r>
      <w:r w:rsidR="004C4F5C">
        <w:t xml:space="preserve"> </w:t>
      </w:r>
      <w:r w:rsidR="001736FD">
        <w:t>16 1</w:t>
      </w:r>
      <w:r w:rsidR="0050214C">
        <w:t>00 000 zł;</w:t>
      </w:r>
    </w:p>
    <w:p w14:paraId="34D89D07" w14:textId="2CB87F61" w:rsidR="0050214C" w:rsidRDefault="001D7733" w:rsidP="0050214C">
      <w:pPr>
        <w:pStyle w:val="PKTpunkt"/>
      </w:pPr>
      <w:r>
        <w:t>3)</w:t>
      </w:r>
      <w:r>
        <w:tab/>
        <w:t>2028</w:t>
      </w:r>
      <w:r w:rsidR="0050214C">
        <w:t xml:space="preserve"> r. </w:t>
      </w:r>
      <w:r w:rsidR="0050214C" w:rsidRPr="009D32C7">
        <w:t>–</w:t>
      </w:r>
      <w:r w:rsidR="001736FD">
        <w:t xml:space="preserve"> 9 2</w:t>
      </w:r>
      <w:r w:rsidR="0050214C">
        <w:t>00 000 zł;</w:t>
      </w:r>
    </w:p>
    <w:p w14:paraId="750CE69D" w14:textId="292D578D" w:rsidR="0050214C" w:rsidRDefault="001D7733" w:rsidP="0050214C">
      <w:pPr>
        <w:pStyle w:val="PKTpunkt"/>
      </w:pPr>
      <w:r>
        <w:t>4)</w:t>
      </w:r>
      <w:r>
        <w:tab/>
        <w:t>2029</w:t>
      </w:r>
      <w:r w:rsidR="0050214C">
        <w:t xml:space="preserve"> r. </w:t>
      </w:r>
      <w:r w:rsidR="0050214C" w:rsidRPr="009D32C7">
        <w:t>–</w:t>
      </w:r>
      <w:r>
        <w:t xml:space="preserve"> </w:t>
      </w:r>
      <w:r w:rsidR="001736FD">
        <w:t>10 7</w:t>
      </w:r>
      <w:r w:rsidR="0050214C">
        <w:t>00 000 zł;</w:t>
      </w:r>
    </w:p>
    <w:p w14:paraId="0AF80368" w14:textId="2DAE7793" w:rsidR="0050214C" w:rsidRDefault="001D7733" w:rsidP="0050214C">
      <w:pPr>
        <w:pStyle w:val="PKTpunkt"/>
      </w:pPr>
      <w:r>
        <w:t>5)</w:t>
      </w:r>
      <w:r>
        <w:tab/>
        <w:t>2030</w:t>
      </w:r>
      <w:r w:rsidR="0050214C">
        <w:t xml:space="preserve"> r. </w:t>
      </w:r>
      <w:r w:rsidR="0050214C" w:rsidRPr="009D32C7">
        <w:t>–</w:t>
      </w:r>
      <w:r>
        <w:t xml:space="preserve"> </w:t>
      </w:r>
      <w:r w:rsidR="001736FD">
        <w:t>10 9</w:t>
      </w:r>
      <w:r w:rsidR="0050214C">
        <w:t>00 000 zł;</w:t>
      </w:r>
    </w:p>
    <w:p w14:paraId="67A775AF" w14:textId="108ED213" w:rsidR="0050214C" w:rsidRDefault="001D7733" w:rsidP="0050214C">
      <w:pPr>
        <w:pStyle w:val="PKTpunkt"/>
      </w:pPr>
      <w:r>
        <w:t>6)</w:t>
      </w:r>
      <w:r>
        <w:tab/>
        <w:t>2031</w:t>
      </w:r>
      <w:r w:rsidR="0050214C">
        <w:t xml:space="preserve"> r. </w:t>
      </w:r>
      <w:r w:rsidR="0050214C" w:rsidRPr="009D32C7">
        <w:t>–</w:t>
      </w:r>
      <w:r>
        <w:t xml:space="preserve"> </w:t>
      </w:r>
      <w:r w:rsidR="001736FD">
        <w:t>11 1</w:t>
      </w:r>
      <w:r w:rsidR="0050214C">
        <w:t>00 000 zł;</w:t>
      </w:r>
    </w:p>
    <w:p w14:paraId="1E5AB0AA" w14:textId="29A9966C" w:rsidR="0050214C" w:rsidRDefault="001D7733" w:rsidP="0050214C">
      <w:pPr>
        <w:pStyle w:val="PKTpunkt"/>
      </w:pPr>
      <w:r>
        <w:t>7)</w:t>
      </w:r>
      <w:r>
        <w:tab/>
        <w:t>2032</w:t>
      </w:r>
      <w:r w:rsidR="0050214C">
        <w:t xml:space="preserve"> r. </w:t>
      </w:r>
      <w:r w:rsidR="0050214C" w:rsidRPr="009D32C7">
        <w:t>–</w:t>
      </w:r>
      <w:r>
        <w:t xml:space="preserve"> </w:t>
      </w:r>
      <w:r w:rsidR="001736FD">
        <w:t>11 3</w:t>
      </w:r>
      <w:r w:rsidR="0050214C">
        <w:t>00 000 zł;</w:t>
      </w:r>
    </w:p>
    <w:p w14:paraId="1838276D" w14:textId="62500850" w:rsidR="0050214C" w:rsidRDefault="001D7733" w:rsidP="0050214C">
      <w:pPr>
        <w:pStyle w:val="PKTpunkt"/>
      </w:pPr>
      <w:r>
        <w:t>8)</w:t>
      </w:r>
      <w:r>
        <w:tab/>
        <w:t>2033</w:t>
      </w:r>
      <w:r w:rsidR="0050214C">
        <w:t xml:space="preserve"> r. </w:t>
      </w:r>
      <w:r w:rsidR="0050214C" w:rsidRPr="009D32C7">
        <w:t>–</w:t>
      </w:r>
      <w:r w:rsidR="003F7695">
        <w:t xml:space="preserve"> </w:t>
      </w:r>
      <w:r w:rsidR="001736FD">
        <w:t>11 5</w:t>
      </w:r>
      <w:r w:rsidR="0050214C">
        <w:t>00 000 zł;</w:t>
      </w:r>
    </w:p>
    <w:p w14:paraId="3D4D46E2" w14:textId="5E103C71" w:rsidR="0050214C" w:rsidRDefault="001D7733" w:rsidP="0050214C">
      <w:pPr>
        <w:pStyle w:val="PKTpunkt"/>
      </w:pPr>
      <w:r>
        <w:t>9)</w:t>
      </w:r>
      <w:r>
        <w:tab/>
        <w:t>2034</w:t>
      </w:r>
      <w:r w:rsidR="0050214C">
        <w:t xml:space="preserve"> r. </w:t>
      </w:r>
      <w:r w:rsidR="0050214C" w:rsidRPr="009D32C7">
        <w:t>–</w:t>
      </w:r>
      <w:r>
        <w:t xml:space="preserve"> </w:t>
      </w:r>
      <w:r w:rsidR="001736FD">
        <w:t>11 7</w:t>
      </w:r>
      <w:r w:rsidR="0050214C">
        <w:t>00 000 zł;</w:t>
      </w:r>
    </w:p>
    <w:p w14:paraId="58A50E1D" w14:textId="1610B8A6" w:rsidR="0050214C" w:rsidRDefault="0050214C" w:rsidP="0050214C">
      <w:pPr>
        <w:pStyle w:val="PKTpunkt"/>
      </w:pPr>
      <w:r>
        <w:t>10)</w:t>
      </w:r>
      <w:r>
        <w:tab/>
        <w:t>2</w:t>
      </w:r>
      <w:r w:rsidR="001D7733">
        <w:t>035</w:t>
      </w:r>
      <w:r>
        <w:t xml:space="preserve"> r. </w:t>
      </w:r>
      <w:r w:rsidRPr="009D32C7">
        <w:t>–</w:t>
      </w:r>
      <w:r w:rsidR="001736FD">
        <w:t xml:space="preserve"> 12 0</w:t>
      </w:r>
      <w:r>
        <w:t>00 000 zł.</w:t>
      </w:r>
    </w:p>
    <w:p w14:paraId="4F1B4959" w14:textId="020504AB" w:rsidR="0050214C" w:rsidRDefault="00363E06" w:rsidP="0050214C">
      <w:pPr>
        <w:pStyle w:val="USTustnpkodeksu"/>
      </w:pPr>
      <w:r>
        <w:t xml:space="preserve">2. </w:t>
      </w:r>
      <w:r w:rsidR="0050214C">
        <w:t>W przypadku przekroczenia lub zagrożenia przekroczenia przyjętego na dany rok budżetowy maksymalnego limitu wydatków, o którym mowa w ust. 1, zostanie zastosowany mechanizm korygujący, polegający na ograniczeniu wydatków Agencji na utrzymanie i rozwój systemu teleinformatycznego, w którym prowadzony jest KROPiK.</w:t>
      </w:r>
    </w:p>
    <w:p w14:paraId="64D9BADD" w14:textId="42CDB9D8" w:rsidR="0050214C" w:rsidRDefault="00363E06" w:rsidP="0050214C">
      <w:pPr>
        <w:pStyle w:val="USTustnpkodeksu"/>
      </w:pPr>
      <w:r>
        <w:t xml:space="preserve">3. </w:t>
      </w:r>
      <w:r w:rsidR="0050214C">
        <w:t>Organem właściwym do monitorowania wykorzystania limitu wydatków, o którym mowa w ust. 1, oraz wdrożenia mechanizmu korygującego, o którym mowa w ust. 2, jest Prezes Agencji.</w:t>
      </w:r>
    </w:p>
    <w:p w14:paraId="0FE2A0D5" w14:textId="6328885B" w:rsidR="0050214C" w:rsidRPr="009D32C7" w:rsidRDefault="0050214C" w:rsidP="0050214C">
      <w:pPr>
        <w:pStyle w:val="ARTartustawynprozporzdzenia"/>
      </w:pPr>
      <w:r w:rsidRPr="009D32C7">
        <w:rPr>
          <w:rStyle w:val="Ppogrubienie"/>
        </w:rPr>
        <w:lastRenderedPageBreak/>
        <w:t xml:space="preserve">Art. </w:t>
      </w:r>
      <w:r>
        <w:rPr>
          <w:rStyle w:val="Ppogrubienie"/>
        </w:rPr>
        <w:t>26</w:t>
      </w:r>
      <w:r w:rsidRPr="009D32C7">
        <w:rPr>
          <w:rStyle w:val="Ppogrubienie"/>
        </w:rPr>
        <w:t>.</w:t>
      </w:r>
      <w:r w:rsidR="00363E06">
        <w:rPr>
          <w:rStyle w:val="Ppogrubienie"/>
        </w:rPr>
        <w:t xml:space="preserve"> </w:t>
      </w:r>
      <w:r w:rsidRPr="009D32C7">
        <w:t xml:space="preserve">Ustawa wchodzi w życie z dniem określonym w komunikacie, o którym mowa w art. </w:t>
      </w:r>
      <w:r>
        <w:t>2</w:t>
      </w:r>
      <w:r w:rsidR="00CA2BB5">
        <w:t>1</w:t>
      </w:r>
      <w:r w:rsidRPr="009D32C7">
        <w:t>, z wyjątkiem:</w:t>
      </w:r>
    </w:p>
    <w:p w14:paraId="0440B81D" w14:textId="2503E9D8" w:rsidR="0050214C" w:rsidRDefault="0050214C" w:rsidP="0050214C">
      <w:pPr>
        <w:pStyle w:val="PKTpunkt"/>
      </w:pPr>
      <w:r w:rsidRPr="009D32C7">
        <w:t>1)</w:t>
      </w:r>
      <w:r w:rsidRPr="009D32C7">
        <w:tab/>
        <w:t xml:space="preserve">art. </w:t>
      </w:r>
      <w:r>
        <w:t>2</w:t>
      </w:r>
      <w:r w:rsidR="00CA2BB5">
        <w:t>1</w:t>
      </w:r>
      <w:r w:rsidRPr="009D32C7">
        <w:t xml:space="preserve"> i art. </w:t>
      </w:r>
      <w:r>
        <w:t>22</w:t>
      </w:r>
      <w:r w:rsidRPr="009D32C7">
        <w:t xml:space="preserve">, które wchodzą </w:t>
      </w:r>
      <w:r w:rsidR="00024FFC">
        <w:t xml:space="preserve">w życie </w:t>
      </w:r>
      <w:r w:rsidRPr="009D32C7">
        <w:t>w po upływie 14 dni od dnia ogłoszenia;</w:t>
      </w:r>
    </w:p>
    <w:p w14:paraId="41E3F4DF" w14:textId="222ED4B1" w:rsidR="0050214C" w:rsidRPr="009D32C7" w:rsidRDefault="0050214C" w:rsidP="0050214C">
      <w:pPr>
        <w:pStyle w:val="PKTpunkt"/>
      </w:pPr>
      <w:r>
        <w:t>2)</w:t>
      </w:r>
      <w:r>
        <w:tab/>
        <w:t>art. 23, któr</w:t>
      </w:r>
      <w:r w:rsidR="00024FFC">
        <w:t>y</w:t>
      </w:r>
      <w:r>
        <w:t xml:space="preserve"> w</w:t>
      </w:r>
      <w:r w:rsidR="00024FFC">
        <w:t>chodzi</w:t>
      </w:r>
      <w:r>
        <w:t xml:space="preserve"> w życie z dniem ogłosze</w:t>
      </w:r>
      <w:r w:rsidR="00AD5DBC">
        <w:t xml:space="preserve">nia komunikatu, o którym mowa w art. </w:t>
      </w:r>
      <w:r>
        <w:t>2</w:t>
      </w:r>
      <w:r w:rsidR="00CA2BB5">
        <w:t>1</w:t>
      </w:r>
      <w:r>
        <w:t>;</w:t>
      </w:r>
    </w:p>
    <w:p w14:paraId="6135DBA9" w14:textId="79A2603E" w:rsidR="0050214C" w:rsidRDefault="0050214C" w:rsidP="0050214C">
      <w:pPr>
        <w:pStyle w:val="PKTpunkt"/>
      </w:pPr>
      <w:r>
        <w:t>3</w:t>
      </w:r>
      <w:r w:rsidRPr="009D32C7">
        <w:t>)</w:t>
      </w:r>
      <w:r w:rsidRPr="009D32C7">
        <w:tab/>
        <w:t xml:space="preserve">art. </w:t>
      </w:r>
      <w:r>
        <w:t>19</w:t>
      </w:r>
      <w:r w:rsidRPr="009D32C7">
        <w:t>, który wchodzi w życie po upływie 12 miesięcy od dnia określon</w:t>
      </w:r>
      <w:r>
        <w:t>ego</w:t>
      </w:r>
      <w:r w:rsidRPr="009D32C7">
        <w:t xml:space="preserve"> w</w:t>
      </w:r>
      <w:r w:rsidR="00AD5DBC">
        <w:t xml:space="preserve"> </w:t>
      </w:r>
      <w:r w:rsidRPr="009D32C7">
        <w:t xml:space="preserve">komunikacie, o którym mowa w art. </w:t>
      </w:r>
      <w:r>
        <w:t>2</w:t>
      </w:r>
      <w:r w:rsidR="00CA2BB5">
        <w:t>1</w:t>
      </w:r>
      <w:r w:rsidRPr="009D32C7">
        <w:t>.</w:t>
      </w:r>
    </w:p>
    <w:p w14:paraId="6A38DBA0" w14:textId="77777777" w:rsidR="0050214C" w:rsidRPr="00E67B66" w:rsidRDefault="0050214C" w:rsidP="0050214C"/>
    <w:p w14:paraId="70739B33" w14:textId="77777777" w:rsidR="00035990" w:rsidRDefault="00035990" w:rsidP="00B2608D">
      <w:pPr>
        <w:pStyle w:val="PKTpunkt"/>
      </w:pPr>
      <w:bookmarkStart w:id="1" w:name="mip69655949"/>
      <w:bookmarkStart w:id="2" w:name="mip69655950"/>
      <w:bookmarkStart w:id="3" w:name="mip69655951"/>
      <w:bookmarkStart w:id="4" w:name="mip69655952"/>
      <w:bookmarkStart w:id="5" w:name="mip69655954"/>
      <w:bookmarkStart w:id="6" w:name="mip69655956"/>
      <w:bookmarkStart w:id="7" w:name="mip69655958"/>
      <w:bookmarkStart w:id="8" w:name="mip69655959"/>
      <w:bookmarkStart w:id="9" w:name="mip69655960"/>
      <w:bookmarkStart w:id="10" w:name="mip69655961"/>
      <w:bookmarkStart w:id="11" w:name="mip69655962"/>
      <w:bookmarkStart w:id="12" w:name="mip69655963"/>
      <w:bookmarkStart w:id="13" w:name="mip69655965"/>
      <w:bookmarkStart w:id="14" w:name="mip69655966"/>
      <w:bookmarkStart w:id="15" w:name="mip69655967"/>
      <w:bookmarkStart w:id="16" w:name="mip69655968"/>
      <w:bookmarkStart w:id="17" w:name="mip69655969"/>
      <w:bookmarkStart w:id="18" w:name="mip69655971"/>
      <w:bookmarkStart w:id="19" w:name="mip69655972"/>
      <w:bookmarkStart w:id="20" w:name="mip69655973"/>
      <w:bookmarkStart w:id="21" w:name="mip69655974"/>
      <w:bookmarkStart w:id="22" w:name="mip69655976"/>
      <w:bookmarkStart w:id="23" w:name="mip69655977"/>
      <w:bookmarkStart w:id="24" w:name="mip69655978"/>
      <w:bookmarkStart w:id="25" w:name="mip69655979"/>
      <w:bookmarkStart w:id="26" w:name="mip69655980"/>
      <w:bookmarkStart w:id="27" w:name="mip69655981"/>
      <w:bookmarkStart w:id="28" w:name="mip69655982"/>
      <w:bookmarkStart w:id="29" w:name="mip69655983"/>
      <w:bookmarkStart w:id="30" w:name="mip69655984"/>
      <w:bookmarkStart w:id="31" w:name="mip69655985"/>
      <w:bookmarkStart w:id="32" w:name="mip69655986"/>
      <w:bookmarkStart w:id="33" w:name="mip69655987"/>
      <w:bookmarkStart w:id="34" w:name="mip69655989"/>
      <w:bookmarkStart w:id="35" w:name="mip69655990"/>
      <w:bookmarkStart w:id="36" w:name="mip69655991"/>
      <w:bookmarkStart w:id="37" w:name="mip69655992"/>
      <w:bookmarkStart w:id="38" w:name="mip69655993"/>
      <w:bookmarkStart w:id="39" w:name="mip69655994"/>
      <w:bookmarkStart w:id="40" w:name="mip69655995"/>
      <w:bookmarkStart w:id="41" w:name="mip69655996"/>
      <w:bookmarkStart w:id="42" w:name="mip69655997"/>
      <w:bookmarkStart w:id="43" w:name="mip69655999"/>
      <w:bookmarkStart w:id="44" w:name="mip69656000"/>
      <w:bookmarkStart w:id="45" w:name="mip69656001"/>
      <w:bookmarkStart w:id="46" w:name="mip55366221"/>
      <w:bookmarkStart w:id="47" w:name="mip69656147"/>
      <w:bookmarkStart w:id="48" w:name="mip69785845"/>
      <w:bookmarkStart w:id="49" w:name="mip69785846"/>
      <w:bookmarkStart w:id="50" w:name="mip69785847"/>
      <w:bookmarkStart w:id="51" w:name="mip69785848"/>
      <w:bookmarkStart w:id="52" w:name="mip69785849"/>
      <w:bookmarkStart w:id="53" w:name="mip69785850"/>
      <w:bookmarkStart w:id="54" w:name="mip69785851"/>
      <w:bookmarkStart w:id="55" w:name="mip69785852"/>
      <w:bookmarkStart w:id="56" w:name="mip69785853"/>
      <w:bookmarkStart w:id="57" w:name="mip69785854"/>
      <w:bookmarkStart w:id="58" w:name="mip69785855"/>
      <w:bookmarkStart w:id="59" w:name="mip6978585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3DBC5ABD" w14:textId="74A8252B" w:rsidR="00035990" w:rsidRDefault="00AD5DBC" w:rsidP="00B2608D">
      <w:pPr>
        <w:pStyle w:val="PKTpunkt"/>
      </w:pPr>
      <w:r w:rsidRPr="006E7F26">
        <w:rPr>
          <w:noProof/>
        </w:rPr>
        <mc:AlternateContent>
          <mc:Choice Requires="wps">
            <w:drawing>
              <wp:anchor distT="0" distB="0" distL="114300" distR="114300" simplePos="0" relativeHeight="251659264" behindDoc="0" locked="0" layoutInCell="1" allowOverlap="1" wp14:anchorId="1418447F" wp14:editId="0C91C1F2">
                <wp:simplePos x="0" y="0"/>
                <wp:positionH relativeFrom="column">
                  <wp:posOffset>464949</wp:posOffset>
                </wp:positionH>
                <wp:positionV relativeFrom="paragraph">
                  <wp:posOffset>239642</wp:posOffset>
                </wp:positionV>
                <wp:extent cx="3000375" cy="1428750"/>
                <wp:effectExtent l="0" t="0" r="9525" b="0"/>
                <wp:wrapNone/>
                <wp:docPr id="1" name="Pole tekstowe 1"/>
                <wp:cNvGraphicFramePr/>
                <a:graphic xmlns:a="http://schemas.openxmlformats.org/drawingml/2006/main">
                  <a:graphicData uri="http://schemas.microsoft.com/office/word/2010/wordprocessingShape">
                    <wps:wsp>
                      <wps:cNvSpPr txBox="1"/>
                      <wps:spPr>
                        <a:xfrm>
                          <a:off x="0" y="0"/>
                          <a:ext cx="3000375" cy="1428750"/>
                        </a:xfrm>
                        <a:prstGeom prst="rect">
                          <a:avLst/>
                        </a:prstGeom>
                        <a:solidFill>
                          <a:sysClr val="window" lastClr="FFFFFF"/>
                        </a:solidFill>
                        <a:ln w="6350">
                          <a:noFill/>
                        </a:ln>
                        <a:effectLst/>
                      </wps:spPr>
                      <wps:txbx>
                        <w:txbxContent>
                          <w:p w14:paraId="68FD4A21" w14:textId="77777777" w:rsidR="0050214C" w:rsidRDefault="0050214C" w:rsidP="00035990">
                            <w:pPr>
                              <w:spacing w:line="276" w:lineRule="auto"/>
                              <w:jc w:val="center"/>
                              <w:rPr>
                                <w:rFonts w:cs="Times New Roman"/>
                              </w:rPr>
                            </w:pPr>
                            <w:bookmarkStart w:id="60" w:name="ezdPracownikNazwa"/>
                            <w:r>
                              <w:rPr>
                                <w:rFonts w:cs="Times New Roman"/>
                              </w:rPr>
                              <w:t>$Imię Nazwisko</w:t>
                            </w:r>
                            <w:bookmarkEnd w:id="60"/>
                          </w:p>
                          <w:p w14:paraId="5811BE9C" w14:textId="77777777" w:rsidR="0050214C" w:rsidRDefault="0050214C" w:rsidP="00035990">
                            <w:pPr>
                              <w:spacing w:line="276" w:lineRule="auto"/>
                              <w:jc w:val="center"/>
                              <w:rPr>
                                <w:rFonts w:cs="Times New Roman"/>
                              </w:rPr>
                            </w:pPr>
                            <w:bookmarkStart w:id="61" w:name="ezdPracownikStanowisko"/>
                            <w:r>
                              <w:rPr>
                                <w:rFonts w:cs="Times New Roman"/>
                              </w:rPr>
                              <w:t>$Stanowisko</w:t>
                            </w:r>
                            <w:bookmarkEnd w:id="61"/>
                          </w:p>
                          <w:p w14:paraId="3BCA52B8" w14:textId="77777777" w:rsidR="0050214C" w:rsidRDefault="0050214C" w:rsidP="00035990">
                            <w:pPr>
                              <w:spacing w:line="276" w:lineRule="auto"/>
                              <w:jc w:val="center"/>
                              <w:rPr>
                                <w:rFonts w:cs="Times New Roman"/>
                              </w:rPr>
                            </w:pPr>
                            <w:bookmarkStart w:id="62" w:name="ezdPracownikWydzialOpis"/>
                            <w:r>
                              <w:rPr>
                                <w:rFonts w:cs="Times New Roman"/>
                              </w:rPr>
                              <w:t>$Biuro/Departament</w:t>
                            </w:r>
                            <w:bookmarkEnd w:id="62"/>
                          </w:p>
                          <w:p w14:paraId="5BD433D6" w14:textId="77777777" w:rsidR="0050214C" w:rsidRDefault="0050214C" w:rsidP="00035990">
                            <w:pPr>
                              <w:spacing w:line="276" w:lineRule="auto"/>
                              <w:jc w:val="center"/>
                            </w:pPr>
                            <w:r>
                              <w:t xml:space="preserve">za zgodność pod względem prawnym, </w:t>
                            </w:r>
                            <w:r w:rsidRPr="00E2483E">
                              <w:t xml:space="preserve">legislacyjnym </w:t>
                            </w:r>
                            <w:r>
                              <w:t xml:space="preserve">i redakcyjnym </w:t>
                            </w:r>
                          </w:p>
                          <w:p w14:paraId="76D56E28" w14:textId="77777777" w:rsidR="0050214C" w:rsidRPr="004C3745" w:rsidRDefault="0050214C" w:rsidP="00035990">
                            <w:pPr>
                              <w:spacing w:line="276" w:lineRule="auto"/>
                              <w:jc w:val="center"/>
                              <w:rPr>
                                <w:rFonts w:cs="Times New Roman"/>
                              </w:rPr>
                            </w:pPr>
                            <w:r>
                              <w:rPr>
                                <w:rFonts w:cs="Times New Roman"/>
                              </w:rPr>
                              <w:t>/podpisano elektronicznie/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18447F" id="_x0000_t202" coordsize="21600,21600" o:spt="202" path="m,l,21600r21600,l21600,xe">
                <v:stroke joinstyle="miter"/>
                <v:path gradientshapeok="t" o:connecttype="rect"/>
              </v:shapetype>
              <v:shape id="Pole tekstowe 1" o:spid="_x0000_s1026" type="#_x0000_t202" style="position:absolute;left:0;text-align:left;margin-left:36.6pt;margin-top:18.85pt;width:236.2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" fillcolor="window" stroked="f" strokeweight=".5pt">
                <v:textbox>
                  <w:txbxContent>
                    <w:p w14:paraId="68FD4A21" w14:textId="77777777" w:rsidR="0050214C" w:rsidRDefault="0050214C" w:rsidP="00035990">
                      <w:pPr>
                        <w:spacing w:line="276" w:lineRule="auto"/>
                        <w:jc w:val="center"/>
                        <w:rPr>
                          <w:rFonts w:cs="Times New Roman"/>
                        </w:rPr>
                      </w:pPr>
                      <w:bookmarkStart w:id="618" w:name="ezdPracownikNazwa"/>
                      <w:r>
                        <w:rPr>
                          <w:rFonts w:cs="Times New Roman"/>
                        </w:rPr>
                        <w:t>$Imię Nazwisko</w:t>
                      </w:r>
                      <w:bookmarkEnd w:id="618"/>
                    </w:p>
                    <w:p w14:paraId="5811BE9C" w14:textId="77777777" w:rsidR="0050214C" w:rsidRDefault="0050214C" w:rsidP="00035990">
                      <w:pPr>
                        <w:spacing w:line="276" w:lineRule="auto"/>
                        <w:jc w:val="center"/>
                        <w:rPr>
                          <w:rFonts w:cs="Times New Roman"/>
                        </w:rPr>
                      </w:pPr>
                      <w:bookmarkStart w:id="619" w:name="ezdPracownikStanowisko"/>
                      <w:r>
                        <w:rPr>
                          <w:rFonts w:cs="Times New Roman"/>
                        </w:rPr>
                        <w:t>$Stanowisko</w:t>
                      </w:r>
                      <w:bookmarkEnd w:id="619"/>
                    </w:p>
                    <w:p w14:paraId="3BCA52B8" w14:textId="77777777" w:rsidR="0050214C" w:rsidRDefault="0050214C" w:rsidP="00035990">
                      <w:pPr>
                        <w:spacing w:line="276" w:lineRule="auto"/>
                        <w:jc w:val="center"/>
                        <w:rPr>
                          <w:rFonts w:cs="Times New Roman"/>
                        </w:rPr>
                      </w:pPr>
                      <w:bookmarkStart w:id="620" w:name="ezdPracownikWydzialOpis"/>
                      <w:r>
                        <w:rPr>
                          <w:rFonts w:cs="Times New Roman"/>
                        </w:rPr>
                        <w:t>$Biuro/Departament</w:t>
                      </w:r>
                      <w:bookmarkEnd w:id="620"/>
                    </w:p>
                    <w:p w14:paraId="5BD433D6" w14:textId="77777777" w:rsidR="0050214C" w:rsidRDefault="0050214C" w:rsidP="00035990">
                      <w:pPr>
                        <w:spacing w:line="276" w:lineRule="auto"/>
                        <w:jc w:val="center"/>
                      </w:pPr>
                      <w:r>
                        <w:t xml:space="preserve">za zgodność pod względem prawnym, </w:t>
                      </w:r>
                      <w:r w:rsidRPr="00E2483E">
                        <w:t xml:space="preserve">legislacyjnym </w:t>
                      </w:r>
                      <w:r>
                        <w:t xml:space="preserve">i redakcyjnym </w:t>
                      </w:r>
                    </w:p>
                    <w:p w14:paraId="76D56E28" w14:textId="77777777" w:rsidR="0050214C" w:rsidRPr="004C3745" w:rsidRDefault="0050214C" w:rsidP="00035990">
                      <w:pPr>
                        <w:spacing w:line="276" w:lineRule="auto"/>
                        <w:jc w:val="center"/>
                        <w:rPr>
                          <w:rFonts w:cs="Times New Roman"/>
                        </w:rPr>
                      </w:pPr>
                      <w:r>
                        <w:rPr>
                          <w:rFonts w:cs="Times New Roman"/>
                        </w:rPr>
                        <w:t>/podpisano elektronicznie/</w:t>
                      </w:r>
                    </w:p>
                  </w:txbxContent>
                </v:textbox>
              </v:shape>
            </w:pict>
          </mc:Fallback>
        </mc:AlternateContent>
      </w:r>
    </w:p>
    <w:p w14:paraId="4CB795BE" w14:textId="05464A97" w:rsidR="00035990" w:rsidRPr="009D32C7" w:rsidRDefault="00035990" w:rsidP="00B2608D">
      <w:pPr>
        <w:pStyle w:val="PKTpunkt"/>
      </w:pPr>
    </w:p>
    <w:sectPr w:rsidR="00035990" w:rsidRPr="009D32C7" w:rsidSect="006461B7">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DCF26" w14:textId="77777777" w:rsidR="009C069D" w:rsidRDefault="009C069D">
      <w:r>
        <w:separator/>
      </w:r>
    </w:p>
  </w:endnote>
  <w:endnote w:type="continuationSeparator" w:id="0">
    <w:p w14:paraId="79CA173E" w14:textId="77777777" w:rsidR="009C069D" w:rsidRDefault="009C069D">
      <w:r>
        <w:continuationSeparator/>
      </w:r>
    </w:p>
  </w:endnote>
  <w:endnote w:type="continuationNotice" w:id="1">
    <w:p w14:paraId="3E51B1F8" w14:textId="77777777" w:rsidR="009C069D" w:rsidRDefault="009C06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w:altName w:val="Times New Roman"/>
    <w:panose1 w:val="02020603050405020304"/>
    <w:charset w:val="EE"/>
    <w:family w:val="roman"/>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36BAF" w14:textId="77777777" w:rsidR="0050214C" w:rsidRDefault="0050214C" w:rsidP="006D291B">
    <w:pPr>
      <w:pStyle w:val="Stopka"/>
    </w:pPr>
  </w:p>
  <w:p w14:paraId="10C6CA1B" w14:textId="77777777" w:rsidR="0050214C" w:rsidRDefault="005021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2509D5" w14:textId="77777777" w:rsidR="009C069D" w:rsidRDefault="009C069D">
      <w:r>
        <w:separator/>
      </w:r>
    </w:p>
  </w:footnote>
  <w:footnote w:type="continuationSeparator" w:id="0">
    <w:p w14:paraId="54294933" w14:textId="77777777" w:rsidR="009C069D" w:rsidRDefault="009C069D">
      <w:r>
        <w:continuationSeparator/>
      </w:r>
    </w:p>
  </w:footnote>
  <w:footnote w:type="continuationNotice" w:id="1">
    <w:p w14:paraId="0641B447" w14:textId="77777777" w:rsidR="009C069D" w:rsidRDefault="009C069D">
      <w:pPr>
        <w:spacing w:line="240" w:lineRule="auto"/>
      </w:pPr>
    </w:p>
  </w:footnote>
  <w:footnote w:id="2">
    <w:p w14:paraId="21561373" w14:textId="0A0340AA" w:rsidR="00971FEF" w:rsidRPr="003B6DE2" w:rsidRDefault="00971FEF" w:rsidP="00E066E1">
      <w:pPr>
        <w:pStyle w:val="ODNONIKtreodnonika"/>
      </w:pPr>
      <w:r>
        <w:rPr>
          <w:rStyle w:val="Odwoanieprzypisudolnego"/>
        </w:rPr>
        <w:footnoteRef/>
      </w:r>
      <w:r>
        <w:rPr>
          <w:rStyle w:val="IGindeksgrny"/>
        </w:rPr>
        <w:t>)</w:t>
      </w:r>
      <w:r>
        <w:tab/>
      </w:r>
      <w:r w:rsidR="003B6DE2" w:rsidRPr="00E37358">
        <w:t xml:space="preserve">Niniejszą ustawą zmienia się ustawę </w:t>
      </w:r>
      <w:r w:rsidR="003B6DE2" w:rsidRPr="00CA2BB5">
        <w:t>z dnia 21 sierpnia 1997 r. o ochronie zwierząt.</w:t>
      </w:r>
    </w:p>
  </w:footnote>
  <w:footnote w:id="3">
    <w:p w14:paraId="4B229F4B" w14:textId="6B4A907A" w:rsidR="0050214C" w:rsidRPr="00FD51C8" w:rsidRDefault="0050214C" w:rsidP="0050214C">
      <w:pPr>
        <w:pStyle w:val="ODNONIKtreodnonika"/>
      </w:pPr>
      <w:r>
        <w:rPr>
          <w:rStyle w:val="Odwoanieprzypisudolnego"/>
        </w:rPr>
        <w:footnoteRef/>
      </w:r>
      <w:r>
        <w:rPr>
          <w:rStyle w:val="IGindeksgrny"/>
        </w:rPr>
        <w:t>)</w:t>
      </w:r>
      <w:r>
        <w:tab/>
      </w:r>
      <w:r w:rsidRPr="00FD51C8">
        <w:t xml:space="preserve">Zmiany wymienionego rozporządzenia zostały ogłoszone w Dz. Urz. UE L 57 z 03.03.2017, str. 65, Dz. Urz. UE L 95 z 07.04.2017, str. 1, Dz. Urz. UE L 137 z 24.05.2017, str. 40, Dz. Urz. UE L 272 z 31.10.2018, </w:t>
      </w:r>
      <w:r>
        <w:t>str. </w:t>
      </w:r>
      <w:r w:rsidRPr="00FD51C8">
        <w:t>11 oraz Dz. Urz. UE L 48 z 11.02.2021, str. 3.</w:t>
      </w:r>
    </w:p>
  </w:footnote>
  <w:footnote w:id="4">
    <w:p w14:paraId="0A45CA5B" w14:textId="77777777" w:rsidR="0050214C" w:rsidRPr="00DA30F2" w:rsidRDefault="0050214C" w:rsidP="0050214C">
      <w:pPr>
        <w:pStyle w:val="ODNONIKtreodnonika"/>
      </w:pPr>
      <w:r w:rsidRPr="00891C62">
        <w:rPr>
          <w:vertAlign w:val="superscript"/>
        </w:rPr>
        <w:footnoteRef/>
      </w:r>
      <w:r w:rsidRPr="00891C62">
        <w:rPr>
          <w:vertAlign w:val="superscript"/>
        </w:rPr>
        <w:t>)</w:t>
      </w:r>
      <w:r w:rsidRPr="00891C62">
        <w:tab/>
        <w:t xml:space="preserve">Zmiany wymienionego rozporządzenia zostały ogłoszone w Dz. Urz. UE L </w:t>
      </w:r>
      <w:r>
        <w:t>1</w:t>
      </w:r>
      <w:r w:rsidRPr="00891C62">
        <w:t>9</w:t>
      </w:r>
      <w:r>
        <w:t>1</w:t>
      </w:r>
      <w:r w:rsidRPr="00891C62">
        <w:t xml:space="preserve"> z 16.06.2020, str. 3, Dz. Urz. UE L 267 z 14.08.2020, str. 6, Dz. Urz. UE L 366 z 04.11.2020, str. 1 oraz Dz. Urz. UE L 438 z 08.</w:t>
      </w:r>
      <w:r>
        <w:t>1</w:t>
      </w:r>
      <w:r w:rsidRPr="00891C62">
        <w:t>2.202</w:t>
      </w:r>
      <w:r>
        <w:t>1</w:t>
      </w:r>
      <w:r w:rsidRPr="00891C62">
        <w:t>, str. 38.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ACF"/>
    <w:rsid w:val="000002E4"/>
    <w:rsid w:val="0000098B"/>
    <w:rsid w:val="00000F37"/>
    <w:rsid w:val="000012DA"/>
    <w:rsid w:val="0000166D"/>
    <w:rsid w:val="00001E6B"/>
    <w:rsid w:val="0000246E"/>
    <w:rsid w:val="00002D1E"/>
    <w:rsid w:val="00002D49"/>
    <w:rsid w:val="00002DCD"/>
    <w:rsid w:val="00002E0B"/>
    <w:rsid w:val="00003721"/>
    <w:rsid w:val="00003862"/>
    <w:rsid w:val="00003ED1"/>
    <w:rsid w:val="000044E7"/>
    <w:rsid w:val="00004847"/>
    <w:rsid w:val="0000591C"/>
    <w:rsid w:val="00006ABB"/>
    <w:rsid w:val="0000729C"/>
    <w:rsid w:val="0000749E"/>
    <w:rsid w:val="000074CC"/>
    <w:rsid w:val="0001043D"/>
    <w:rsid w:val="00010457"/>
    <w:rsid w:val="00010555"/>
    <w:rsid w:val="000109A4"/>
    <w:rsid w:val="00011212"/>
    <w:rsid w:val="0001139E"/>
    <w:rsid w:val="0001169E"/>
    <w:rsid w:val="000118CE"/>
    <w:rsid w:val="00011A4C"/>
    <w:rsid w:val="00011F16"/>
    <w:rsid w:val="00011FC5"/>
    <w:rsid w:val="000120A4"/>
    <w:rsid w:val="00012184"/>
    <w:rsid w:val="000123FD"/>
    <w:rsid w:val="000125E9"/>
    <w:rsid w:val="000127CD"/>
    <w:rsid w:val="00012A35"/>
    <w:rsid w:val="0001309C"/>
    <w:rsid w:val="00013171"/>
    <w:rsid w:val="00013361"/>
    <w:rsid w:val="00013686"/>
    <w:rsid w:val="000138A2"/>
    <w:rsid w:val="0001453F"/>
    <w:rsid w:val="000147EA"/>
    <w:rsid w:val="00015746"/>
    <w:rsid w:val="000157DC"/>
    <w:rsid w:val="000159CC"/>
    <w:rsid w:val="00016099"/>
    <w:rsid w:val="00016BC3"/>
    <w:rsid w:val="00016D69"/>
    <w:rsid w:val="00017800"/>
    <w:rsid w:val="00017DC2"/>
    <w:rsid w:val="00017DCC"/>
    <w:rsid w:val="0002037D"/>
    <w:rsid w:val="00020D0C"/>
    <w:rsid w:val="00021522"/>
    <w:rsid w:val="00021CF0"/>
    <w:rsid w:val="00021E78"/>
    <w:rsid w:val="00021FF0"/>
    <w:rsid w:val="00022040"/>
    <w:rsid w:val="00022158"/>
    <w:rsid w:val="000231D6"/>
    <w:rsid w:val="00023272"/>
    <w:rsid w:val="00023471"/>
    <w:rsid w:val="00023497"/>
    <w:rsid w:val="00023F13"/>
    <w:rsid w:val="000243D5"/>
    <w:rsid w:val="00024FFC"/>
    <w:rsid w:val="00025363"/>
    <w:rsid w:val="00025B12"/>
    <w:rsid w:val="0002612B"/>
    <w:rsid w:val="00026A37"/>
    <w:rsid w:val="000270EC"/>
    <w:rsid w:val="000279CF"/>
    <w:rsid w:val="00030634"/>
    <w:rsid w:val="00030EF6"/>
    <w:rsid w:val="0003108E"/>
    <w:rsid w:val="000319C1"/>
    <w:rsid w:val="00031A8B"/>
    <w:rsid w:val="00031BCA"/>
    <w:rsid w:val="00031DC5"/>
    <w:rsid w:val="0003202A"/>
    <w:rsid w:val="00032104"/>
    <w:rsid w:val="0003262C"/>
    <w:rsid w:val="000330FA"/>
    <w:rsid w:val="00033526"/>
    <w:rsid w:val="000335A2"/>
    <w:rsid w:val="0003362F"/>
    <w:rsid w:val="0003385F"/>
    <w:rsid w:val="00033B38"/>
    <w:rsid w:val="00033CD0"/>
    <w:rsid w:val="00033F5E"/>
    <w:rsid w:val="000345C3"/>
    <w:rsid w:val="000348B7"/>
    <w:rsid w:val="000353E6"/>
    <w:rsid w:val="00035516"/>
    <w:rsid w:val="00035990"/>
    <w:rsid w:val="00036124"/>
    <w:rsid w:val="00036407"/>
    <w:rsid w:val="00036479"/>
    <w:rsid w:val="00036917"/>
    <w:rsid w:val="0003695F"/>
    <w:rsid w:val="0003699A"/>
    <w:rsid w:val="00036B5D"/>
    <w:rsid w:val="00036B63"/>
    <w:rsid w:val="00036FB4"/>
    <w:rsid w:val="000372CF"/>
    <w:rsid w:val="0003771C"/>
    <w:rsid w:val="000377A1"/>
    <w:rsid w:val="00037E1A"/>
    <w:rsid w:val="00037FF1"/>
    <w:rsid w:val="00040426"/>
    <w:rsid w:val="00040645"/>
    <w:rsid w:val="00041232"/>
    <w:rsid w:val="00041801"/>
    <w:rsid w:val="00041841"/>
    <w:rsid w:val="00041B3D"/>
    <w:rsid w:val="00041DA5"/>
    <w:rsid w:val="0004216C"/>
    <w:rsid w:val="00042176"/>
    <w:rsid w:val="000421E6"/>
    <w:rsid w:val="000422A9"/>
    <w:rsid w:val="000425C2"/>
    <w:rsid w:val="00043495"/>
    <w:rsid w:val="00043DF5"/>
    <w:rsid w:val="000442B2"/>
    <w:rsid w:val="00044408"/>
    <w:rsid w:val="00044C7B"/>
    <w:rsid w:val="000457A6"/>
    <w:rsid w:val="0004640D"/>
    <w:rsid w:val="00046528"/>
    <w:rsid w:val="00046A75"/>
    <w:rsid w:val="00047312"/>
    <w:rsid w:val="00047333"/>
    <w:rsid w:val="00047FF6"/>
    <w:rsid w:val="00050753"/>
    <w:rsid w:val="000508BD"/>
    <w:rsid w:val="00050A17"/>
    <w:rsid w:val="00051073"/>
    <w:rsid w:val="00051221"/>
    <w:rsid w:val="00051657"/>
    <w:rsid w:val="000517AB"/>
    <w:rsid w:val="000517FD"/>
    <w:rsid w:val="00051802"/>
    <w:rsid w:val="00051C37"/>
    <w:rsid w:val="00051D7F"/>
    <w:rsid w:val="00051DEF"/>
    <w:rsid w:val="00052591"/>
    <w:rsid w:val="000525D1"/>
    <w:rsid w:val="000526E0"/>
    <w:rsid w:val="0005320F"/>
    <w:rsid w:val="0005339C"/>
    <w:rsid w:val="00053B7F"/>
    <w:rsid w:val="000541B4"/>
    <w:rsid w:val="000543FA"/>
    <w:rsid w:val="00054B27"/>
    <w:rsid w:val="00055421"/>
    <w:rsid w:val="0005570C"/>
    <w:rsid w:val="0005571B"/>
    <w:rsid w:val="00055CCD"/>
    <w:rsid w:val="00055FF0"/>
    <w:rsid w:val="00056F64"/>
    <w:rsid w:val="00057AB3"/>
    <w:rsid w:val="00060076"/>
    <w:rsid w:val="00060432"/>
    <w:rsid w:val="00060D87"/>
    <w:rsid w:val="0006139C"/>
    <w:rsid w:val="000614ED"/>
    <w:rsid w:val="000615A5"/>
    <w:rsid w:val="00062358"/>
    <w:rsid w:val="000627E6"/>
    <w:rsid w:val="000631EB"/>
    <w:rsid w:val="000635A3"/>
    <w:rsid w:val="00063933"/>
    <w:rsid w:val="00063A14"/>
    <w:rsid w:val="00064E4C"/>
    <w:rsid w:val="000651AC"/>
    <w:rsid w:val="00065B99"/>
    <w:rsid w:val="00066531"/>
    <w:rsid w:val="00066901"/>
    <w:rsid w:val="00066A77"/>
    <w:rsid w:val="0007020C"/>
    <w:rsid w:val="000703C4"/>
    <w:rsid w:val="00070411"/>
    <w:rsid w:val="00070647"/>
    <w:rsid w:val="0007076D"/>
    <w:rsid w:val="000710AF"/>
    <w:rsid w:val="00071878"/>
    <w:rsid w:val="00071885"/>
    <w:rsid w:val="00071BEE"/>
    <w:rsid w:val="00072005"/>
    <w:rsid w:val="0007219E"/>
    <w:rsid w:val="00072D0E"/>
    <w:rsid w:val="000736CD"/>
    <w:rsid w:val="000748C8"/>
    <w:rsid w:val="00074BCC"/>
    <w:rsid w:val="0007532D"/>
    <w:rsid w:val="0007533B"/>
    <w:rsid w:val="0007545D"/>
    <w:rsid w:val="00075A7A"/>
    <w:rsid w:val="00075BC9"/>
    <w:rsid w:val="00075D24"/>
    <w:rsid w:val="00075E1C"/>
    <w:rsid w:val="000760BF"/>
    <w:rsid w:val="0007613E"/>
    <w:rsid w:val="0007629A"/>
    <w:rsid w:val="00076BFC"/>
    <w:rsid w:val="00076E67"/>
    <w:rsid w:val="00077350"/>
    <w:rsid w:val="00077496"/>
    <w:rsid w:val="00077606"/>
    <w:rsid w:val="000778EA"/>
    <w:rsid w:val="00077A9A"/>
    <w:rsid w:val="000805AC"/>
    <w:rsid w:val="000814A7"/>
    <w:rsid w:val="0008157C"/>
    <w:rsid w:val="0008174D"/>
    <w:rsid w:val="00081756"/>
    <w:rsid w:val="00081A40"/>
    <w:rsid w:val="00081C6D"/>
    <w:rsid w:val="00081D9C"/>
    <w:rsid w:val="00082D2A"/>
    <w:rsid w:val="0008319C"/>
    <w:rsid w:val="00083CF9"/>
    <w:rsid w:val="00084A0F"/>
    <w:rsid w:val="000850B3"/>
    <w:rsid w:val="000853FD"/>
    <w:rsid w:val="0008557B"/>
    <w:rsid w:val="000859CC"/>
    <w:rsid w:val="00085AD8"/>
    <w:rsid w:val="00085B5F"/>
    <w:rsid w:val="00085CE7"/>
    <w:rsid w:val="00085D7B"/>
    <w:rsid w:val="00086637"/>
    <w:rsid w:val="000868E5"/>
    <w:rsid w:val="00086F60"/>
    <w:rsid w:val="000872CE"/>
    <w:rsid w:val="000873AA"/>
    <w:rsid w:val="000878A5"/>
    <w:rsid w:val="00087E20"/>
    <w:rsid w:val="0009044B"/>
    <w:rsid w:val="000906EE"/>
    <w:rsid w:val="000907EB"/>
    <w:rsid w:val="00090A8A"/>
    <w:rsid w:val="00091388"/>
    <w:rsid w:val="000915B8"/>
    <w:rsid w:val="00091BA2"/>
    <w:rsid w:val="00091D07"/>
    <w:rsid w:val="00091F74"/>
    <w:rsid w:val="000927CA"/>
    <w:rsid w:val="00092ED9"/>
    <w:rsid w:val="0009375E"/>
    <w:rsid w:val="00093AA6"/>
    <w:rsid w:val="00093C66"/>
    <w:rsid w:val="000941D0"/>
    <w:rsid w:val="000944EF"/>
    <w:rsid w:val="00094727"/>
    <w:rsid w:val="00094B8F"/>
    <w:rsid w:val="00094E44"/>
    <w:rsid w:val="000956F7"/>
    <w:rsid w:val="0009612A"/>
    <w:rsid w:val="00096A74"/>
    <w:rsid w:val="00096BC1"/>
    <w:rsid w:val="0009732D"/>
    <w:rsid w:val="000973F0"/>
    <w:rsid w:val="000979DA"/>
    <w:rsid w:val="000A098C"/>
    <w:rsid w:val="000A10F2"/>
    <w:rsid w:val="000A1219"/>
    <w:rsid w:val="000A1296"/>
    <w:rsid w:val="000A1C27"/>
    <w:rsid w:val="000A1D5F"/>
    <w:rsid w:val="000A1DAD"/>
    <w:rsid w:val="000A24A1"/>
    <w:rsid w:val="000A250D"/>
    <w:rsid w:val="000A2649"/>
    <w:rsid w:val="000A2EE2"/>
    <w:rsid w:val="000A3122"/>
    <w:rsid w:val="000A323B"/>
    <w:rsid w:val="000A3D2C"/>
    <w:rsid w:val="000A40B8"/>
    <w:rsid w:val="000A4191"/>
    <w:rsid w:val="000A5836"/>
    <w:rsid w:val="000A58C9"/>
    <w:rsid w:val="000A5EC1"/>
    <w:rsid w:val="000A6261"/>
    <w:rsid w:val="000A6C21"/>
    <w:rsid w:val="000A6D1A"/>
    <w:rsid w:val="000A6F52"/>
    <w:rsid w:val="000A70A6"/>
    <w:rsid w:val="000A76B5"/>
    <w:rsid w:val="000A78E2"/>
    <w:rsid w:val="000B057B"/>
    <w:rsid w:val="000B1A7B"/>
    <w:rsid w:val="000B1E59"/>
    <w:rsid w:val="000B26C0"/>
    <w:rsid w:val="000B298D"/>
    <w:rsid w:val="000B29FF"/>
    <w:rsid w:val="000B36CF"/>
    <w:rsid w:val="000B4B4A"/>
    <w:rsid w:val="000B50BA"/>
    <w:rsid w:val="000B5700"/>
    <w:rsid w:val="000B5B2D"/>
    <w:rsid w:val="000B5DCE"/>
    <w:rsid w:val="000B62A1"/>
    <w:rsid w:val="000B68D4"/>
    <w:rsid w:val="000B6A52"/>
    <w:rsid w:val="000B6BDF"/>
    <w:rsid w:val="000B7334"/>
    <w:rsid w:val="000B783D"/>
    <w:rsid w:val="000B7986"/>
    <w:rsid w:val="000B7A22"/>
    <w:rsid w:val="000B7DAB"/>
    <w:rsid w:val="000C0154"/>
    <w:rsid w:val="000C05BA"/>
    <w:rsid w:val="000C0CE4"/>
    <w:rsid w:val="000C0E8F"/>
    <w:rsid w:val="000C18E3"/>
    <w:rsid w:val="000C21E8"/>
    <w:rsid w:val="000C2B36"/>
    <w:rsid w:val="000C33BD"/>
    <w:rsid w:val="000C3583"/>
    <w:rsid w:val="000C36C2"/>
    <w:rsid w:val="000C3C44"/>
    <w:rsid w:val="000C3D44"/>
    <w:rsid w:val="000C4975"/>
    <w:rsid w:val="000C4BC4"/>
    <w:rsid w:val="000C4FFF"/>
    <w:rsid w:val="000C57A1"/>
    <w:rsid w:val="000C582A"/>
    <w:rsid w:val="000C5ECF"/>
    <w:rsid w:val="000C6311"/>
    <w:rsid w:val="000C653F"/>
    <w:rsid w:val="000C6961"/>
    <w:rsid w:val="000C71B3"/>
    <w:rsid w:val="000C785E"/>
    <w:rsid w:val="000D0066"/>
    <w:rsid w:val="000D0110"/>
    <w:rsid w:val="000D0272"/>
    <w:rsid w:val="000D04E2"/>
    <w:rsid w:val="000D05CD"/>
    <w:rsid w:val="000D061A"/>
    <w:rsid w:val="000D0872"/>
    <w:rsid w:val="000D0C5E"/>
    <w:rsid w:val="000D0FA1"/>
    <w:rsid w:val="000D0FA4"/>
    <w:rsid w:val="000D11B4"/>
    <w:rsid w:val="000D12A4"/>
    <w:rsid w:val="000D1B8E"/>
    <w:rsid w:val="000D2468"/>
    <w:rsid w:val="000D2951"/>
    <w:rsid w:val="000D2AB3"/>
    <w:rsid w:val="000D318A"/>
    <w:rsid w:val="000D31C8"/>
    <w:rsid w:val="000D3671"/>
    <w:rsid w:val="000D3736"/>
    <w:rsid w:val="000D39D0"/>
    <w:rsid w:val="000D4363"/>
    <w:rsid w:val="000D4993"/>
    <w:rsid w:val="000D4BE6"/>
    <w:rsid w:val="000D4DB9"/>
    <w:rsid w:val="000D502F"/>
    <w:rsid w:val="000D52E6"/>
    <w:rsid w:val="000D55BA"/>
    <w:rsid w:val="000D6173"/>
    <w:rsid w:val="000D6545"/>
    <w:rsid w:val="000D69FC"/>
    <w:rsid w:val="000D6EB1"/>
    <w:rsid w:val="000D6EE4"/>
    <w:rsid w:val="000D6F83"/>
    <w:rsid w:val="000D701C"/>
    <w:rsid w:val="000D70DA"/>
    <w:rsid w:val="000D7346"/>
    <w:rsid w:val="000D78DB"/>
    <w:rsid w:val="000E0BF5"/>
    <w:rsid w:val="000E0F84"/>
    <w:rsid w:val="000E10C8"/>
    <w:rsid w:val="000E12AD"/>
    <w:rsid w:val="000E1520"/>
    <w:rsid w:val="000E154D"/>
    <w:rsid w:val="000E1723"/>
    <w:rsid w:val="000E174F"/>
    <w:rsid w:val="000E180E"/>
    <w:rsid w:val="000E25CC"/>
    <w:rsid w:val="000E2837"/>
    <w:rsid w:val="000E299A"/>
    <w:rsid w:val="000E32DA"/>
    <w:rsid w:val="000E348E"/>
    <w:rsid w:val="000E3694"/>
    <w:rsid w:val="000E37A8"/>
    <w:rsid w:val="000E3B81"/>
    <w:rsid w:val="000E3C94"/>
    <w:rsid w:val="000E3CC8"/>
    <w:rsid w:val="000E42CF"/>
    <w:rsid w:val="000E490F"/>
    <w:rsid w:val="000E4F66"/>
    <w:rsid w:val="000E5742"/>
    <w:rsid w:val="000E5883"/>
    <w:rsid w:val="000E6241"/>
    <w:rsid w:val="000E64B3"/>
    <w:rsid w:val="000E6DA5"/>
    <w:rsid w:val="000E72DA"/>
    <w:rsid w:val="000E7A83"/>
    <w:rsid w:val="000F06A9"/>
    <w:rsid w:val="000F1587"/>
    <w:rsid w:val="000F16E7"/>
    <w:rsid w:val="000F1B36"/>
    <w:rsid w:val="000F2012"/>
    <w:rsid w:val="000F20B7"/>
    <w:rsid w:val="000F216E"/>
    <w:rsid w:val="000F258D"/>
    <w:rsid w:val="000F29A6"/>
    <w:rsid w:val="000F2BE3"/>
    <w:rsid w:val="000F3125"/>
    <w:rsid w:val="000F32E5"/>
    <w:rsid w:val="000F39FB"/>
    <w:rsid w:val="000F3D0D"/>
    <w:rsid w:val="000F42E4"/>
    <w:rsid w:val="000F49D6"/>
    <w:rsid w:val="000F554E"/>
    <w:rsid w:val="000F55D4"/>
    <w:rsid w:val="000F57CA"/>
    <w:rsid w:val="000F65DD"/>
    <w:rsid w:val="000F6BFB"/>
    <w:rsid w:val="000F6ED4"/>
    <w:rsid w:val="000F72A8"/>
    <w:rsid w:val="000F7736"/>
    <w:rsid w:val="000F7A6E"/>
    <w:rsid w:val="000F7CEB"/>
    <w:rsid w:val="000F7EE6"/>
    <w:rsid w:val="00100466"/>
    <w:rsid w:val="0010058D"/>
    <w:rsid w:val="0010062A"/>
    <w:rsid w:val="00100945"/>
    <w:rsid w:val="00101044"/>
    <w:rsid w:val="001012A9"/>
    <w:rsid w:val="00101AD8"/>
    <w:rsid w:val="00101C34"/>
    <w:rsid w:val="00101CFE"/>
    <w:rsid w:val="00101D07"/>
    <w:rsid w:val="00102724"/>
    <w:rsid w:val="00102A21"/>
    <w:rsid w:val="00102C46"/>
    <w:rsid w:val="0010311C"/>
    <w:rsid w:val="00104216"/>
    <w:rsid w:val="001042BA"/>
    <w:rsid w:val="00104842"/>
    <w:rsid w:val="00105733"/>
    <w:rsid w:val="0010587C"/>
    <w:rsid w:val="0010591F"/>
    <w:rsid w:val="00105A04"/>
    <w:rsid w:val="00105CA8"/>
    <w:rsid w:val="00106D03"/>
    <w:rsid w:val="001074E8"/>
    <w:rsid w:val="001075B8"/>
    <w:rsid w:val="00107709"/>
    <w:rsid w:val="00107EFE"/>
    <w:rsid w:val="00110182"/>
    <w:rsid w:val="00110465"/>
    <w:rsid w:val="0011055A"/>
    <w:rsid w:val="00110628"/>
    <w:rsid w:val="001107C4"/>
    <w:rsid w:val="001107F2"/>
    <w:rsid w:val="00111114"/>
    <w:rsid w:val="0011124D"/>
    <w:rsid w:val="00111735"/>
    <w:rsid w:val="00111E1B"/>
    <w:rsid w:val="00111EAB"/>
    <w:rsid w:val="00112034"/>
    <w:rsid w:val="0011240A"/>
    <w:rsid w:val="0011245A"/>
    <w:rsid w:val="001124BD"/>
    <w:rsid w:val="00112A51"/>
    <w:rsid w:val="001144D6"/>
    <w:rsid w:val="0011493E"/>
    <w:rsid w:val="0011494D"/>
    <w:rsid w:val="00114E77"/>
    <w:rsid w:val="0011512A"/>
    <w:rsid w:val="001151C8"/>
    <w:rsid w:val="00115986"/>
    <w:rsid w:val="00115B72"/>
    <w:rsid w:val="00115D58"/>
    <w:rsid w:val="00116394"/>
    <w:rsid w:val="001165B6"/>
    <w:rsid w:val="00116F60"/>
    <w:rsid w:val="00117047"/>
    <w:rsid w:val="001170EE"/>
    <w:rsid w:val="00117250"/>
    <w:rsid w:val="00117875"/>
    <w:rsid w:val="00117CED"/>
    <w:rsid w:val="001200BC"/>
    <w:rsid w:val="0012075F"/>
    <w:rsid w:val="001209EC"/>
    <w:rsid w:val="00120A9E"/>
    <w:rsid w:val="00120F81"/>
    <w:rsid w:val="00121175"/>
    <w:rsid w:val="00121250"/>
    <w:rsid w:val="00121AF4"/>
    <w:rsid w:val="00121CE5"/>
    <w:rsid w:val="00121E8B"/>
    <w:rsid w:val="00121EB7"/>
    <w:rsid w:val="001226BE"/>
    <w:rsid w:val="00122AC2"/>
    <w:rsid w:val="00122BAC"/>
    <w:rsid w:val="00123AE5"/>
    <w:rsid w:val="00123B90"/>
    <w:rsid w:val="001245B7"/>
    <w:rsid w:val="00124A9A"/>
    <w:rsid w:val="00124DEE"/>
    <w:rsid w:val="00124ECF"/>
    <w:rsid w:val="00125A9C"/>
    <w:rsid w:val="00125C30"/>
    <w:rsid w:val="001261B9"/>
    <w:rsid w:val="001270A2"/>
    <w:rsid w:val="0012742C"/>
    <w:rsid w:val="00127600"/>
    <w:rsid w:val="00127DD1"/>
    <w:rsid w:val="00130494"/>
    <w:rsid w:val="00130848"/>
    <w:rsid w:val="001308E4"/>
    <w:rsid w:val="00130914"/>
    <w:rsid w:val="00130AD8"/>
    <w:rsid w:val="001310F6"/>
    <w:rsid w:val="0013121F"/>
    <w:rsid w:val="00131237"/>
    <w:rsid w:val="0013124B"/>
    <w:rsid w:val="00131DC1"/>
    <w:rsid w:val="00132013"/>
    <w:rsid w:val="001321E5"/>
    <w:rsid w:val="001322CB"/>
    <w:rsid w:val="001329AC"/>
    <w:rsid w:val="00132EE6"/>
    <w:rsid w:val="00132FAF"/>
    <w:rsid w:val="00133691"/>
    <w:rsid w:val="00133DBB"/>
    <w:rsid w:val="00133E29"/>
    <w:rsid w:val="00134579"/>
    <w:rsid w:val="00134CA0"/>
    <w:rsid w:val="0013527B"/>
    <w:rsid w:val="0013550C"/>
    <w:rsid w:val="001359E3"/>
    <w:rsid w:val="00135C3F"/>
    <w:rsid w:val="00136290"/>
    <w:rsid w:val="00136687"/>
    <w:rsid w:val="00137001"/>
    <w:rsid w:val="00137215"/>
    <w:rsid w:val="00137CB6"/>
    <w:rsid w:val="001400DF"/>
    <w:rsid w:val="0014026F"/>
    <w:rsid w:val="001409CE"/>
    <w:rsid w:val="00141AB7"/>
    <w:rsid w:val="00141FA3"/>
    <w:rsid w:val="00142363"/>
    <w:rsid w:val="00142FD8"/>
    <w:rsid w:val="0014313D"/>
    <w:rsid w:val="0014373C"/>
    <w:rsid w:val="001437CA"/>
    <w:rsid w:val="001439CB"/>
    <w:rsid w:val="0014437B"/>
    <w:rsid w:val="00144387"/>
    <w:rsid w:val="001445F0"/>
    <w:rsid w:val="001447AF"/>
    <w:rsid w:val="00145169"/>
    <w:rsid w:val="00145482"/>
    <w:rsid w:val="00145532"/>
    <w:rsid w:val="001455FD"/>
    <w:rsid w:val="0014591B"/>
    <w:rsid w:val="00145C1C"/>
    <w:rsid w:val="00145ED0"/>
    <w:rsid w:val="00145F5F"/>
    <w:rsid w:val="00146478"/>
    <w:rsid w:val="00146B05"/>
    <w:rsid w:val="00146E17"/>
    <w:rsid w:val="00146E78"/>
    <w:rsid w:val="001472D7"/>
    <w:rsid w:val="0014768D"/>
    <w:rsid w:val="001478A3"/>
    <w:rsid w:val="00147A47"/>
    <w:rsid w:val="00147AA1"/>
    <w:rsid w:val="0015021B"/>
    <w:rsid w:val="0015036E"/>
    <w:rsid w:val="00150549"/>
    <w:rsid w:val="00150CC6"/>
    <w:rsid w:val="00150E45"/>
    <w:rsid w:val="00150EDB"/>
    <w:rsid w:val="00151164"/>
    <w:rsid w:val="00151533"/>
    <w:rsid w:val="00151B99"/>
    <w:rsid w:val="00151EC1"/>
    <w:rsid w:val="001520CF"/>
    <w:rsid w:val="00152DA2"/>
    <w:rsid w:val="00153F49"/>
    <w:rsid w:val="001544D8"/>
    <w:rsid w:val="0015489B"/>
    <w:rsid w:val="001548A1"/>
    <w:rsid w:val="00154AEC"/>
    <w:rsid w:val="00154B10"/>
    <w:rsid w:val="00155213"/>
    <w:rsid w:val="00155465"/>
    <w:rsid w:val="00155598"/>
    <w:rsid w:val="00155795"/>
    <w:rsid w:val="00155DC5"/>
    <w:rsid w:val="00155F49"/>
    <w:rsid w:val="0015667C"/>
    <w:rsid w:val="00157110"/>
    <w:rsid w:val="0015742A"/>
    <w:rsid w:val="001574C7"/>
    <w:rsid w:val="001579C3"/>
    <w:rsid w:val="00157DA1"/>
    <w:rsid w:val="00160182"/>
    <w:rsid w:val="00160B6C"/>
    <w:rsid w:val="00160F67"/>
    <w:rsid w:val="00161592"/>
    <w:rsid w:val="001618BA"/>
    <w:rsid w:val="00161AB0"/>
    <w:rsid w:val="0016242C"/>
    <w:rsid w:val="00162CC1"/>
    <w:rsid w:val="00162DB2"/>
    <w:rsid w:val="00163147"/>
    <w:rsid w:val="0016314E"/>
    <w:rsid w:val="0016370A"/>
    <w:rsid w:val="001637AA"/>
    <w:rsid w:val="0016384D"/>
    <w:rsid w:val="0016389F"/>
    <w:rsid w:val="00163A7E"/>
    <w:rsid w:val="00163D32"/>
    <w:rsid w:val="00164016"/>
    <w:rsid w:val="00164231"/>
    <w:rsid w:val="00164966"/>
    <w:rsid w:val="00164B19"/>
    <w:rsid w:val="00164C57"/>
    <w:rsid w:val="00164C9D"/>
    <w:rsid w:val="0016518D"/>
    <w:rsid w:val="00165604"/>
    <w:rsid w:val="00166045"/>
    <w:rsid w:val="001663CC"/>
    <w:rsid w:val="001675CD"/>
    <w:rsid w:val="0017025E"/>
    <w:rsid w:val="001703FA"/>
    <w:rsid w:val="00170442"/>
    <w:rsid w:val="001705E0"/>
    <w:rsid w:val="00170B05"/>
    <w:rsid w:val="001712F1"/>
    <w:rsid w:val="0017133E"/>
    <w:rsid w:val="0017219F"/>
    <w:rsid w:val="0017259F"/>
    <w:rsid w:val="001729D7"/>
    <w:rsid w:val="00172DCE"/>
    <w:rsid w:val="00172F7A"/>
    <w:rsid w:val="00173108"/>
    <w:rsid w:val="00173150"/>
    <w:rsid w:val="00173390"/>
    <w:rsid w:val="001736F0"/>
    <w:rsid w:val="001736FD"/>
    <w:rsid w:val="0017383C"/>
    <w:rsid w:val="00173BB3"/>
    <w:rsid w:val="00173CA6"/>
    <w:rsid w:val="00173D5B"/>
    <w:rsid w:val="00173EAD"/>
    <w:rsid w:val="001740D0"/>
    <w:rsid w:val="00174140"/>
    <w:rsid w:val="00174760"/>
    <w:rsid w:val="00174F2C"/>
    <w:rsid w:val="00175E01"/>
    <w:rsid w:val="00175EAE"/>
    <w:rsid w:val="00176457"/>
    <w:rsid w:val="001765EE"/>
    <w:rsid w:val="00176724"/>
    <w:rsid w:val="00176ABE"/>
    <w:rsid w:val="00176ABF"/>
    <w:rsid w:val="001774CE"/>
    <w:rsid w:val="00180731"/>
    <w:rsid w:val="00180B10"/>
    <w:rsid w:val="00180F2A"/>
    <w:rsid w:val="001813F5"/>
    <w:rsid w:val="001819DB"/>
    <w:rsid w:val="001819F7"/>
    <w:rsid w:val="00181F3A"/>
    <w:rsid w:val="001827BF"/>
    <w:rsid w:val="00183202"/>
    <w:rsid w:val="00183334"/>
    <w:rsid w:val="001837D9"/>
    <w:rsid w:val="001839BF"/>
    <w:rsid w:val="001839F5"/>
    <w:rsid w:val="00183ABD"/>
    <w:rsid w:val="00183B5E"/>
    <w:rsid w:val="00183EEC"/>
    <w:rsid w:val="001840E4"/>
    <w:rsid w:val="00184996"/>
    <w:rsid w:val="00184B91"/>
    <w:rsid w:val="00184D4A"/>
    <w:rsid w:val="00185D02"/>
    <w:rsid w:val="00185E19"/>
    <w:rsid w:val="00186A06"/>
    <w:rsid w:val="00186EC1"/>
    <w:rsid w:val="00186EE4"/>
    <w:rsid w:val="00186EFB"/>
    <w:rsid w:val="0018787A"/>
    <w:rsid w:val="00187B85"/>
    <w:rsid w:val="001901DA"/>
    <w:rsid w:val="00190533"/>
    <w:rsid w:val="00190FE1"/>
    <w:rsid w:val="00191A3F"/>
    <w:rsid w:val="00191E1F"/>
    <w:rsid w:val="00192105"/>
    <w:rsid w:val="00192404"/>
    <w:rsid w:val="0019267A"/>
    <w:rsid w:val="00192A88"/>
    <w:rsid w:val="00192F8F"/>
    <w:rsid w:val="00193627"/>
    <w:rsid w:val="001936B4"/>
    <w:rsid w:val="0019377B"/>
    <w:rsid w:val="00193801"/>
    <w:rsid w:val="00193A65"/>
    <w:rsid w:val="001941FF"/>
    <w:rsid w:val="00194533"/>
    <w:rsid w:val="0019473B"/>
    <w:rsid w:val="0019477A"/>
    <w:rsid w:val="0019477F"/>
    <w:rsid w:val="00194953"/>
    <w:rsid w:val="00194A79"/>
    <w:rsid w:val="00194EAF"/>
    <w:rsid w:val="001952B1"/>
    <w:rsid w:val="0019561D"/>
    <w:rsid w:val="00195713"/>
    <w:rsid w:val="001958C2"/>
    <w:rsid w:val="00195C04"/>
    <w:rsid w:val="001965C6"/>
    <w:rsid w:val="00196B2F"/>
    <w:rsid w:val="00196C79"/>
    <w:rsid w:val="00196CBB"/>
    <w:rsid w:val="00196E39"/>
    <w:rsid w:val="00197476"/>
    <w:rsid w:val="00197649"/>
    <w:rsid w:val="00197B1E"/>
    <w:rsid w:val="00197B2E"/>
    <w:rsid w:val="00197F56"/>
    <w:rsid w:val="001A0110"/>
    <w:rsid w:val="001A01FB"/>
    <w:rsid w:val="001A03EA"/>
    <w:rsid w:val="001A0866"/>
    <w:rsid w:val="001A10E9"/>
    <w:rsid w:val="001A183D"/>
    <w:rsid w:val="001A2B65"/>
    <w:rsid w:val="001A31F1"/>
    <w:rsid w:val="001A32DB"/>
    <w:rsid w:val="001A364F"/>
    <w:rsid w:val="001A3B37"/>
    <w:rsid w:val="001A3C6F"/>
    <w:rsid w:val="001A3CD3"/>
    <w:rsid w:val="001A3D43"/>
    <w:rsid w:val="001A4A87"/>
    <w:rsid w:val="001A4AC4"/>
    <w:rsid w:val="001A4FC7"/>
    <w:rsid w:val="001A59A1"/>
    <w:rsid w:val="001A5BEF"/>
    <w:rsid w:val="001A5CBD"/>
    <w:rsid w:val="001A604A"/>
    <w:rsid w:val="001A607E"/>
    <w:rsid w:val="001A6DDF"/>
    <w:rsid w:val="001A6E63"/>
    <w:rsid w:val="001A7F15"/>
    <w:rsid w:val="001B02CF"/>
    <w:rsid w:val="001B09EF"/>
    <w:rsid w:val="001B0C20"/>
    <w:rsid w:val="001B0E37"/>
    <w:rsid w:val="001B17C7"/>
    <w:rsid w:val="001B26D0"/>
    <w:rsid w:val="001B2AF0"/>
    <w:rsid w:val="001B342E"/>
    <w:rsid w:val="001B4B64"/>
    <w:rsid w:val="001B583A"/>
    <w:rsid w:val="001B5846"/>
    <w:rsid w:val="001B5E76"/>
    <w:rsid w:val="001B5FC7"/>
    <w:rsid w:val="001B6604"/>
    <w:rsid w:val="001B73B6"/>
    <w:rsid w:val="001B7B9A"/>
    <w:rsid w:val="001C02E3"/>
    <w:rsid w:val="001C0390"/>
    <w:rsid w:val="001C1325"/>
    <w:rsid w:val="001C1832"/>
    <w:rsid w:val="001C188C"/>
    <w:rsid w:val="001C18C6"/>
    <w:rsid w:val="001C1BEA"/>
    <w:rsid w:val="001C1C94"/>
    <w:rsid w:val="001C2A33"/>
    <w:rsid w:val="001C3777"/>
    <w:rsid w:val="001C382F"/>
    <w:rsid w:val="001C3B02"/>
    <w:rsid w:val="001C424E"/>
    <w:rsid w:val="001C4585"/>
    <w:rsid w:val="001C464C"/>
    <w:rsid w:val="001C55D8"/>
    <w:rsid w:val="001C6771"/>
    <w:rsid w:val="001C7BE4"/>
    <w:rsid w:val="001D035D"/>
    <w:rsid w:val="001D0DE5"/>
    <w:rsid w:val="001D0F60"/>
    <w:rsid w:val="001D156A"/>
    <w:rsid w:val="001D15DE"/>
    <w:rsid w:val="001D15E5"/>
    <w:rsid w:val="001D1783"/>
    <w:rsid w:val="001D1805"/>
    <w:rsid w:val="001D1C8B"/>
    <w:rsid w:val="001D21E9"/>
    <w:rsid w:val="001D22DD"/>
    <w:rsid w:val="001D250B"/>
    <w:rsid w:val="001D2802"/>
    <w:rsid w:val="001D2AE2"/>
    <w:rsid w:val="001D2BCB"/>
    <w:rsid w:val="001D2C3A"/>
    <w:rsid w:val="001D30BF"/>
    <w:rsid w:val="001D3363"/>
    <w:rsid w:val="001D3A36"/>
    <w:rsid w:val="001D48E7"/>
    <w:rsid w:val="001D53CD"/>
    <w:rsid w:val="001D55A3"/>
    <w:rsid w:val="001D55B0"/>
    <w:rsid w:val="001D55B3"/>
    <w:rsid w:val="001D5AF5"/>
    <w:rsid w:val="001D62B0"/>
    <w:rsid w:val="001D69BF"/>
    <w:rsid w:val="001D6A00"/>
    <w:rsid w:val="001D6C07"/>
    <w:rsid w:val="001D74D3"/>
    <w:rsid w:val="001D7733"/>
    <w:rsid w:val="001D7DC0"/>
    <w:rsid w:val="001D7F2F"/>
    <w:rsid w:val="001E02D9"/>
    <w:rsid w:val="001E0ACA"/>
    <w:rsid w:val="001E0E57"/>
    <w:rsid w:val="001E1102"/>
    <w:rsid w:val="001E126F"/>
    <w:rsid w:val="001E149A"/>
    <w:rsid w:val="001E1974"/>
    <w:rsid w:val="001E1B80"/>
    <w:rsid w:val="001E1C1E"/>
    <w:rsid w:val="001E1E73"/>
    <w:rsid w:val="001E24B7"/>
    <w:rsid w:val="001E2E23"/>
    <w:rsid w:val="001E369B"/>
    <w:rsid w:val="001E3890"/>
    <w:rsid w:val="001E3D48"/>
    <w:rsid w:val="001E3E26"/>
    <w:rsid w:val="001E3FC6"/>
    <w:rsid w:val="001E4322"/>
    <w:rsid w:val="001E469E"/>
    <w:rsid w:val="001E4C74"/>
    <w:rsid w:val="001E4E0C"/>
    <w:rsid w:val="001E5250"/>
    <w:rsid w:val="001E526D"/>
    <w:rsid w:val="001E5655"/>
    <w:rsid w:val="001E59A7"/>
    <w:rsid w:val="001E6323"/>
    <w:rsid w:val="001E684B"/>
    <w:rsid w:val="001E69F6"/>
    <w:rsid w:val="001E6E65"/>
    <w:rsid w:val="001E71FB"/>
    <w:rsid w:val="001E72F1"/>
    <w:rsid w:val="001E7B51"/>
    <w:rsid w:val="001E7D6F"/>
    <w:rsid w:val="001E7F2A"/>
    <w:rsid w:val="001F032E"/>
    <w:rsid w:val="001F076D"/>
    <w:rsid w:val="001F1136"/>
    <w:rsid w:val="001F1832"/>
    <w:rsid w:val="001F18AD"/>
    <w:rsid w:val="001F1E07"/>
    <w:rsid w:val="001F1EF8"/>
    <w:rsid w:val="001F220F"/>
    <w:rsid w:val="001F25B3"/>
    <w:rsid w:val="001F349D"/>
    <w:rsid w:val="001F3F3D"/>
    <w:rsid w:val="001F4227"/>
    <w:rsid w:val="001F462A"/>
    <w:rsid w:val="001F4AC3"/>
    <w:rsid w:val="001F4E3D"/>
    <w:rsid w:val="001F5063"/>
    <w:rsid w:val="001F5613"/>
    <w:rsid w:val="001F569C"/>
    <w:rsid w:val="001F588D"/>
    <w:rsid w:val="001F5A3E"/>
    <w:rsid w:val="001F5A6A"/>
    <w:rsid w:val="001F5FDC"/>
    <w:rsid w:val="001F619E"/>
    <w:rsid w:val="001F6255"/>
    <w:rsid w:val="001F6616"/>
    <w:rsid w:val="001F72AE"/>
    <w:rsid w:val="002000AD"/>
    <w:rsid w:val="00201379"/>
    <w:rsid w:val="002019F9"/>
    <w:rsid w:val="00201BAD"/>
    <w:rsid w:val="0020294A"/>
    <w:rsid w:val="00202A50"/>
    <w:rsid w:val="00202BD4"/>
    <w:rsid w:val="00203E8A"/>
    <w:rsid w:val="002046B8"/>
    <w:rsid w:val="00204A97"/>
    <w:rsid w:val="00204CAD"/>
    <w:rsid w:val="00205189"/>
    <w:rsid w:val="00205558"/>
    <w:rsid w:val="0020561D"/>
    <w:rsid w:val="00205787"/>
    <w:rsid w:val="00205B02"/>
    <w:rsid w:val="00206188"/>
    <w:rsid w:val="0020639B"/>
    <w:rsid w:val="0020644B"/>
    <w:rsid w:val="00206459"/>
    <w:rsid w:val="00206943"/>
    <w:rsid w:val="00206E19"/>
    <w:rsid w:val="002077C0"/>
    <w:rsid w:val="00207ACD"/>
    <w:rsid w:val="00207CE3"/>
    <w:rsid w:val="00210E02"/>
    <w:rsid w:val="00211009"/>
    <w:rsid w:val="002111F4"/>
    <w:rsid w:val="00211285"/>
    <w:rsid w:val="002114EF"/>
    <w:rsid w:val="00212140"/>
    <w:rsid w:val="00212AD5"/>
    <w:rsid w:val="00212BC6"/>
    <w:rsid w:val="0021337A"/>
    <w:rsid w:val="00213497"/>
    <w:rsid w:val="00214813"/>
    <w:rsid w:val="00214852"/>
    <w:rsid w:val="00214894"/>
    <w:rsid w:val="00215299"/>
    <w:rsid w:val="0021584B"/>
    <w:rsid w:val="00215BA7"/>
    <w:rsid w:val="00215BF3"/>
    <w:rsid w:val="00215C8D"/>
    <w:rsid w:val="002166AD"/>
    <w:rsid w:val="00216772"/>
    <w:rsid w:val="002171D7"/>
    <w:rsid w:val="00217289"/>
    <w:rsid w:val="002174AB"/>
    <w:rsid w:val="00217871"/>
    <w:rsid w:val="00220495"/>
    <w:rsid w:val="00220B37"/>
    <w:rsid w:val="00220B9C"/>
    <w:rsid w:val="00221468"/>
    <w:rsid w:val="00221495"/>
    <w:rsid w:val="00221529"/>
    <w:rsid w:val="002218F8"/>
    <w:rsid w:val="00221C61"/>
    <w:rsid w:val="00221CDD"/>
    <w:rsid w:val="00221ED8"/>
    <w:rsid w:val="00221F4C"/>
    <w:rsid w:val="00221F86"/>
    <w:rsid w:val="00222C22"/>
    <w:rsid w:val="00222D96"/>
    <w:rsid w:val="002230B0"/>
    <w:rsid w:val="002231EA"/>
    <w:rsid w:val="00223652"/>
    <w:rsid w:val="0022384A"/>
    <w:rsid w:val="00223FDF"/>
    <w:rsid w:val="002245FA"/>
    <w:rsid w:val="00224BCE"/>
    <w:rsid w:val="00224F5C"/>
    <w:rsid w:val="0022532A"/>
    <w:rsid w:val="00225845"/>
    <w:rsid w:val="00225ADB"/>
    <w:rsid w:val="002265C3"/>
    <w:rsid w:val="00226907"/>
    <w:rsid w:val="00226B43"/>
    <w:rsid w:val="00226EB3"/>
    <w:rsid w:val="0022705C"/>
    <w:rsid w:val="002274A7"/>
    <w:rsid w:val="002279C0"/>
    <w:rsid w:val="00230040"/>
    <w:rsid w:val="00231E6C"/>
    <w:rsid w:val="00232623"/>
    <w:rsid w:val="00232A01"/>
    <w:rsid w:val="00232A8B"/>
    <w:rsid w:val="00233152"/>
    <w:rsid w:val="00233226"/>
    <w:rsid w:val="002332B4"/>
    <w:rsid w:val="00233734"/>
    <w:rsid w:val="00233A6F"/>
    <w:rsid w:val="00233C68"/>
    <w:rsid w:val="0023448D"/>
    <w:rsid w:val="00234A86"/>
    <w:rsid w:val="00234F8F"/>
    <w:rsid w:val="002357C2"/>
    <w:rsid w:val="002359F6"/>
    <w:rsid w:val="00235D1E"/>
    <w:rsid w:val="00235DB4"/>
    <w:rsid w:val="0023602D"/>
    <w:rsid w:val="002367C6"/>
    <w:rsid w:val="002367FC"/>
    <w:rsid w:val="00236AD9"/>
    <w:rsid w:val="00236FB3"/>
    <w:rsid w:val="002371FD"/>
    <w:rsid w:val="0023727E"/>
    <w:rsid w:val="002378D4"/>
    <w:rsid w:val="0023795E"/>
    <w:rsid w:val="002401DD"/>
    <w:rsid w:val="0024034A"/>
    <w:rsid w:val="00240425"/>
    <w:rsid w:val="00241666"/>
    <w:rsid w:val="00242081"/>
    <w:rsid w:val="002425BA"/>
    <w:rsid w:val="00242C17"/>
    <w:rsid w:val="00243777"/>
    <w:rsid w:val="00243789"/>
    <w:rsid w:val="00243A63"/>
    <w:rsid w:val="00244008"/>
    <w:rsid w:val="002441CD"/>
    <w:rsid w:val="00244276"/>
    <w:rsid w:val="002445A3"/>
    <w:rsid w:val="00244EF4"/>
    <w:rsid w:val="00245260"/>
    <w:rsid w:val="00245CA6"/>
    <w:rsid w:val="002460A0"/>
    <w:rsid w:val="002460CF"/>
    <w:rsid w:val="002461D0"/>
    <w:rsid w:val="002464C3"/>
    <w:rsid w:val="00246B97"/>
    <w:rsid w:val="00246C20"/>
    <w:rsid w:val="00247146"/>
    <w:rsid w:val="0024757E"/>
    <w:rsid w:val="002475FD"/>
    <w:rsid w:val="002501A3"/>
    <w:rsid w:val="00251364"/>
    <w:rsid w:val="00251374"/>
    <w:rsid w:val="0025166C"/>
    <w:rsid w:val="00251A86"/>
    <w:rsid w:val="00251B51"/>
    <w:rsid w:val="00251E8B"/>
    <w:rsid w:val="00252785"/>
    <w:rsid w:val="0025307F"/>
    <w:rsid w:val="00253D74"/>
    <w:rsid w:val="002549D4"/>
    <w:rsid w:val="00254FE2"/>
    <w:rsid w:val="0025545D"/>
    <w:rsid w:val="002555D4"/>
    <w:rsid w:val="002556F8"/>
    <w:rsid w:val="002562BB"/>
    <w:rsid w:val="00256C71"/>
    <w:rsid w:val="002570D0"/>
    <w:rsid w:val="002604C8"/>
    <w:rsid w:val="00260711"/>
    <w:rsid w:val="00260D01"/>
    <w:rsid w:val="00261650"/>
    <w:rsid w:val="002618BE"/>
    <w:rsid w:val="00261A16"/>
    <w:rsid w:val="00261F81"/>
    <w:rsid w:val="00261FFD"/>
    <w:rsid w:val="00262988"/>
    <w:rsid w:val="00262F85"/>
    <w:rsid w:val="00263522"/>
    <w:rsid w:val="002636D0"/>
    <w:rsid w:val="002641AA"/>
    <w:rsid w:val="0026442A"/>
    <w:rsid w:val="00264E00"/>
    <w:rsid w:val="00264EC6"/>
    <w:rsid w:val="00265079"/>
    <w:rsid w:val="002656C4"/>
    <w:rsid w:val="00265730"/>
    <w:rsid w:val="00265A49"/>
    <w:rsid w:val="00265C07"/>
    <w:rsid w:val="00265DC5"/>
    <w:rsid w:val="00265E26"/>
    <w:rsid w:val="00265FFD"/>
    <w:rsid w:val="002660AF"/>
    <w:rsid w:val="00266162"/>
    <w:rsid w:val="00266489"/>
    <w:rsid w:val="00266564"/>
    <w:rsid w:val="00266D9C"/>
    <w:rsid w:val="00266EDA"/>
    <w:rsid w:val="00267013"/>
    <w:rsid w:val="002679F1"/>
    <w:rsid w:val="00267DE1"/>
    <w:rsid w:val="00267EEE"/>
    <w:rsid w:val="00270304"/>
    <w:rsid w:val="002703CC"/>
    <w:rsid w:val="0027086E"/>
    <w:rsid w:val="00270ACC"/>
    <w:rsid w:val="00270D04"/>
    <w:rsid w:val="00271013"/>
    <w:rsid w:val="00271B1E"/>
    <w:rsid w:val="00271F94"/>
    <w:rsid w:val="002724BA"/>
    <w:rsid w:val="00272951"/>
    <w:rsid w:val="00272DB5"/>
    <w:rsid w:val="00273219"/>
    <w:rsid w:val="002735B3"/>
    <w:rsid w:val="002735DF"/>
    <w:rsid w:val="002737B6"/>
    <w:rsid w:val="00273FE4"/>
    <w:rsid w:val="0027432E"/>
    <w:rsid w:val="002744C2"/>
    <w:rsid w:val="00274517"/>
    <w:rsid w:val="002746B7"/>
    <w:rsid w:val="00274963"/>
    <w:rsid w:val="00274BC2"/>
    <w:rsid w:val="00275081"/>
    <w:rsid w:val="00275809"/>
    <w:rsid w:val="00275FB2"/>
    <w:rsid w:val="00276060"/>
    <w:rsid w:val="0027613D"/>
    <w:rsid w:val="0027615D"/>
    <w:rsid w:val="002763E9"/>
    <w:rsid w:val="002765B4"/>
    <w:rsid w:val="00276A94"/>
    <w:rsid w:val="00276F8A"/>
    <w:rsid w:val="002775C8"/>
    <w:rsid w:val="00277B4D"/>
    <w:rsid w:val="00277C93"/>
    <w:rsid w:val="002803A0"/>
    <w:rsid w:val="002805A0"/>
    <w:rsid w:val="0028078B"/>
    <w:rsid w:val="00280D0F"/>
    <w:rsid w:val="002813DC"/>
    <w:rsid w:val="0028184F"/>
    <w:rsid w:val="00281E1C"/>
    <w:rsid w:val="002826F7"/>
    <w:rsid w:val="00282B17"/>
    <w:rsid w:val="00282EE7"/>
    <w:rsid w:val="00283154"/>
    <w:rsid w:val="002832F2"/>
    <w:rsid w:val="0028471C"/>
    <w:rsid w:val="002848A7"/>
    <w:rsid w:val="00284B56"/>
    <w:rsid w:val="00286605"/>
    <w:rsid w:val="0028726F"/>
    <w:rsid w:val="00287447"/>
    <w:rsid w:val="0029023E"/>
    <w:rsid w:val="00290708"/>
    <w:rsid w:val="00291337"/>
    <w:rsid w:val="002915FA"/>
    <w:rsid w:val="00291915"/>
    <w:rsid w:val="00291989"/>
    <w:rsid w:val="00291DE7"/>
    <w:rsid w:val="00291DFF"/>
    <w:rsid w:val="00291ECA"/>
    <w:rsid w:val="0029248F"/>
    <w:rsid w:val="00292CC5"/>
    <w:rsid w:val="00292DCD"/>
    <w:rsid w:val="0029314F"/>
    <w:rsid w:val="00293572"/>
    <w:rsid w:val="00293FC6"/>
    <w:rsid w:val="0029405D"/>
    <w:rsid w:val="0029458A"/>
    <w:rsid w:val="00294B6C"/>
    <w:rsid w:val="00294FA6"/>
    <w:rsid w:val="0029507F"/>
    <w:rsid w:val="0029567D"/>
    <w:rsid w:val="00295A6F"/>
    <w:rsid w:val="0029663A"/>
    <w:rsid w:val="002966A1"/>
    <w:rsid w:val="00296E42"/>
    <w:rsid w:val="00297033"/>
    <w:rsid w:val="002971EE"/>
    <w:rsid w:val="00297401"/>
    <w:rsid w:val="002975C8"/>
    <w:rsid w:val="002975E8"/>
    <w:rsid w:val="00297B47"/>
    <w:rsid w:val="00297E44"/>
    <w:rsid w:val="00297E4A"/>
    <w:rsid w:val="00297EE5"/>
    <w:rsid w:val="002A02EA"/>
    <w:rsid w:val="002A04B6"/>
    <w:rsid w:val="002A0AF8"/>
    <w:rsid w:val="002A14AD"/>
    <w:rsid w:val="002A181C"/>
    <w:rsid w:val="002A20C4"/>
    <w:rsid w:val="002A30E6"/>
    <w:rsid w:val="002A32A4"/>
    <w:rsid w:val="002A4731"/>
    <w:rsid w:val="002A56D7"/>
    <w:rsid w:val="002A570F"/>
    <w:rsid w:val="002A5AB5"/>
    <w:rsid w:val="002A5B95"/>
    <w:rsid w:val="002A6069"/>
    <w:rsid w:val="002A6123"/>
    <w:rsid w:val="002A633E"/>
    <w:rsid w:val="002A7292"/>
    <w:rsid w:val="002A7358"/>
    <w:rsid w:val="002A7848"/>
    <w:rsid w:val="002A7902"/>
    <w:rsid w:val="002A7C35"/>
    <w:rsid w:val="002A7CA9"/>
    <w:rsid w:val="002B0583"/>
    <w:rsid w:val="002B06B8"/>
    <w:rsid w:val="002B096C"/>
    <w:rsid w:val="002B0F6B"/>
    <w:rsid w:val="002B1401"/>
    <w:rsid w:val="002B14D6"/>
    <w:rsid w:val="002B18ED"/>
    <w:rsid w:val="002B23B8"/>
    <w:rsid w:val="002B29EC"/>
    <w:rsid w:val="002B3974"/>
    <w:rsid w:val="002B3E97"/>
    <w:rsid w:val="002B4059"/>
    <w:rsid w:val="002B4109"/>
    <w:rsid w:val="002B42C7"/>
    <w:rsid w:val="002B4429"/>
    <w:rsid w:val="002B523E"/>
    <w:rsid w:val="002B57E5"/>
    <w:rsid w:val="002B5E30"/>
    <w:rsid w:val="002B681B"/>
    <w:rsid w:val="002B68A6"/>
    <w:rsid w:val="002B6FF3"/>
    <w:rsid w:val="002B7080"/>
    <w:rsid w:val="002B7EE6"/>
    <w:rsid w:val="002B7FAF"/>
    <w:rsid w:val="002C0654"/>
    <w:rsid w:val="002C2223"/>
    <w:rsid w:val="002C2502"/>
    <w:rsid w:val="002C25A0"/>
    <w:rsid w:val="002C27BD"/>
    <w:rsid w:val="002C2BEA"/>
    <w:rsid w:val="002C3636"/>
    <w:rsid w:val="002C4C99"/>
    <w:rsid w:val="002C4D8D"/>
    <w:rsid w:val="002C5A20"/>
    <w:rsid w:val="002C5F20"/>
    <w:rsid w:val="002C6189"/>
    <w:rsid w:val="002C61A3"/>
    <w:rsid w:val="002C6585"/>
    <w:rsid w:val="002C6E98"/>
    <w:rsid w:val="002C7D3F"/>
    <w:rsid w:val="002D0088"/>
    <w:rsid w:val="002D0B27"/>
    <w:rsid w:val="002D0C4F"/>
    <w:rsid w:val="002D12C0"/>
    <w:rsid w:val="002D1364"/>
    <w:rsid w:val="002D1368"/>
    <w:rsid w:val="002D1729"/>
    <w:rsid w:val="002D18A0"/>
    <w:rsid w:val="002D18E1"/>
    <w:rsid w:val="002D19A5"/>
    <w:rsid w:val="002D2827"/>
    <w:rsid w:val="002D2ADC"/>
    <w:rsid w:val="002D3220"/>
    <w:rsid w:val="002D366E"/>
    <w:rsid w:val="002D3746"/>
    <w:rsid w:val="002D4393"/>
    <w:rsid w:val="002D459B"/>
    <w:rsid w:val="002D4806"/>
    <w:rsid w:val="002D4D30"/>
    <w:rsid w:val="002D5000"/>
    <w:rsid w:val="002D598D"/>
    <w:rsid w:val="002D6586"/>
    <w:rsid w:val="002D7188"/>
    <w:rsid w:val="002D7322"/>
    <w:rsid w:val="002D75B1"/>
    <w:rsid w:val="002D7EDE"/>
    <w:rsid w:val="002E08AB"/>
    <w:rsid w:val="002E0CF2"/>
    <w:rsid w:val="002E0D0D"/>
    <w:rsid w:val="002E1806"/>
    <w:rsid w:val="002E192C"/>
    <w:rsid w:val="002E1DE3"/>
    <w:rsid w:val="002E23EC"/>
    <w:rsid w:val="002E249B"/>
    <w:rsid w:val="002E24DE"/>
    <w:rsid w:val="002E2A29"/>
    <w:rsid w:val="002E2AB6"/>
    <w:rsid w:val="002E3165"/>
    <w:rsid w:val="002E35BA"/>
    <w:rsid w:val="002E378B"/>
    <w:rsid w:val="002E3AB0"/>
    <w:rsid w:val="002E3F34"/>
    <w:rsid w:val="002E3F46"/>
    <w:rsid w:val="002E4849"/>
    <w:rsid w:val="002E4CCB"/>
    <w:rsid w:val="002E4D37"/>
    <w:rsid w:val="002E53C0"/>
    <w:rsid w:val="002E569A"/>
    <w:rsid w:val="002E571E"/>
    <w:rsid w:val="002E5F79"/>
    <w:rsid w:val="002E6393"/>
    <w:rsid w:val="002E64FA"/>
    <w:rsid w:val="002E6512"/>
    <w:rsid w:val="002E74D7"/>
    <w:rsid w:val="002E75EE"/>
    <w:rsid w:val="002F04C6"/>
    <w:rsid w:val="002F0A00"/>
    <w:rsid w:val="002F0BEE"/>
    <w:rsid w:val="002F0CFA"/>
    <w:rsid w:val="002F1218"/>
    <w:rsid w:val="002F12AA"/>
    <w:rsid w:val="002F1BC6"/>
    <w:rsid w:val="002F1C2C"/>
    <w:rsid w:val="002F1E1F"/>
    <w:rsid w:val="002F2323"/>
    <w:rsid w:val="002F28E2"/>
    <w:rsid w:val="002F2C56"/>
    <w:rsid w:val="002F2CBB"/>
    <w:rsid w:val="002F3352"/>
    <w:rsid w:val="002F370D"/>
    <w:rsid w:val="002F391E"/>
    <w:rsid w:val="002F39A5"/>
    <w:rsid w:val="002F3BE9"/>
    <w:rsid w:val="002F3ED8"/>
    <w:rsid w:val="002F3FDA"/>
    <w:rsid w:val="002F4067"/>
    <w:rsid w:val="002F41C3"/>
    <w:rsid w:val="002F4565"/>
    <w:rsid w:val="002F48DC"/>
    <w:rsid w:val="002F495E"/>
    <w:rsid w:val="002F56A0"/>
    <w:rsid w:val="002F669F"/>
    <w:rsid w:val="002F679F"/>
    <w:rsid w:val="002F6A53"/>
    <w:rsid w:val="002F7162"/>
    <w:rsid w:val="002F73AB"/>
    <w:rsid w:val="002F7789"/>
    <w:rsid w:val="002F77E9"/>
    <w:rsid w:val="002F7C71"/>
    <w:rsid w:val="002F7CB2"/>
    <w:rsid w:val="00300B46"/>
    <w:rsid w:val="00300FE7"/>
    <w:rsid w:val="0030194A"/>
    <w:rsid w:val="00301C97"/>
    <w:rsid w:val="00301DFF"/>
    <w:rsid w:val="0030339A"/>
    <w:rsid w:val="003037DE"/>
    <w:rsid w:val="00303BDD"/>
    <w:rsid w:val="00304119"/>
    <w:rsid w:val="00304A52"/>
    <w:rsid w:val="00304CDE"/>
    <w:rsid w:val="00305450"/>
    <w:rsid w:val="00305A36"/>
    <w:rsid w:val="0030633E"/>
    <w:rsid w:val="003063C8"/>
    <w:rsid w:val="00306877"/>
    <w:rsid w:val="00306A8F"/>
    <w:rsid w:val="00306AB1"/>
    <w:rsid w:val="00306D78"/>
    <w:rsid w:val="00306D80"/>
    <w:rsid w:val="00307130"/>
    <w:rsid w:val="003071EB"/>
    <w:rsid w:val="003074FD"/>
    <w:rsid w:val="003077E2"/>
    <w:rsid w:val="003078B1"/>
    <w:rsid w:val="0031004C"/>
    <w:rsid w:val="003105F6"/>
    <w:rsid w:val="00310693"/>
    <w:rsid w:val="00310B06"/>
    <w:rsid w:val="00311297"/>
    <w:rsid w:val="003113BE"/>
    <w:rsid w:val="003115D8"/>
    <w:rsid w:val="0031185A"/>
    <w:rsid w:val="0031196C"/>
    <w:rsid w:val="00311CB1"/>
    <w:rsid w:val="00312200"/>
    <w:rsid w:val="003122CA"/>
    <w:rsid w:val="00312419"/>
    <w:rsid w:val="00313462"/>
    <w:rsid w:val="003140A8"/>
    <w:rsid w:val="003143C8"/>
    <w:rsid w:val="003146B2"/>
    <w:rsid w:val="003148FD"/>
    <w:rsid w:val="00314F9F"/>
    <w:rsid w:val="003151EE"/>
    <w:rsid w:val="00315D9C"/>
    <w:rsid w:val="00315E0F"/>
    <w:rsid w:val="00315EB4"/>
    <w:rsid w:val="00316050"/>
    <w:rsid w:val="003162A3"/>
    <w:rsid w:val="00316867"/>
    <w:rsid w:val="0031732A"/>
    <w:rsid w:val="003174CF"/>
    <w:rsid w:val="0031780F"/>
    <w:rsid w:val="0031794D"/>
    <w:rsid w:val="003200F2"/>
    <w:rsid w:val="003200FF"/>
    <w:rsid w:val="003204F1"/>
    <w:rsid w:val="003205E4"/>
    <w:rsid w:val="00321080"/>
    <w:rsid w:val="00321117"/>
    <w:rsid w:val="00321232"/>
    <w:rsid w:val="00321E75"/>
    <w:rsid w:val="00322089"/>
    <w:rsid w:val="003222CB"/>
    <w:rsid w:val="00322D45"/>
    <w:rsid w:val="00323F3A"/>
    <w:rsid w:val="00323FB2"/>
    <w:rsid w:val="0032505B"/>
    <w:rsid w:val="0032569A"/>
    <w:rsid w:val="00325A1F"/>
    <w:rsid w:val="003262C1"/>
    <w:rsid w:val="003268F9"/>
    <w:rsid w:val="0032692F"/>
    <w:rsid w:val="00327BE1"/>
    <w:rsid w:val="00327CF4"/>
    <w:rsid w:val="00327EF7"/>
    <w:rsid w:val="00327F9D"/>
    <w:rsid w:val="003301FE"/>
    <w:rsid w:val="0033047C"/>
    <w:rsid w:val="0033065A"/>
    <w:rsid w:val="00330BAF"/>
    <w:rsid w:val="00330E90"/>
    <w:rsid w:val="00331130"/>
    <w:rsid w:val="00331F2E"/>
    <w:rsid w:val="00332925"/>
    <w:rsid w:val="00332EB4"/>
    <w:rsid w:val="00333A53"/>
    <w:rsid w:val="00333AF9"/>
    <w:rsid w:val="00333B2B"/>
    <w:rsid w:val="00333D39"/>
    <w:rsid w:val="0033488C"/>
    <w:rsid w:val="00334BB5"/>
    <w:rsid w:val="00334C7D"/>
    <w:rsid w:val="00334E3A"/>
    <w:rsid w:val="0033578A"/>
    <w:rsid w:val="00335AC2"/>
    <w:rsid w:val="003361DD"/>
    <w:rsid w:val="003367F1"/>
    <w:rsid w:val="00336AD6"/>
    <w:rsid w:val="00336C83"/>
    <w:rsid w:val="00336D48"/>
    <w:rsid w:val="00337590"/>
    <w:rsid w:val="003376D3"/>
    <w:rsid w:val="0034027C"/>
    <w:rsid w:val="00340F2B"/>
    <w:rsid w:val="00340F73"/>
    <w:rsid w:val="00340F82"/>
    <w:rsid w:val="003410D6"/>
    <w:rsid w:val="0034144F"/>
    <w:rsid w:val="00341494"/>
    <w:rsid w:val="00341A6A"/>
    <w:rsid w:val="00343605"/>
    <w:rsid w:val="00343BAB"/>
    <w:rsid w:val="003442E8"/>
    <w:rsid w:val="00344791"/>
    <w:rsid w:val="00344A93"/>
    <w:rsid w:val="003456C9"/>
    <w:rsid w:val="00345B9C"/>
    <w:rsid w:val="003463B0"/>
    <w:rsid w:val="0034651C"/>
    <w:rsid w:val="003468FD"/>
    <w:rsid w:val="00346981"/>
    <w:rsid w:val="00347690"/>
    <w:rsid w:val="003477DB"/>
    <w:rsid w:val="003502F5"/>
    <w:rsid w:val="00350AFD"/>
    <w:rsid w:val="00351336"/>
    <w:rsid w:val="003515C8"/>
    <w:rsid w:val="003516C5"/>
    <w:rsid w:val="00351B47"/>
    <w:rsid w:val="00352946"/>
    <w:rsid w:val="00352DAE"/>
    <w:rsid w:val="003530A6"/>
    <w:rsid w:val="003539F4"/>
    <w:rsid w:val="00353C2E"/>
    <w:rsid w:val="00353D0F"/>
    <w:rsid w:val="003540D8"/>
    <w:rsid w:val="00354355"/>
    <w:rsid w:val="00354EB9"/>
    <w:rsid w:val="003553A6"/>
    <w:rsid w:val="003558B5"/>
    <w:rsid w:val="003558D2"/>
    <w:rsid w:val="00355B38"/>
    <w:rsid w:val="003563EC"/>
    <w:rsid w:val="00356404"/>
    <w:rsid w:val="00357543"/>
    <w:rsid w:val="003579B9"/>
    <w:rsid w:val="00357CA8"/>
    <w:rsid w:val="003601B7"/>
    <w:rsid w:val="003602AE"/>
    <w:rsid w:val="00360929"/>
    <w:rsid w:val="00360D5C"/>
    <w:rsid w:val="00361343"/>
    <w:rsid w:val="0036155F"/>
    <w:rsid w:val="003624A7"/>
    <w:rsid w:val="0036290B"/>
    <w:rsid w:val="0036372F"/>
    <w:rsid w:val="00363E06"/>
    <w:rsid w:val="00364633"/>
    <w:rsid w:val="003647D5"/>
    <w:rsid w:val="00364A5F"/>
    <w:rsid w:val="00364AC4"/>
    <w:rsid w:val="00364E22"/>
    <w:rsid w:val="00365343"/>
    <w:rsid w:val="00365385"/>
    <w:rsid w:val="0036641E"/>
    <w:rsid w:val="0036658C"/>
    <w:rsid w:val="0036671F"/>
    <w:rsid w:val="00367466"/>
    <w:rsid w:val="003674B0"/>
    <w:rsid w:val="00370689"/>
    <w:rsid w:val="00370696"/>
    <w:rsid w:val="003712FF"/>
    <w:rsid w:val="003715E5"/>
    <w:rsid w:val="00371F98"/>
    <w:rsid w:val="003720EE"/>
    <w:rsid w:val="0037233E"/>
    <w:rsid w:val="00372733"/>
    <w:rsid w:val="00372775"/>
    <w:rsid w:val="00373A76"/>
    <w:rsid w:val="00374B2F"/>
    <w:rsid w:val="00374E59"/>
    <w:rsid w:val="003754A3"/>
    <w:rsid w:val="003754EE"/>
    <w:rsid w:val="00375E91"/>
    <w:rsid w:val="0037727C"/>
    <w:rsid w:val="003772FA"/>
    <w:rsid w:val="00377A06"/>
    <w:rsid w:val="00377C5D"/>
    <w:rsid w:val="00377E70"/>
    <w:rsid w:val="00380904"/>
    <w:rsid w:val="00380D0F"/>
    <w:rsid w:val="003812DF"/>
    <w:rsid w:val="00381892"/>
    <w:rsid w:val="003820C9"/>
    <w:rsid w:val="003823EE"/>
    <w:rsid w:val="00382458"/>
    <w:rsid w:val="00382787"/>
    <w:rsid w:val="00382960"/>
    <w:rsid w:val="00382D38"/>
    <w:rsid w:val="00382E0D"/>
    <w:rsid w:val="00383251"/>
    <w:rsid w:val="003834B1"/>
    <w:rsid w:val="00383A1C"/>
    <w:rsid w:val="00383E6A"/>
    <w:rsid w:val="00384221"/>
    <w:rsid w:val="003846F7"/>
    <w:rsid w:val="003851ED"/>
    <w:rsid w:val="003852D8"/>
    <w:rsid w:val="0038534A"/>
    <w:rsid w:val="00385354"/>
    <w:rsid w:val="00385569"/>
    <w:rsid w:val="003856C1"/>
    <w:rsid w:val="00385AE1"/>
    <w:rsid w:val="00385B39"/>
    <w:rsid w:val="00386785"/>
    <w:rsid w:val="00386B09"/>
    <w:rsid w:val="00387699"/>
    <w:rsid w:val="0038788B"/>
    <w:rsid w:val="003909AC"/>
    <w:rsid w:val="00390B21"/>
    <w:rsid w:val="00390E89"/>
    <w:rsid w:val="003912A7"/>
    <w:rsid w:val="003913F0"/>
    <w:rsid w:val="00391B1A"/>
    <w:rsid w:val="00391B5D"/>
    <w:rsid w:val="00392024"/>
    <w:rsid w:val="0039341E"/>
    <w:rsid w:val="00393F81"/>
    <w:rsid w:val="00394391"/>
    <w:rsid w:val="00394423"/>
    <w:rsid w:val="003949F5"/>
    <w:rsid w:val="00394F7C"/>
    <w:rsid w:val="003958C9"/>
    <w:rsid w:val="003959A4"/>
    <w:rsid w:val="003963D5"/>
    <w:rsid w:val="00396942"/>
    <w:rsid w:val="00396B49"/>
    <w:rsid w:val="00396E3E"/>
    <w:rsid w:val="00396E63"/>
    <w:rsid w:val="00397273"/>
    <w:rsid w:val="003972CD"/>
    <w:rsid w:val="00397959"/>
    <w:rsid w:val="00397D65"/>
    <w:rsid w:val="003A0108"/>
    <w:rsid w:val="003A0C6F"/>
    <w:rsid w:val="003A0D83"/>
    <w:rsid w:val="003A2E5E"/>
    <w:rsid w:val="003A2E70"/>
    <w:rsid w:val="003A306E"/>
    <w:rsid w:val="003A3609"/>
    <w:rsid w:val="003A3F28"/>
    <w:rsid w:val="003A406E"/>
    <w:rsid w:val="003A4575"/>
    <w:rsid w:val="003A4B94"/>
    <w:rsid w:val="003A5239"/>
    <w:rsid w:val="003A54D5"/>
    <w:rsid w:val="003A5925"/>
    <w:rsid w:val="003A5B7C"/>
    <w:rsid w:val="003A5D1D"/>
    <w:rsid w:val="003A5E83"/>
    <w:rsid w:val="003A5EA2"/>
    <w:rsid w:val="003A6057"/>
    <w:rsid w:val="003A60DC"/>
    <w:rsid w:val="003A6285"/>
    <w:rsid w:val="003A6A46"/>
    <w:rsid w:val="003A792F"/>
    <w:rsid w:val="003A7934"/>
    <w:rsid w:val="003A7A63"/>
    <w:rsid w:val="003A7D65"/>
    <w:rsid w:val="003A7E5D"/>
    <w:rsid w:val="003A7E6A"/>
    <w:rsid w:val="003B000C"/>
    <w:rsid w:val="003B090D"/>
    <w:rsid w:val="003B0EB5"/>
    <w:rsid w:val="003B0ED9"/>
    <w:rsid w:val="003B0F1D"/>
    <w:rsid w:val="003B105F"/>
    <w:rsid w:val="003B18CD"/>
    <w:rsid w:val="003B19B0"/>
    <w:rsid w:val="003B1CF3"/>
    <w:rsid w:val="003B1D5D"/>
    <w:rsid w:val="003B21BC"/>
    <w:rsid w:val="003B21C3"/>
    <w:rsid w:val="003B338A"/>
    <w:rsid w:val="003B359C"/>
    <w:rsid w:val="003B38A5"/>
    <w:rsid w:val="003B3A6F"/>
    <w:rsid w:val="003B3ADD"/>
    <w:rsid w:val="003B4349"/>
    <w:rsid w:val="003B444D"/>
    <w:rsid w:val="003B487D"/>
    <w:rsid w:val="003B4A57"/>
    <w:rsid w:val="003B4C51"/>
    <w:rsid w:val="003B4F69"/>
    <w:rsid w:val="003B5263"/>
    <w:rsid w:val="003B573E"/>
    <w:rsid w:val="003B6DE2"/>
    <w:rsid w:val="003B6E0C"/>
    <w:rsid w:val="003B7030"/>
    <w:rsid w:val="003B7847"/>
    <w:rsid w:val="003C026D"/>
    <w:rsid w:val="003C0A3A"/>
    <w:rsid w:val="003C0AD9"/>
    <w:rsid w:val="003C0ED0"/>
    <w:rsid w:val="003C1427"/>
    <w:rsid w:val="003C1A0C"/>
    <w:rsid w:val="003C1D49"/>
    <w:rsid w:val="003C22D9"/>
    <w:rsid w:val="003C2A13"/>
    <w:rsid w:val="003C2CDC"/>
    <w:rsid w:val="003C2E63"/>
    <w:rsid w:val="003C30E6"/>
    <w:rsid w:val="003C35C4"/>
    <w:rsid w:val="003C4328"/>
    <w:rsid w:val="003C55ED"/>
    <w:rsid w:val="003C5B95"/>
    <w:rsid w:val="003C5D27"/>
    <w:rsid w:val="003C65F6"/>
    <w:rsid w:val="003C72D2"/>
    <w:rsid w:val="003D0D09"/>
    <w:rsid w:val="003D12C2"/>
    <w:rsid w:val="003D1627"/>
    <w:rsid w:val="003D1C2D"/>
    <w:rsid w:val="003D1E07"/>
    <w:rsid w:val="003D2047"/>
    <w:rsid w:val="003D225C"/>
    <w:rsid w:val="003D2FF7"/>
    <w:rsid w:val="003D31B9"/>
    <w:rsid w:val="003D3867"/>
    <w:rsid w:val="003D45CF"/>
    <w:rsid w:val="003D47F4"/>
    <w:rsid w:val="003D4B4D"/>
    <w:rsid w:val="003D5BE2"/>
    <w:rsid w:val="003D62AA"/>
    <w:rsid w:val="003D63D1"/>
    <w:rsid w:val="003D79B2"/>
    <w:rsid w:val="003D7DFA"/>
    <w:rsid w:val="003E0538"/>
    <w:rsid w:val="003E08EA"/>
    <w:rsid w:val="003E0A3C"/>
    <w:rsid w:val="003E0A48"/>
    <w:rsid w:val="003E0D1A"/>
    <w:rsid w:val="003E1801"/>
    <w:rsid w:val="003E1AA2"/>
    <w:rsid w:val="003E1CB0"/>
    <w:rsid w:val="003E1D6B"/>
    <w:rsid w:val="003E1D75"/>
    <w:rsid w:val="003E239E"/>
    <w:rsid w:val="003E2670"/>
    <w:rsid w:val="003E2DA3"/>
    <w:rsid w:val="003E3419"/>
    <w:rsid w:val="003E5457"/>
    <w:rsid w:val="003E5496"/>
    <w:rsid w:val="003E5619"/>
    <w:rsid w:val="003E57A3"/>
    <w:rsid w:val="003E57D8"/>
    <w:rsid w:val="003E6011"/>
    <w:rsid w:val="003E6332"/>
    <w:rsid w:val="003E6AEE"/>
    <w:rsid w:val="003E6D0C"/>
    <w:rsid w:val="003E712E"/>
    <w:rsid w:val="003E7232"/>
    <w:rsid w:val="003E7B01"/>
    <w:rsid w:val="003E7D21"/>
    <w:rsid w:val="003F00EF"/>
    <w:rsid w:val="003F020D"/>
    <w:rsid w:val="003F02D9"/>
    <w:rsid w:val="003F03AE"/>
    <w:rsid w:val="003F03D9"/>
    <w:rsid w:val="003F0DBA"/>
    <w:rsid w:val="003F1087"/>
    <w:rsid w:val="003F19C9"/>
    <w:rsid w:val="003F1A19"/>
    <w:rsid w:val="003F20EA"/>
    <w:rsid w:val="003F2129"/>
    <w:rsid w:val="003F21D6"/>
    <w:rsid w:val="003F237E"/>
    <w:rsid w:val="003F2ADC"/>
    <w:rsid w:val="003F2B5A"/>
    <w:rsid w:val="003F2ED1"/>
    <w:rsid w:val="003F2F1B"/>
    <w:rsid w:val="003F2FBE"/>
    <w:rsid w:val="003F318D"/>
    <w:rsid w:val="003F3374"/>
    <w:rsid w:val="003F377B"/>
    <w:rsid w:val="003F3A01"/>
    <w:rsid w:val="003F43D5"/>
    <w:rsid w:val="003F4516"/>
    <w:rsid w:val="003F4A09"/>
    <w:rsid w:val="003F505D"/>
    <w:rsid w:val="003F50E9"/>
    <w:rsid w:val="003F53DD"/>
    <w:rsid w:val="003F56DF"/>
    <w:rsid w:val="003F5BAE"/>
    <w:rsid w:val="003F60CA"/>
    <w:rsid w:val="003F61BB"/>
    <w:rsid w:val="003F6239"/>
    <w:rsid w:val="003F626E"/>
    <w:rsid w:val="003F6D27"/>
    <w:rsid w:val="003F6ED7"/>
    <w:rsid w:val="003F71B2"/>
    <w:rsid w:val="003F7695"/>
    <w:rsid w:val="003F7751"/>
    <w:rsid w:val="003F7E5A"/>
    <w:rsid w:val="004003F2"/>
    <w:rsid w:val="00400480"/>
    <w:rsid w:val="004006B7"/>
    <w:rsid w:val="00400886"/>
    <w:rsid w:val="00400B57"/>
    <w:rsid w:val="0040144C"/>
    <w:rsid w:val="00401C84"/>
    <w:rsid w:val="0040204F"/>
    <w:rsid w:val="0040216A"/>
    <w:rsid w:val="00402372"/>
    <w:rsid w:val="00402CE0"/>
    <w:rsid w:val="00403210"/>
    <w:rsid w:val="004035BB"/>
    <w:rsid w:val="004035EB"/>
    <w:rsid w:val="004036F9"/>
    <w:rsid w:val="00403BDE"/>
    <w:rsid w:val="00403D85"/>
    <w:rsid w:val="0040403D"/>
    <w:rsid w:val="00404BAB"/>
    <w:rsid w:val="00404C04"/>
    <w:rsid w:val="00404F8C"/>
    <w:rsid w:val="0040519D"/>
    <w:rsid w:val="004051A4"/>
    <w:rsid w:val="00405AB0"/>
    <w:rsid w:val="00406590"/>
    <w:rsid w:val="004071DE"/>
    <w:rsid w:val="00407332"/>
    <w:rsid w:val="00407828"/>
    <w:rsid w:val="00407833"/>
    <w:rsid w:val="00407C74"/>
    <w:rsid w:val="004106AB"/>
    <w:rsid w:val="00410847"/>
    <w:rsid w:val="00410C16"/>
    <w:rsid w:val="00410C73"/>
    <w:rsid w:val="00412342"/>
    <w:rsid w:val="00412FE8"/>
    <w:rsid w:val="0041339E"/>
    <w:rsid w:val="0041347B"/>
    <w:rsid w:val="00413BFA"/>
    <w:rsid w:val="00413D8E"/>
    <w:rsid w:val="004140F2"/>
    <w:rsid w:val="004141D6"/>
    <w:rsid w:val="0041482A"/>
    <w:rsid w:val="00414976"/>
    <w:rsid w:val="00414982"/>
    <w:rsid w:val="00414FC5"/>
    <w:rsid w:val="004150B2"/>
    <w:rsid w:val="0041516C"/>
    <w:rsid w:val="004151D0"/>
    <w:rsid w:val="004156FF"/>
    <w:rsid w:val="004161B3"/>
    <w:rsid w:val="004161D0"/>
    <w:rsid w:val="00416326"/>
    <w:rsid w:val="0041657C"/>
    <w:rsid w:val="004169E4"/>
    <w:rsid w:val="00417151"/>
    <w:rsid w:val="00417498"/>
    <w:rsid w:val="004178EC"/>
    <w:rsid w:val="004179A1"/>
    <w:rsid w:val="00417A6C"/>
    <w:rsid w:val="00417B22"/>
    <w:rsid w:val="00420014"/>
    <w:rsid w:val="004206D4"/>
    <w:rsid w:val="00421055"/>
    <w:rsid w:val="00421085"/>
    <w:rsid w:val="004212C5"/>
    <w:rsid w:val="00421608"/>
    <w:rsid w:val="0042182D"/>
    <w:rsid w:val="0042185F"/>
    <w:rsid w:val="00421991"/>
    <w:rsid w:val="00421E6E"/>
    <w:rsid w:val="00422892"/>
    <w:rsid w:val="00422A70"/>
    <w:rsid w:val="00422E2D"/>
    <w:rsid w:val="00422E59"/>
    <w:rsid w:val="00423230"/>
    <w:rsid w:val="00423759"/>
    <w:rsid w:val="00424001"/>
    <w:rsid w:val="004240D5"/>
    <w:rsid w:val="0042465E"/>
    <w:rsid w:val="00424C21"/>
    <w:rsid w:val="00424D0B"/>
    <w:rsid w:val="00424DF7"/>
    <w:rsid w:val="00424E01"/>
    <w:rsid w:val="00425FE3"/>
    <w:rsid w:val="004261F5"/>
    <w:rsid w:val="004263DA"/>
    <w:rsid w:val="00426811"/>
    <w:rsid w:val="00426ED5"/>
    <w:rsid w:val="00426F56"/>
    <w:rsid w:val="0043020A"/>
    <w:rsid w:val="00430D74"/>
    <w:rsid w:val="00430E36"/>
    <w:rsid w:val="00431372"/>
    <w:rsid w:val="00431758"/>
    <w:rsid w:val="00431920"/>
    <w:rsid w:val="004328F1"/>
    <w:rsid w:val="00432B76"/>
    <w:rsid w:val="00432C96"/>
    <w:rsid w:val="00433689"/>
    <w:rsid w:val="00433C4B"/>
    <w:rsid w:val="004344B7"/>
    <w:rsid w:val="00434C0C"/>
    <w:rsid w:val="00434D01"/>
    <w:rsid w:val="004352CD"/>
    <w:rsid w:val="00435634"/>
    <w:rsid w:val="00435D02"/>
    <w:rsid w:val="00435D26"/>
    <w:rsid w:val="00435F50"/>
    <w:rsid w:val="00437587"/>
    <w:rsid w:val="00437738"/>
    <w:rsid w:val="004406ED"/>
    <w:rsid w:val="00440C99"/>
    <w:rsid w:val="0044175C"/>
    <w:rsid w:val="00441877"/>
    <w:rsid w:val="00441A65"/>
    <w:rsid w:val="00441DF4"/>
    <w:rsid w:val="004421D5"/>
    <w:rsid w:val="004427D6"/>
    <w:rsid w:val="00443B8C"/>
    <w:rsid w:val="00443BDD"/>
    <w:rsid w:val="004440C3"/>
    <w:rsid w:val="004442C3"/>
    <w:rsid w:val="0044499D"/>
    <w:rsid w:val="004449B7"/>
    <w:rsid w:val="00444BAB"/>
    <w:rsid w:val="00445562"/>
    <w:rsid w:val="00445B5E"/>
    <w:rsid w:val="00445F4D"/>
    <w:rsid w:val="00446123"/>
    <w:rsid w:val="004469FE"/>
    <w:rsid w:val="00446BEA"/>
    <w:rsid w:val="00447B41"/>
    <w:rsid w:val="00447DFE"/>
    <w:rsid w:val="004504C0"/>
    <w:rsid w:val="00450B34"/>
    <w:rsid w:val="00450C18"/>
    <w:rsid w:val="00450D95"/>
    <w:rsid w:val="0045102E"/>
    <w:rsid w:val="0045125C"/>
    <w:rsid w:val="004512A0"/>
    <w:rsid w:val="004524BB"/>
    <w:rsid w:val="00453AD9"/>
    <w:rsid w:val="00454434"/>
    <w:rsid w:val="004547C9"/>
    <w:rsid w:val="004550FB"/>
    <w:rsid w:val="0045622C"/>
    <w:rsid w:val="00456241"/>
    <w:rsid w:val="0045643F"/>
    <w:rsid w:val="0045658F"/>
    <w:rsid w:val="00456738"/>
    <w:rsid w:val="00456945"/>
    <w:rsid w:val="00456BE2"/>
    <w:rsid w:val="00456C7A"/>
    <w:rsid w:val="00456F62"/>
    <w:rsid w:val="00457D57"/>
    <w:rsid w:val="00460CAF"/>
    <w:rsid w:val="0046111A"/>
    <w:rsid w:val="0046112F"/>
    <w:rsid w:val="004614E4"/>
    <w:rsid w:val="004616E9"/>
    <w:rsid w:val="004618AE"/>
    <w:rsid w:val="00461CB5"/>
    <w:rsid w:val="00462946"/>
    <w:rsid w:val="00462C97"/>
    <w:rsid w:val="00462EAA"/>
    <w:rsid w:val="004633A8"/>
    <w:rsid w:val="00463845"/>
    <w:rsid w:val="00463ADA"/>
    <w:rsid w:val="00463F43"/>
    <w:rsid w:val="004642F9"/>
    <w:rsid w:val="004643F7"/>
    <w:rsid w:val="0046491A"/>
    <w:rsid w:val="00464B94"/>
    <w:rsid w:val="0046521E"/>
    <w:rsid w:val="0046522D"/>
    <w:rsid w:val="004653A8"/>
    <w:rsid w:val="00465A0B"/>
    <w:rsid w:val="00465C2E"/>
    <w:rsid w:val="00466C9B"/>
    <w:rsid w:val="00466CEB"/>
    <w:rsid w:val="00467A58"/>
    <w:rsid w:val="00467DEB"/>
    <w:rsid w:val="004702AD"/>
    <w:rsid w:val="0047077C"/>
    <w:rsid w:val="004707E4"/>
    <w:rsid w:val="00470B05"/>
    <w:rsid w:val="00470DA4"/>
    <w:rsid w:val="00471281"/>
    <w:rsid w:val="004713E2"/>
    <w:rsid w:val="0047207C"/>
    <w:rsid w:val="00472CD6"/>
    <w:rsid w:val="0047305C"/>
    <w:rsid w:val="004732E4"/>
    <w:rsid w:val="0047338E"/>
    <w:rsid w:val="004738E7"/>
    <w:rsid w:val="00473AE9"/>
    <w:rsid w:val="00473B90"/>
    <w:rsid w:val="00473DB6"/>
    <w:rsid w:val="00474216"/>
    <w:rsid w:val="00474929"/>
    <w:rsid w:val="00474E3C"/>
    <w:rsid w:val="00476420"/>
    <w:rsid w:val="0047706F"/>
    <w:rsid w:val="00477B7B"/>
    <w:rsid w:val="00477ED0"/>
    <w:rsid w:val="004802CC"/>
    <w:rsid w:val="00480A32"/>
    <w:rsid w:val="00480A58"/>
    <w:rsid w:val="00480C7B"/>
    <w:rsid w:val="00481B99"/>
    <w:rsid w:val="00482151"/>
    <w:rsid w:val="004824BA"/>
    <w:rsid w:val="00482805"/>
    <w:rsid w:val="0048295A"/>
    <w:rsid w:val="00482ECC"/>
    <w:rsid w:val="004831D2"/>
    <w:rsid w:val="00484D92"/>
    <w:rsid w:val="00484EEB"/>
    <w:rsid w:val="0048553A"/>
    <w:rsid w:val="0048556C"/>
    <w:rsid w:val="00485C45"/>
    <w:rsid w:val="00485FAD"/>
    <w:rsid w:val="004860DC"/>
    <w:rsid w:val="00486181"/>
    <w:rsid w:val="00486771"/>
    <w:rsid w:val="004870C3"/>
    <w:rsid w:val="00487496"/>
    <w:rsid w:val="00487AED"/>
    <w:rsid w:val="00487DF7"/>
    <w:rsid w:val="00487E5F"/>
    <w:rsid w:val="00487F59"/>
    <w:rsid w:val="004900EE"/>
    <w:rsid w:val="00490143"/>
    <w:rsid w:val="004906C0"/>
    <w:rsid w:val="00490890"/>
    <w:rsid w:val="00490B23"/>
    <w:rsid w:val="00490BE5"/>
    <w:rsid w:val="00490F99"/>
    <w:rsid w:val="00491531"/>
    <w:rsid w:val="0049197C"/>
    <w:rsid w:val="00491B02"/>
    <w:rsid w:val="00491EDF"/>
    <w:rsid w:val="00492018"/>
    <w:rsid w:val="004924D7"/>
    <w:rsid w:val="00492A3F"/>
    <w:rsid w:val="00493029"/>
    <w:rsid w:val="00493933"/>
    <w:rsid w:val="00493C40"/>
    <w:rsid w:val="00494543"/>
    <w:rsid w:val="00494BE1"/>
    <w:rsid w:val="00494DF3"/>
    <w:rsid w:val="00494F62"/>
    <w:rsid w:val="004959E3"/>
    <w:rsid w:val="00495D7D"/>
    <w:rsid w:val="00496912"/>
    <w:rsid w:val="00496F4D"/>
    <w:rsid w:val="0049721F"/>
    <w:rsid w:val="0049799D"/>
    <w:rsid w:val="00497CB5"/>
    <w:rsid w:val="004A03DE"/>
    <w:rsid w:val="004A0BB1"/>
    <w:rsid w:val="004A0F69"/>
    <w:rsid w:val="004A1B21"/>
    <w:rsid w:val="004A1D46"/>
    <w:rsid w:val="004A1F0D"/>
    <w:rsid w:val="004A1F11"/>
    <w:rsid w:val="004A2001"/>
    <w:rsid w:val="004A2467"/>
    <w:rsid w:val="004A265F"/>
    <w:rsid w:val="004A27D9"/>
    <w:rsid w:val="004A358F"/>
    <w:rsid w:val="004A3590"/>
    <w:rsid w:val="004A3B83"/>
    <w:rsid w:val="004A4A08"/>
    <w:rsid w:val="004A559A"/>
    <w:rsid w:val="004A569A"/>
    <w:rsid w:val="004A5B63"/>
    <w:rsid w:val="004A5C4B"/>
    <w:rsid w:val="004A6477"/>
    <w:rsid w:val="004A6E75"/>
    <w:rsid w:val="004A7347"/>
    <w:rsid w:val="004A73AB"/>
    <w:rsid w:val="004B00A7"/>
    <w:rsid w:val="004B175B"/>
    <w:rsid w:val="004B2322"/>
    <w:rsid w:val="004B25E2"/>
    <w:rsid w:val="004B29CA"/>
    <w:rsid w:val="004B34D7"/>
    <w:rsid w:val="004B34E0"/>
    <w:rsid w:val="004B354A"/>
    <w:rsid w:val="004B379D"/>
    <w:rsid w:val="004B39A0"/>
    <w:rsid w:val="004B3A86"/>
    <w:rsid w:val="004B3AFF"/>
    <w:rsid w:val="004B4553"/>
    <w:rsid w:val="004B4BA4"/>
    <w:rsid w:val="004B5037"/>
    <w:rsid w:val="004B512D"/>
    <w:rsid w:val="004B5A4E"/>
    <w:rsid w:val="004B5B2F"/>
    <w:rsid w:val="004B5CF9"/>
    <w:rsid w:val="004B626A"/>
    <w:rsid w:val="004B660E"/>
    <w:rsid w:val="004B6975"/>
    <w:rsid w:val="004B6AE1"/>
    <w:rsid w:val="004B7742"/>
    <w:rsid w:val="004B77B5"/>
    <w:rsid w:val="004B7A34"/>
    <w:rsid w:val="004B7D73"/>
    <w:rsid w:val="004C05BD"/>
    <w:rsid w:val="004C0C36"/>
    <w:rsid w:val="004C180B"/>
    <w:rsid w:val="004C1ADE"/>
    <w:rsid w:val="004C1D32"/>
    <w:rsid w:val="004C30DD"/>
    <w:rsid w:val="004C3446"/>
    <w:rsid w:val="004C3B06"/>
    <w:rsid w:val="004C3DF5"/>
    <w:rsid w:val="004C3F97"/>
    <w:rsid w:val="004C3FD0"/>
    <w:rsid w:val="004C44AE"/>
    <w:rsid w:val="004C46E9"/>
    <w:rsid w:val="004C4D7A"/>
    <w:rsid w:val="004C4F5C"/>
    <w:rsid w:val="004C5611"/>
    <w:rsid w:val="004C6438"/>
    <w:rsid w:val="004C680A"/>
    <w:rsid w:val="004C699F"/>
    <w:rsid w:val="004C6A4D"/>
    <w:rsid w:val="004C704A"/>
    <w:rsid w:val="004C70A5"/>
    <w:rsid w:val="004C754F"/>
    <w:rsid w:val="004C77E4"/>
    <w:rsid w:val="004C79F1"/>
    <w:rsid w:val="004C7EE7"/>
    <w:rsid w:val="004D02D2"/>
    <w:rsid w:val="004D1995"/>
    <w:rsid w:val="004D2D5E"/>
    <w:rsid w:val="004D2D82"/>
    <w:rsid w:val="004D2DEE"/>
    <w:rsid w:val="004D2E1F"/>
    <w:rsid w:val="004D2E98"/>
    <w:rsid w:val="004D3120"/>
    <w:rsid w:val="004D3892"/>
    <w:rsid w:val="004D3966"/>
    <w:rsid w:val="004D4851"/>
    <w:rsid w:val="004D4AF8"/>
    <w:rsid w:val="004D5098"/>
    <w:rsid w:val="004D57AD"/>
    <w:rsid w:val="004D6698"/>
    <w:rsid w:val="004D7C73"/>
    <w:rsid w:val="004D7FD9"/>
    <w:rsid w:val="004E1324"/>
    <w:rsid w:val="004E15DF"/>
    <w:rsid w:val="004E18A0"/>
    <w:rsid w:val="004E1994"/>
    <w:rsid w:val="004E19A5"/>
    <w:rsid w:val="004E1EC7"/>
    <w:rsid w:val="004E2D45"/>
    <w:rsid w:val="004E2F35"/>
    <w:rsid w:val="004E32EC"/>
    <w:rsid w:val="004E37E5"/>
    <w:rsid w:val="004E3FDB"/>
    <w:rsid w:val="004E4493"/>
    <w:rsid w:val="004E4527"/>
    <w:rsid w:val="004E5CC0"/>
    <w:rsid w:val="004E62EF"/>
    <w:rsid w:val="004E6F86"/>
    <w:rsid w:val="004E6FDC"/>
    <w:rsid w:val="004E703F"/>
    <w:rsid w:val="004E75ED"/>
    <w:rsid w:val="004E78C7"/>
    <w:rsid w:val="004E7925"/>
    <w:rsid w:val="004F03D3"/>
    <w:rsid w:val="004F059D"/>
    <w:rsid w:val="004F1B78"/>
    <w:rsid w:val="004F1BA0"/>
    <w:rsid w:val="004F1F4A"/>
    <w:rsid w:val="004F1F8D"/>
    <w:rsid w:val="004F20D7"/>
    <w:rsid w:val="004F251E"/>
    <w:rsid w:val="004F296D"/>
    <w:rsid w:val="004F307A"/>
    <w:rsid w:val="004F3439"/>
    <w:rsid w:val="004F3E32"/>
    <w:rsid w:val="004F438D"/>
    <w:rsid w:val="004F508B"/>
    <w:rsid w:val="004F517D"/>
    <w:rsid w:val="004F5277"/>
    <w:rsid w:val="004F5360"/>
    <w:rsid w:val="004F5897"/>
    <w:rsid w:val="004F5BBA"/>
    <w:rsid w:val="004F5FC7"/>
    <w:rsid w:val="004F5FF0"/>
    <w:rsid w:val="004F695F"/>
    <w:rsid w:val="004F6CA4"/>
    <w:rsid w:val="004F7138"/>
    <w:rsid w:val="004F7C83"/>
    <w:rsid w:val="005001F1"/>
    <w:rsid w:val="00500379"/>
    <w:rsid w:val="00500542"/>
    <w:rsid w:val="00500752"/>
    <w:rsid w:val="0050088F"/>
    <w:rsid w:val="005013C8"/>
    <w:rsid w:val="00501480"/>
    <w:rsid w:val="0050197C"/>
    <w:rsid w:val="00501A17"/>
    <w:rsid w:val="00501A50"/>
    <w:rsid w:val="0050214C"/>
    <w:rsid w:val="0050222D"/>
    <w:rsid w:val="00502355"/>
    <w:rsid w:val="00502547"/>
    <w:rsid w:val="00502840"/>
    <w:rsid w:val="005029CA"/>
    <w:rsid w:val="005030B4"/>
    <w:rsid w:val="00503AF3"/>
    <w:rsid w:val="00503B15"/>
    <w:rsid w:val="00504D38"/>
    <w:rsid w:val="0050519E"/>
    <w:rsid w:val="00505211"/>
    <w:rsid w:val="005058B4"/>
    <w:rsid w:val="005059A9"/>
    <w:rsid w:val="0050628E"/>
    <w:rsid w:val="0050694F"/>
    <w:rsid w:val="0050696D"/>
    <w:rsid w:val="00506B52"/>
    <w:rsid w:val="00507017"/>
    <w:rsid w:val="005070B8"/>
    <w:rsid w:val="00507487"/>
    <w:rsid w:val="005075F9"/>
    <w:rsid w:val="005076FE"/>
    <w:rsid w:val="00507802"/>
    <w:rsid w:val="00507822"/>
    <w:rsid w:val="0051040A"/>
    <w:rsid w:val="0051094B"/>
    <w:rsid w:val="005110D3"/>
    <w:rsid w:val="005110D7"/>
    <w:rsid w:val="00511D99"/>
    <w:rsid w:val="00512656"/>
    <w:rsid w:val="005128D3"/>
    <w:rsid w:val="005147E8"/>
    <w:rsid w:val="005147F5"/>
    <w:rsid w:val="005158F2"/>
    <w:rsid w:val="00515DCE"/>
    <w:rsid w:val="005162D8"/>
    <w:rsid w:val="005207D7"/>
    <w:rsid w:val="005209E8"/>
    <w:rsid w:val="00520B9A"/>
    <w:rsid w:val="00520BCB"/>
    <w:rsid w:val="00520E1C"/>
    <w:rsid w:val="0052116B"/>
    <w:rsid w:val="0052187B"/>
    <w:rsid w:val="005218E7"/>
    <w:rsid w:val="0052233D"/>
    <w:rsid w:val="00522580"/>
    <w:rsid w:val="00523005"/>
    <w:rsid w:val="00523336"/>
    <w:rsid w:val="0052384D"/>
    <w:rsid w:val="005239C6"/>
    <w:rsid w:val="00523E2E"/>
    <w:rsid w:val="00524F27"/>
    <w:rsid w:val="00525172"/>
    <w:rsid w:val="00525197"/>
    <w:rsid w:val="00525394"/>
    <w:rsid w:val="0052552A"/>
    <w:rsid w:val="00526282"/>
    <w:rsid w:val="005264DD"/>
    <w:rsid w:val="00526DC6"/>
    <w:rsid w:val="00526DFC"/>
    <w:rsid w:val="00526F43"/>
    <w:rsid w:val="005273DF"/>
    <w:rsid w:val="00527651"/>
    <w:rsid w:val="00531DE4"/>
    <w:rsid w:val="005322AD"/>
    <w:rsid w:val="0053339B"/>
    <w:rsid w:val="00533AC5"/>
    <w:rsid w:val="00533DCD"/>
    <w:rsid w:val="00533DF5"/>
    <w:rsid w:val="00533F51"/>
    <w:rsid w:val="005341B5"/>
    <w:rsid w:val="0053449A"/>
    <w:rsid w:val="0053450D"/>
    <w:rsid w:val="0053486D"/>
    <w:rsid w:val="00535FF7"/>
    <w:rsid w:val="005363AB"/>
    <w:rsid w:val="005364F2"/>
    <w:rsid w:val="00536C6F"/>
    <w:rsid w:val="00536DCD"/>
    <w:rsid w:val="00536E34"/>
    <w:rsid w:val="00536ECB"/>
    <w:rsid w:val="00536ED8"/>
    <w:rsid w:val="005375E4"/>
    <w:rsid w:val="00537894"/>
    <w:rsid w:val="00537EF2"/>
    <w:rsid w:val="005415D5"/>
    <w:rsid w:val="00541696"/>
    <w:rsid w:val="0054173F"/>
    <w:rsid w:val="005419A1"/>
    <w:rsid w:val="00541B28"/>
    <w:rsid w:val="00541B4C"/>
    <w:rsid w:val="00541D28"/>
    <w:rsid w:val="0054202C"/>
    <w:rsid w:val="0054299F"/>
    <w:rsid w:val="00542A53"/>
    <w:rsid w:val="005432A6"/>
    <w:rsid w:val="00543886"/>
    <w:rsid w:val="0054399C"/>
    <w:rsid w:val="005441FC"/>
    <w:rsid w:val="00544235"/>
    <w:rsid w:val="0054439D"/>
    <w:rsid w:val="005444B8"/>
    <w:rsid w:val="005449A0"/>
    <w:rsid w:val="00544E39"/>
    <w:rsid w:val="00544EF4"/>
    <w:rsid w:val="00545157"/>
    <w:rsid w:val="005455F9"/>
    <w:rsid w:val="00545E53"/>
    <w:rsid w:val="00546210"/>
    <w:rsid w:val="00546473"/>
    <w:rsid w:val="0054684C"/>
    <w:rsid w:val="0054699F"/>
    <w:rsid w:val="005472D9"/>
    <w:rsid w:val="005473DF"/>
    <w:rsid w:val="005479D9"/>
    <w:rsid w:val="00547B99"/>
    <w:rsid w:val="00550096"/>
    <w:rsid w:val="00550648"/>
    <w:rsid w:val="00551422"/>
    <w:rsid w:val="005516CE"/>
    <w:rsid w:val="00551928"/>
    <w:rsid w:val="00551939"/>
    <w:rsid w:val="00551F6F"/>
    <w:rsid w:val="00552641"/>
    <w:rsid w:val="00552BE8"/>
    <w:rsid w:val="00552D62"/>
    <w:rsid w:val="00552FA1"/>
    <w:rsid w:val="0055326A"/>
    <w:rsid w:val="005534AF"/>
    <w:rsid w:val="0055373C"/>
    <w:rsid w:val="0055399E"/>
    <w:rsid w:val="005558B9"/>
    <w:rsid w:val="005559A2"/>
    <w:rsid w:val="00555A77"/>
    <w:rsid w:val="00555A97"/>
    <w:rsid w:val="00555F8C"/>
    <w:rsid w:val="00555F91"/>
    <w:rsid w:val="00556274"/>
    <w:rsid w:val="0055645A"/>
    <w:rsid w:val="005565C9"/>
    <w:rsid w:val="005569E4"/>
    <w:rsid w:val="00556A32"/>
    <w:rsid w:val="00556C24"/>
    <w:rsid w:val="00556C88"/>
    <w:rsid w:val="005572BD"/>
    <w:rsid w:val="00557A12"/>
    <w:rsid w:val="005600C9"/>
    <w:rsid w:val="00560AC7"/>
    <w:rsid w:val="00560ACC"/>
    <w:rsid w:val="0056193A"/>
    <w:rsid w:val="00561AFB"/>
    <w:rsid w:val="00561B16"/>
    <w:rsid w:val="00561FA8"/>
    <w:rsid w:val="00562136"/>
    <w:rsid w:val="005622F2"/>
    <w:rsid w:val="00562542"/>
    <w:rsid w:val="005625FD"/>
    <w:rsid w:val="00563299"/>
    <w:rsid w:val="005635ED"/>
    <w:rsid w:val="0056514F"/>
    <w:rsid w:val="00565253"/>
    <w:rsid w:val="00565DA9"/>
    <w:rsid w:val="00565FAC"/>
    <w:rsid w:val="00565FE1"/>
    <w:rsid w:val="005669E9"/>
    <w:rsid w:val="00566D2C"/>
    <w:rsid w:val="00567147"/>
    <w:rsid w:val="00567203"/>
    <w:rsid w:val="0056720C"/>
    <w:rsid w:val="0056773F"/>
    <w:rsid w:val="00570191"/>
    <w:rsid w:val="005702C4"/>
    <w:rsid w:val="00570570"/>
    <w:rsid w:val="00570691"/>
    <w:rsid w:val="00570BB3"/>
    <w:rsid w:val="00570D52"/>
    <w:rsid w:val="0057149D"/>
    <w:rsid w:val="00571AC7"/>
    <w:rsid w:val="00571BD2"/>
    <w:rsid w:val="00572512"/>
    <w:rsid w:val="005730D8"/>
    <w:rsid w:val="005735A7"/>
    <w:rsid w:val="005735B0"/>
    <w:rsid w:val="00573EE6"/>
    <w:rsid w:val="00574085"/>
    <w:rsid w:val="0057522A"/>
    <w:rsid w:val="005753BE"/>
    <w:rsid w:val="0057547F"/>
    <w:rsid w:val="005754EE"/>
    <w:rsid w:val="00575687"/>
    <w:rsid w:val="005760DB"/>
    <w:rsid w:val="0057617E"/>
    <w:rsid w:val="00576497"/>
    <w:rsid w:val="005764C0"/>
    <w:rsid w:val="005769C0"/>
    <w:rsid w:val="00576A4C"/>
    <w:rsid w:val="00576B1D"/>
    <w:rsid w:val="00576C1C"/>
    <w:rsid w:val="0057765C"/>
    <w:rsid w:val="00577686"/>
    <w:rsid w:val="00577A1D"/>
    <w:rsid w:val="00577FD5"/>
    <w:rsid w:val="0058054B"/>
    <w:rsid w:val="00580804"/>
    <w:rsid w:val="005809D0"/>
    <w:rsid w:val="00580CDB"/>
    <w:rsid w:val="00580F07"/>
    <w:rsid w:val="0058187E"/>
    <w:rsid w:val="00581A44"/>
    <w:rsid w:val="005820BC"/>
    <w:rsid w:val="005823CE"/>
    <w:rsid w:val="00583365"/>
    <w:rsid w:val="005835E7"/>
    <w:rsid w:val="00583855"/>
    <w:rsid w:val="0058397F"/>
    <w:rsid w:val="00583BF8"/>
    <w:rsid w:val="005841D6"/>
    <w:rsid w:val="00584450"/>
    <w:rsid w:val="0058495A"/>
    <w:rsid w:val="00584B01"/>
    <w:rsid w:val="00585A29"/>
    <w:rsid w:val="00585CCC"/>
    <w:rsid w:val="00585F33"/>
    <w:rsid w:val="005860DD"/>
    <w:rsid w:val="005876DE"/>
    <w:rsid w:val="0059074F"/>
    <w:rsid w:val="00591124"/>
    <w:rsid w:val="0059155D"/>
    <w:rsid w:val="00592121"/>
    <w:rsid w:val="005921F8"/>
    <w:rsid w:val="00592409"/>
    <w:rsid w:val="00592E02"/>
    <w:rsid w:val="00592E5D"/>
    <w:rsid w:val="00593184"/>
    <w:rsid w:val="00593477"/>
    <w:rsid w:val="00593823"/>
    <w:rsid w:val="00593855"/>
    <w:rsid w:val="00593D4A"/>
    <w:rsid w:val="00593D5D"/>
    <w:rsid w:val="00594361"/>
    <w:rsid w:val="00594A97"/>
    <w:rsid w:val="00594C85"/>
    <w:rsid w:val="00595CC4"/>
    <w:rsid w:val="0059645A"/>
    <w:rsid w:val="005969A7"/>
    <w:rsid w:val="00596CC4"/>
    <w:rsid w:val="00597024"/>
    <w:rsid w:val="0059794C"/>
    <w:rsid w:val="005A0274"/>
    <w:rsid w:val="005A05CB"/>
    <w:rsid w:val="005A095C"/>
    <w:rsid w:val="005A099E"/>
    <w:rsid w:val="005A0E9D"/>
    <w:rsid w:val="005A1159"/>
    <w:rsid w:val="005A2DC0"/>
    <w:rsid w:val="005A2F9D"/>
    <w:rsid w:val="005A34B5"/>
    <w:rsid w:val="005A40F1"/>
    <w:rsid w:val="005A495D"/>
    <w:rsid w:val="005A4CA5"/>
    <w:rsid w:val="005A4D6A"/>
    <w:rsid w:val="005A4E24"/>
    <w:rsid w:val="005A5B50"/>
    <w:rsid w:val="005A5BB9"/>
    <w:rsid w:val="005A669D"/>
    <w:rsid w:val="005A67EF"/>
    <w:rsid w:val="005A68A9"/>
    <w:rsid w:val="005A6E18"/>
    <w:rsid w:val="005A7006"/>
    <w:rsid w:val="005A7549"/>
    <w:rsid w:val="005A7598"/>
    <w:rsid w:val="005A75D8"/>
    <w:rsid w:val="005A7675"/>
    <w:rsid w:val="005B0443"/>
    <w:rsid w:val="005B09F2"/>
    <w:rsid w:val="005B0A25"/>
    <w:rsid w:val="005B0C54"/>
    <w:rsid w:val="005B0ED6"/>
    <w:rsid w:val="005B0EF8"/>
    <w:rsid w:val="005B15D6"/>
    <w:rsid w:val="005B15E5"/>
    <w:rsid w:val="005B28AF"/>
    <w:rsid w:val="005B2B61"/>
    <w:rsid w:val="005B2D8D"/>
    <w:rsid w:val="005B3662"/>
    <w:rsid w:val="005B4E05"/>
    <w:rsid w:val="005B506C"/>
    <w:rsid w:val="005B546D"/>
    <w:rsid w:val="005B5A40"/>
    <w:rsid w:val="005B633E"/>
    <w:rsid w:val="005B645E"/>
    <w:rsid w:val="005B64EF"/>
    <w:rsid w:val="005B671A"/>
    <w:rsid w:val="005B675B"/>
    <w:rsid w:val="005B6826"/>
    <w:rsid w:val="005B6960"/>
    <w:rsid w:val="005B6C44"/>
    <w:rsid w:val="005B6DB4"/>
    <w:rsid w:val="005B713E"/>
    <w:rsid w:val="005C03B6"/>
    <w:rsid w:val="005C055C"/>
    <w:rsid w:val="005C06B7"/>
    <w:rsid w:val="005C0DCE"/>
    <w:rsid w:val="005C0ED9"/>
    <w:rsid w:val="005C0F52"/>
    <w:rsid w:val="005C0FAA"/>
    <w:rsid w:val="005C1227"/>
    <w:rsid w:val="005C149F"/>
    <w:rsid w:val="005C1B1A"/>
    <w:rsid w:val="005C1BF8"/>
    <w:rsid w:val="005C1D23"/>
    <w:rsid w:val="005C2093"/>
    <w:rsid w:val="005C3233"/>
    <w:rsid w:val="005C348E"/>
    <w:rsid w:val="005C3C86"/>
    <w:rsid w:val="005C409E"/>
    <w:rsid w:val="005C42A3"/>
    <w:rsid w:val="005C45A4"/>
    <w:rsid w:val="005C4911"/>
    <w:rsid w:val="005C5045"/>
    <w:rsid w:val="005C5597"/>
    <w:rsid w:val="005C5674"/>
    <w:rsid w:val="005C5792"/>
    <w:rsid w:val="005C5799"/>
    <w:rsid w:val="005C5E42"/>
    <w:rsid w:val="005C60A2"/>
    <w:rsid w:val="005C619F"/>
    <w:rsid w:val="005C6586"/>
    <w:rsid w:val="005C678C"/>
    <w:rsid w:val="005C68E1"/>
    <w:rsid w:val="005C6C9E"/>
    <w:rsid w:val="005C6EB7"/>
    <w:rsid w:val="005C6F32"/>
    <w:rsid w:val="005C73FE"/>
    <w:rsid w:val="005C743F"/>
    <w:rsid w:val="005C75B6"/>
    <w:rsid w:val="005C774A"/>
    <w:rsid w:val="005C7E77"/>
    <w:rsid w:val="005D02E0"/>
    <w:rsid w:val="005D0722"/>
    <w:rsid w:val="005D09B9"/>
    <w:rsid w:val="005D133B"/>
    <w:rsid w:val="005D18F2"/>
    <w:rsid w:val="005D1D50"/>
    <w:rsid w:val="005D1F03"/>
    <w:rsid w:val="005D3763"/>
    <w:rsid w:val="005D378A"/>
    <w:rsid w:val="005D37AE"/>
    <w:rsid w:val="005D3A64"/>
    <w:rsid w:val="005D3F54"/>
    <w:rsid w:val="005D4734"/>
    <w:rsid w:val="005D47EE"/>
    <w:rsid w:val="005D5092"/>
    <w:rsid w:val="005D55E1"/>
    <w:rsid w:val="005D57F0"/>
    <w:rsid w:val="005D59C2"/>
    <w:rsid w:val="005D5EB3"/>
    <w:rsid w:val="005D614C"/>
    <w:rsid w:val="005D618C"/>
    <w:rsid w:val="005D746B"/>
    <w:rsid w:val="005D778D"/>
    <w:rsid w:val="005D77FA"/>
    <w:rsid w:val="005D7AA4"/>
    <w:rsid w:val="005D7B55"/>
    <w:rsid w:val="005E004F"/>
    <w:rsid w:val="005E0296"/>
    <w:rsid w:val="005E049D"/>
    <w:rsid w:val="005E09A5"/>
    <w:rsid w:val="005E1506"/>
    <w:rsid w:val="005E16B2"/>
    <w:rsid w:val="005E19F7"/>
    <w:rsid w:val="005E2C62"/>
    <w:rsid w:val="005E3E16"/>
    <w:rsid w:val="005E3F35"/>
    <w:rsid w:val="005E41B6"/>
    <w:rsid w:val="005E4515"/>
    <w:rsid w:val="005E4B9D"/>
    <w:rsid w:val="005E4C38"/>
    <w:rsid w:val="005E4E48"/>
    <w:rsid w:val="005E4F04"/>
    <w:rsid w:val="005E54F0"/>
    <w:rsid w:val="005E62C2"/>
    <w:rsid w:val="005E6C71"/>
    <w:rsid w:val="005E6F30"/>
    <w:rsid w:val="005E7014"/>
    <w:rsid w:val="005E708E"/>
    <w:rsid w:val="005E727E"/>
    <w:rsid w:val="005E755C"/>
    <w:rsid w:val="005E7E17"/>
    <w:rsid w:val="005F06A8"/>
    <w:rsid w:val="005F0963"/>
    <w:rsid w:val="005F096C"/>
    <w:rsid w:val="005F0B47"/>
    <w:rsid w:val="005F0FE9"/>
    <w:rsid w:val="005F1439"/>
    <w:rsid w:val="005F19BD"/>
    <w:rsid w:val="005F1B38"/>
    <w:rsid w:val="005F1EDC"/>
    <w:rsid w:val="005F234E"/>
    <w:rsid w:val="005F23A5"/>
    <w:rsid w:val="005F24E3"/>
    <w:rsid w:val="005F2824"/>
    <w:rsid w:val="005F28C8"/>
    <w:rsid w:val="005F2970"/>
    <w:rsid w:val="005F2EBA"/>
    <w:rsid w:val="005F2F55"/>
    <w:rsid w:val="005F302F"/>
    <w:rsid w:val="005F35ED"/>
    <w:rsid w:val="005F4492"/>
    <w:rsid w:val="005F4534"/>
    <w:rsid w:val="005F489E"/>
    <w:rsid w:val="005F49F3"/>
    <w:rsid w:val="005F4A8E"/>
    <w:rsid w:val="005F4B2A"/>
    <w:rsid w:val="005F4D27"/>
    <w:rsid w:val="005F4D48"/>
    <w:rsid w:val="005F4D85"/>
    <w:rsid w:val="005F5025"/>
    <w:rsid w:val="005F55AB"/>
    <w:rsid w:val="005F61A8"/>
    <w:rsid w:val="005F66B1"/>
    <w:rsid w:val="005F69C5"/>
    <w:rsid w:val="005F6A77"/>
    <w:rsid w:val="005F7259"/>
    <w:rsid w:val="005F73A0"/>
    <w:rsid w:val="005F74CF"/>
    <w:rsid w:val="005F7529"/>
    <w:rsid w:val="005F7778"/>
    <w:rsid w:val="005F7812"/>
    <w:rsid w:val="005F7A51"/>
    <w:rsid w:val="005F7A88"/>
    <w:rsid w:val="005F7F7F"/>
    <w:rsid w:val="006003AD"/>
    <w:rsid w:val="00600BD8"/>
    <w:rsid w:val="00600D54"/>
    <w:rsid w:val="006018B7"/>
    <w:rsid w:val="00601B22"/>
    <w:rsid w:val="00602556"/>
    <w:rsid w:val="00602E1B"/>
    <w:rsid w:val="006037B8"/>
    <w:rsid w:val="00603A1A"/>
    <w:rsid w:val="0060433D"/>
    <w:rsid w:val="006046D5"/>
    <w:rsid w:val="00605399"/>
    <w:rsid w:val="00605479"/>
    <w:rsid w:val="00605549"/>
    <w:rsid w:val="006074FC"/>
    <w:rsid w:val="00607A93"/>
    <w:rsid w:val="0061031D"/>
    <w:rsid w:val="006103B3"/>
    <w:rsid w:val="00610C08"/>
    <w:rsid w:val="00610DB7"/>
    <w:rsid w:val="00611B8A"/>
    <w:rsid w:val="00611E32"/>
    <w:rsid w:val="00611F74"/>
    <w:rsid w:val="0061252B"/>
    <w:rsid w:val="00612751"/>
    <w:rsid w:val="00612A2C"/>
    <w:rsid w:val="00612BC1"/>
    <w:rsid w:val="0061316B"/>
    <w:rsid w:val="006131CE"/>
    <w:rsid w:val="006134C0"/>
    <w:rsid w:val="00613B17"/>
    <w:rsid w:val="006141A8"/>
    <w:rsid w:val="0061530E"/>
    <w:rsid w:val="00615772"/>
    <w:rsid w:val="00616478"/>
    <w:rsid w:val="006166FE"/>
    <w:rsid w:val="00616EFA"/>
    <w:rsid w:val="006175AE"/>
    <w:rsid w:val="00620175"/>
    <w:rsid w:val="006204B9"/>
    <w:rsid w:val="006206D9"/>
    <w:rsid w:val="00620967"/>
    <w:rsid w:val="006209D6"/>
    <w:rsid w:val="00621256"/>
    <w:rsid w:val="0062159D"/>
    <w:rsid w:val="0062166B"/>
    <w:rsid w:val="00621ED8"/>
    <w:rsid w:val="00621FCC"/>
    <w:rsid w:val="00622085"/>
    <w:rsid w:val="00622E4B"/>
    <w:rsid w:val="006233A5"/>
    <w:rsid w:val="00624049"/>
    <w:rsid w:val="00624A3C"/>
    <w:rsid w:val="00624F50"/>
    <w:rsid w:val="00624F61"/>
    <w:rsid w:val="00625178"/>
    <w:rsid w:val="006254A2"/>
    <w:rsid w:val="00625629"/>
    <w:rsid w:val="00626512"/>
    <w:rsid w:val="00626D18"/>
    <w:rsid w:val="00626D6D"/>
    <w:rsid w:val="00627EAF"/>
    <w:rsid w:val="00631935"/>
    <w:rsid w:val="00631B23"/>
    <w:rsid w:val="00632A70"/>
    <w:rsid w:val="00632AF4"/>
    <w:rsid w:val="00632E32"/>
    <w:rsid w:val="006333DA"/>
    <w:rsid w:val="006334B6"/>
    <w:rsid w:val="006335E5"/>
    <w:rsid w:val="00633A44"/>
    <w:rsid w:val="00634000"/>
    <w:rsid w:val="00634312"/>
    <w:rsid w:val="006344A2"/>
    <w:rsid w:val="00634503"/>
    <w:rsid w:val="0063469D"/>
    <w:rsid w:val="0063471A"/>
    <w:rsid w:val="0063478A"/>
    <w:rsid w:val="0063496F"/>
    <w:rsid w:val="00634BDE"/>
    <w:rsid w:val="00635134"/>
    <w:rsid w:val="00635522"/>
    <w:rsid w:val="0063555E"/>
    <w:rsid w:val="006356E2"/>
    <w:rsid w:val="0063585F"/>
    <w:rsid w:val="00636AE0"/>
    <w:rsid w:val="00636E45"/>
    <w:rsid w:val="00636E5A"/>
    <w:rsid w:val="00637822"/>
    <w:rsid w:val="00637B6C"/>
    <w:rsid w:val="00637D85"/>
    <w:rsid w:val="006400EF"/>
    <w:rsid w:val="00640770"/>
    <w:rsid w:val="00640C02"/>
    <w:rsid w:val="00641333"/>
    <w:rsid w:val="00641D9B"/>
    <w:rsid w:val="006421A4"/>
    <w:rsid w:val="006421F9"/>
    <w:rsid w:val="006423BD"/>
    <w:rsid w:val="006424CF"/>
    <w:rsid w:val="0064255F"/>
    <w:rsid w:val="00642A65"/>
    <w:rsid w:val="00642BA6"/>
    <w:rsid w:val="00642BC7"/>
    <w:rsid w:val="00642F92"/>
    <w:rsid w:val="006436A6"/>
    <w:rsid w:val="00643A63"/>
    <w:rsid w:val="00643B1C"/>
    <w:rsid w:val="00644474"/>
    <w:rsid w:val="0064484A"/>
    <w:rsid w:val="00644DD2"/>
    <w:rsid w:val="00644F81"/>
    <w:rsid w:val="00645704"/>
    <w:rsid w:val="00645DCE"/>
    <w:rsid w:val="006461B7"/>
    <w:rsid w:val="006465AC"/>
    <w:rsid w:val="006465BF"/>
    <w:rsid w:val="0064671A"/>
    <w:rsid w:val="006467A4"/>
    <w:rsid w:val="00646E82"/>
    <w:rsid w:val="00646FBF"/>
    <w:rsid w:val="00647554"/>
    <w:rsid w:val="00650FC5"/>
    <w:rsid w:val="00650FCB"/>
    <w:rsid w:val="00651187"/>
    <w:rsid w:val="00651E77"/>
    <w:rsid w:val="006525E5"/>
    <w:rsid w:val="00653B22"/>
    <w:rsid w:val="0065501B"/>
    <w:rsid w:val="00655128"/>
    <w:rsid w:val="00655A96"/>
    <w:rsid w:val="00655CA5"/>
    <w:rsid w:val="00655CC1"/>
    <w:rsid w:val="006564F5"/>
    <w:rsid w:val="00656690"/>
    <w:rsid w:val="00657BF4"/>
    <w:rsid w:val="00657E88"/>
    <w:rsid w:val="006603FB"/>
    <w:rsid w:val="006608DF"/>
    <w:rsid w:val="0066195E"/>
    <w:rsid w:val="00661B0E"/>
    <w:rsid w:val="00661BC0"/>
    <w:rsid w:val="00661FE0"/>
    <w:rsid w:val="006623AC"/>
    <w:rsid w:val="00662AE7"/>
    <w:rsid w:val="00663EAF"/>
    <w:rsid w:val="00664130"/>
    <w:rsid w:val="00664652"/>
    <w:rsid w:val="00664834"/>
    <w:rsid w:val="006651A2"/>
    <w:rsid w:val="00665450"/>
    <w:rsid w:val="00665625"/>
    <w:rsid w:val="00665895"/>
    <w:rsid w:val="00666320"/>
    <w:rsid w:val="00666506"/>
    <w:rsid w:val="006668C9"/>
    <w:rsid w:val="00666F4C"/>
    <w:rsid w:val="00667052"/>
    <w:rsid w:val="006671D8"/>
    <w:rsid w:val="006678AF"/>
    <w:rsid w:val="006678C1"/>
    <w:rsid w:val="00667B09"/>
    <w:rsid w:val="00667E8B"/>
    <w:rsid w:val="006701EF"/>
    <w:rsid w:val="00670C4F"/>
    <w:rsid w:val="006722A0"/>
    <w:rsid w:val="00672394"/>
    <w:rsid w:val="00672500"/>
    <w:rsid w:val="006731F4"/>
    <w:rsid w:val="0067398B"/>
    <w:rsid w:val="00673ACF"/>
    <w:rsid w:val="00673BA5"/>
    <w:rsid w:val="006757E6"/>
    <w:rsid w:val="00675940"/>
    <w:rsid w:val="00675E34"/>
    <w:rsid w:val="006760BE"/>
    <w:rsid w:val="00676144"/>
    <w:rsid w:val="00676BF0"/>
    <w:rsid w:val="00676EDD"/>
    <w:rsid w:val="006775E3"/>
    <w:rsid w:val="00677652"/>
    <w:rsid w:val="00677FB9"/>
    <w:rsid w:val="00680058"/>
    <w:rsid w:val="006800A1"/>
    <w:rsid w:val="00680988"/>
    <w:rsid w:val="00681004"/>
    <w:rsid w:val="00681F81"/>
    <w:rsid w:val="00681F9F"/>
    <w:rsid w:val="00682824"/>
    <w:rsid w:val="006829AB"/>
    <w:rsid w:val="00683058"/>
    <w:rsid w:val="00683446"/>
    <w:rsid w:val="00683AB4"/>
    <w:rsid w:val="00683B86"/>
    <w:rsid w:val="00683B95"/>
    <w:rsid w:val="00683EEA"/>
    <w:rsid w:val="006840EA"/>
    <w:rsid w:val="006844E2"/>
    <w:rsid w:val="00684A3F"/>
    <w:rsid w:val="00685267"/>
    <w:rsid w:val="00685564"/>
    <w:rsid w:val="006857F7"/>
    <w:rsid w:val="006865E2"/>
    <w:rsid w:val="00686798"/>
    <w:rsid w:val="006867BF"/>
    <w:rsid w:val="00686CF3"/>
    <w:rsid w:val="00686FC5"/>
    <w:rsid w:val="006872AE"/>
    <w:rsid w:val="00687B2B"/>
    <w:rsid w:val="00687F7B"/>
    <w:rsid w:val="00690082"/>
    <w:rsid w:val="00690252"/>
    <w:rsid w:val="00690618"/>
    <w:rsid w:val="0069075C"/>
    <w:rsid w:val="00690801"/>
    <w:rsid w:val="00690F7D"/>
    <w:rsid w:val="006918F2"/>
    <w:rsid w:val="0069195E"/>
    <w:rsid w:val="00691F0D"/>
    <w:rsid w:val="00692124"/>
    <w:rsid w:val="00692347"/>
    <w:rsid w:val="006923C1"/>
    <w:rsid w:val="006924C4"/>
    <w:rsid w:val="00692BBF"/>
    <w:rsid w:val="00693740"/>
    <w:rsid w:val="006946BB"/>
    <w:rsid w:val="0069481F"/>
    <w:rsid w:val="00694E7F"/>
    <w:rsid w:val="00695596"/>
    <w:rsid w:val="0069576D"/>
    <w:rsid w:val="006963D2"/>
    <w:rsid w:val="00696469"/>
    <w:rsid w:val="006969FA"/>
    <w:rsid w:val="006970A3"/>
    <w:rsid w:val="006970AC"/>
    <w:rsid w:val="006978BC"/>
    <w:rsid w:val="00697BF9"/>
    <w:rsid w:val="00697D2F"/>
    <w:rsid w:val="006A0013"/>
    <w:rsid w:val="006A083C"/>
    <w:rsid w:val="006A090E"/>
    <w:rsid w:val="006A0C7E"/>
    <w:rsid w:val="006A0F34"/>
    <w:rsid w:val="006A134D"/>
    <w:rsid w:val="006A1646"/>
    <w:rsid w:val="006A189D"/>
    <w:rsid w:val="006A1BC6"/>
    <w:rsid w:val="006A2048"/>
    <w:rsid w:val="006A34B1"/>
    <w:rsid w:val="006A35D5"/>
    <w:rsid w:val="006A3771"/>
    <w:rsid w:val="006A3786"/>
    <w:rsid w:val="006A5AC2"/>
    <w:rsid w:val="006A60B2"/>
    <w:rsid w:val="006A6591"/>
    <w:rsid w:val="006A735F"/>
    <w:rsid w:val="006A748A"/>
    <w:rsid w:val="006B0583"/>
    <w:rsid w:val="006B1507"/>
    <w:rsid w:val="006B18C9"/>
    <w:rsid w:val="006B1E56"/>
    <w:rsid w:val="006B2AED"/>
    <w:rsid w:val="006B34E6"/>
    <w:rsid w:val="006B38C5"/>
    <w:rsid w:val="006B48D5"/>
    <w:rsid w:val="006B4B02"/>
    <w:rsid w:val="006B50B8"/>
    <w:rsid w:val="006B546F"/>
    <w:rsid w:val="006B5487"/>
    <w:rsid w:val="006B6490"/>
    <w:rsid w:val="006B69E8"/>
    <w:rsid w:val="006B6ECB"/>
    <w:rsid w:val="006B7059"/>
    <w:rsid w:val="006C011D"/>
    <w:rsid w:val="006C05E1"/>
    <w:rsid w:val="006C0AAC"/>
    <w:rsid w:val="006C1014"/>
    <w:rsid w:val="006C15DC"/>
    <w:rsid w:val="006C20EA"/>
    <w:rsid w:val="006C2806"/>
    <w:rsid w:val="006C297E"/>
    <w:rsid w:val="006C2B7B"/>
    <w:rsid w:val="006C30B3"/>
    <w:rsid w:val="006C33DF"/>
    <w:rsid w:val="006C347D"/>
    <w:rsid w:val="006C3657"/>
    <w:rsid w:val="006C38E3"/>
    <w:rsid w:val="006C3C6C"/>
    <w:rsid w:val="006C419E"/>
    <w:rsid w:val="006C43D6"/>
    <w:rsid w:val="006C4A31"/>
    <w:rsid w:val="006C4EDE"/>
    <w:rsid w:val="006C4EF6"/>
    <w:rsid w:val="006C505D"/>
    <w:rsid w:val="006C5166"/>
    <w:rsid w:val="006C547C"/>
    <w:rsid w:val="006C54C6"/>
    <w:rsid w:val="006C5AC2"/>
    <w:rsid w:val="006C61F1"/>
    <w:rsid w:val="006C662B"/>
    <w:rsid w:val="006C67C9"/>
    <w:rsid w:val="006C68C0"/>
    <w:rsid w:val="006C6AFB"/>
    <w:rsid w:val="006D0130"/>
    <w:rsid w:val="006D0624"/>
    <w:rsid w:val="006D1A51"/>
    <w:rsid w:val="006D1DD8"/>
    <w:rsid w:val="006D1F0D"/>
    <w:rsid w:val="006D2735"/>
    <w:rsid w:val="006D2792"/>
    <w:rsid w:val="006D291B"/>
    <w:rsid w:val="006D3657"/>
    <w:rsid w:val="006D45B2"/>
    <w:rsid w:val="006D4D83"/>
    <w:rsid w:val="006D4EB8"/>
    <w:rsid w:val="006D59FF"/>
    <w:rsid w:val="006D5B02"/>
    <w:rsid w:val="006D5BF5"/>
    <w:rsid w:val="006D5FDC"/>
    <w:rsid w:val="006D5FF1"/>
    <w:rsid w:val="006D61B7"/>
    <w:rsid w:val="006D6DC7"/>
    <w:rsid w:val="006D7544"/>
    <w:rsid w:val="006E0540"/>
    <w:rsid w:val="006E0BC4"/>
    <w:rsid w:val="006E0F94"/>
    <w:rsid w:val="006E0FCC"/>
    <w:rsid w:val="006E100E"/>
    <w:rsid w:val="006E17DC"/>
    <w:rsid w:val="006E1E96"/>
    <w:rsid w:val="006E2902"/>
    <w:rsid w:val="006E31D7"/>
    <w:rsid w:val="006E31F7"/>
    <w:rsid w:val="006E32D4"/>
    <w:rsid w:val="006E3444"/>
    <w:rsid w:val="006E35EA"/>
    <w:rsid w:val="006E36D1"/>
    <w:rsid w:val="006E38D2"/>
    <w:rsid w:val="006E3F61"/>
    <w:rsid w:val="006E4058"/>
    <w:rsid w:val="006E407B"/>
    <w:rsid w:val="006E418B"/>
    <w:rsid w:val="006E4276"/>
    <w:rsid w:val="006E4F13"/>
    <w:rsid w:val="006E4FF3"/>
    <w:rsid w:val="006E5897"/>
    <w:rsid w:val="006E599C"/>
    <w:rsid w:val="006E5C76"/>
    <w:rsid w:val="006E5E21"/>
    <w:rsid w:val="006E6151"/>
    <w:rsid w:val="006E642E"/>
    <w:rsid w:val="006E6EFD"/>
    <w:rsid w:val="006E72F7"/>
    <w:rsid w:val="006E74C9"/>
    <w:rsid w:val="006E792A"/>
    <w:rsid w:val="006E7D07"/>
    <w:rsid w:val="006E7F96"/>
    <w:rsid w:val="006F02C0"/>
    <w:rsid w:val="006F0B76"/>
    <w:rsid w:val="006F11AA"/>
    <w:rsid w:val="006F244C"/>
    <w:rsid w:val="006F2503"/>
    <w:rsid w:val="006F2648"/>
    <w:rsid w:val="006F2847"/>
    <w:rsid w:val="006F2ECB"/>
    <w:rsid w:val="006F2F10"/>
    <w:rsid w:val="006F3BD0"/>
    <w:rsid w:val="006F482B"/>
    <w:rsid w:val="006F4A7B"/>
    <w:rsid w:val="006F5A60"/>
    <w:rsid w:val="006F5F6C"/>
    <w:rsid w:val="006F6311"/>
    <w:rsid w:val="006F70C7"/>
    <w:rsid w:val="006F72B7"/>
    <w:rsid w:val="006F7402"/>
    <w:rsid w:val="006F7896"/>
    <w:rsid w:val="006F797E"/>
    <w:rsid w:val="006F7BC6"/>
    <w:rsid w:val="007005F8"/>
    <w:rsid w:val="00700E44"/>
    <w:rsid w:val="007010B3"/>
    <w:rsid w:val="00701813"/>
    <w:rsid w:val="0070185F"/>
    <w:rsid w:val="00701952"/>
    <w:rsid w:val="00702556"/>
    <w:rsid w:val="00702700"/>
    <w:rsid w:val="0070277E"/>
    <w:rsid w:val="00702A33"/>
    <w:rsid w:val="00702D76"/>
    <w:rsid w:val="0070327B"/>
    <w:rsid w:val="00703769"/>
    <w:rsid w:val="00703E42"/>
    <w:rsid w:val="00704156"/>
    <w:rsid w:val="00704662"/>
    <w:rsid w:val="007049CB"/>
    <w:rsid w:val="00704F3A"/>
    <w:rsid w:val="00705144"/>
    <w:rsid w:val="00705E73"/>
    <w:rsid w:val="00706314"/>
    <w:rsid w:val="00706550"/>
    <w:rsid w:val="0070663C"/>
    <w:rsid w:val="007069FC"/>
    <w:rsid w:val="007071F9"/>
    <w:rsid w:val="007072C2"/>
    <w:rsid w:val="0070737C"/>
    <w:rsid w:val="00707C4D"/>
    <w:rsid w:val="00707CA4"/>
    <w:rsid w:val="00710017"/>
    <w:rsid w:val="007107A8"/>
    <w:rsid w:val="00710A20"/>
    <w:rsid w:val="0071116D"/>
    <w:rsid w:val="00711221"/>
    <w:rsid w:val="007115E0"/>
    <w:rsid w:val="0071174F"/>
    <w:rsid w:val="00711783"/>
    <w:rsid w:val="007118BD"/>
    <w:rsid w:val="00711A4C"/>
    <w:rsid w:val="00711C87"/>
    <w:rsid w:val="00711D1E"/>
    <w:rsid w:val="00711EF1"/>
    <w:rsid w:val="00712675"/>
    <w:rsid w:val="007131AF"/>
    <w:rsid w:val="007134A0"/>
    <w:rsid w:val="00713808"/>
    <w:rsid w:val="0071455E"/>
    <w:rsid w:val="007145E4"/>
    <w:rsid w:val="00714758"/>
    <w:rsid w:val="007149B7"/>
    <w:rsid w:val="00714AD1"/>
    <w:rsid w:val="00714BE8"/>
    <w:rsid w:val="00715038"/>
    <w:rsid w:val="007151B6"/>
    <w:rsid w:val="0071520D"/>
    <w:rsid w:val="00715775"/>
    <w:rsid w:val="00715938"/>
    <w:rsid w:val="007159C2"/>
    <w:rsid w:val="00715EDB"/>
    <w:rsid w:val="00715F76"/>
    <w:rsid w:val="007160D5"/>
    <w:rsid w:val="007163FB"/>
    <w:rsid w:val="00716594"/>
    <w:rsid w:val="00716620"/>
    <w:rsid w:val="00716C2E"/>
    <w:rsid w:val="00716EFF"/>
    <w:rsid w:val="00717231"/>
    <w:rsid w:val="007172FD"/>
    <w:rsid w:val="00717C2E"/>
    <w:rsid w:val="00717E2E"/>
    <w:rsid w:val="00717F68"/>
    <w:rsid w:val="00720233"/>
    <w:rsid w:val="007204FA"/>
    <w:rsid w:val="00720FA1"/>
    <w:rsid w:val="007213B3"/>
    <w:rsid w:val="0072193C"/>
    <w:rsid w:val="00722159"/>
    <w:rsid w:val="007224D6"/>
    <w:rsid w:val="00722BF6"/>
    <w:rsid w:val="00723390"/>
    <w:rsid w:val="00723603"/>
    <w:rsid w:val="007237D6"/>
    <w:rsid w:val="00723A0C"/>
    <w:rsid w:val="0072450E"/>
    <w:rsid w:val="0072457F"/>
    <w:rsid w:val="007245C0"/>
    <w:rsid w:val="007245CC"/>
    <w:rsid w:val="00724D13"/>
    <w:rsid w:val="00725406"/>
    <w:rsid w:val="0072620A"/>
    <w:rsid w:val="0072621B"/>
    <w:rsid w:val="00726846"/>
    <w:rsid w:val="0072696F"/>
    <w:rsid w:val="00727FD2"/>
    <w:rsid w:val="00730555"/>
    <w:rsid w:val="00730564"/>
    <w:rsid w:val="007308F1"/>
    <w:rsid w:val="007312CC"/>
    <w:rsid w:val="007315BD"/>
    <w:rsid w:val="00732F30"/>
    <w:rsid w:val="007331BD"/>
    <w:rsid w:val="007331C8"/>
    <w:rsid w:val="007335B1"/>
    <w:rsid w:val="00733B6A"/>
    <w:rsid w:val="00733FCF"/>
    <w:rsid w:val="007344E7"/>
    <w:rsid w:val="00734758"/>
    <w:rsid w:val="00735548"/>
    <w:rsid w:val="007357E3"/>
    <w:rsid w:val="00735AAD"/>
    <w:rsid w:val="00735CE8"/>
    <w:rsid w:val="007365E6"/>
    <w:rsid w:val="00736A30"/>
    <w:rsid w:val="00736A64"/>
    <w:rsid w:val="00736B0B"/>
    <w:rsid w:val="00737074"/>
    <w:rsid w:val="00737F6A"/>
    <w:rsid w:val="00741007"/>
    <w:rsid w:val="007410B6"/>
    <w:rsid w:val="007413C5"/>
    <w:rsid w:val="0074158B"/>
    <w:rsid w:val="00741BBA"/>
    <w:rsid w:val="00742750"/>
    <w:rsid w:val="00742DC7"/>
    <w:rsid w:val="00742FE8"/>
    <w:rsid w:val="0074310E"/>
    <w:rsid w:val="0074358D"/>
    <w:rsid w:val="00743CC6"/>
    <w:rsid w:val="007447E7"/>
    <w:rsid w:val="0074483F"/>
    <w:rsid w:val="00744C6F"/>
    <w:rsid w:val="007457F6"/>
    <w:rsid w:val="00745ABB"/>
    <w:rsid w:val="00745D26"/>
    <w:rsid w:val="00746AE0"/>
    <w:rsid w:val="00746B89"/>
    <w:rsid w:val="00746E38"/>
    <w:rsid w:val="00747590"/>
    <w:rsid w:val="00747CD5"/>
    <w:rsid w:val="007502C2"/>
    <w:rsid w:val="00750607"/>
    <w:rsid w:val="00751616"/>
    <w:rsid w:val="00751633"/>
    <w:rsid w:val="00751A3C"/>
    <w:rsid w:val="00751B8D"/>
    <w:rsid w:val="007524E4"/>
    <w:rsid w:val="007527B3"/>
    <w:rsid w:val="00752844"/>
    <w:rsid w:val="00752FBB"/>
    <w:rsid w:val="007530FE"/>
    <w:rsid w:val="00753161"/>
    <w:rsid w:val="00753543"/>
    <w:rsid w:val="00753AAF"/>
    <w:rsid w:val="00753B51"/>
    <w:rsid w:val="007541E4"/>
    <w:rsid w:val="007549AD"/>
    <w:rsid w:val="00754F3F"/>
    <w:rsid w:val="00755227"/>
    <w:rsid w:val="007553E7"/>
    <w:rsid w:val="0075562E"/>
    <w:rsid w:val="00755696"/>
    <w:rsid w:val="00755C5D"/>
    <w:rsid w:val="00756136"/>
    <w:rsid w:val="007565FF"/>
    <w:rsid w:val="00756629"/>
    <w:rsid w:val="00756A88"/>
    <w:rsid w:val="007571C0"/>
    <w:rsid w:val="007574E4"/>
    <w:rsid w:val="007575D2"/>
    <w:rsid w:val="00757A16"/>
    <w:rsid w:val="00757B4F"/>
    <w:rsid w:val="00757B5F"/>
    <w:rsid w:val="00757B6A"/>
    <w:rsid w:val="0076044D"/>
    <w:rsid w:val="00760AFF"/>
    <w:rsid w:val="00760BB3"/>
    <w:rsid w:val="007610E0"/>
    <w:rsid w:val="00761B86"/>
    <w:rsid w:val="00761B95"/>
    <w:rsid w:val="00761B98"/>
    <w:rsid w:val="00761D69"/>
    <w:rsid w:val="00761E05"/>
    <w:rsid w:val="00761E7B"/>
    <w:rsid w:val="00761E87"/>
    <w:rsid w:val="007621AA"/>
    <w:rsid w:val="007623A7"/>
    <w:rsid w:val="0076260A"/>
    <w:rsid w:val="00762797"/>
    <w:rsid w:val="00762C95"/>
    <w:rsid w:val="00762D0C"/>
    <w:rsid w:val="00762EFF"/>
    <w:rsid w:val="007634B0"/>
    <w:rsid w:val="007636CD"/>
    <w:rsid w:val="00763B12"/>
    <w:rsid w:val="007641DE"/>
    <w:rsid w:val="007645C3"/>
    <w:rsid w:val="00764A67"/>
    <w:rsid w:val="00765B35"/>
    <w:rsid w:val="00765EB0"/>
    <w:rsid w:val="00766770"/>
    <w:rsid w:val="007669E8"/>
    <w:rsid w:val="00766FDD"/>
    <w:rsid w:val="0076788C"/>
    <w:rsid w:val="00767B8E"/>
    <w:rsid w:val="00767E8E"/>
    <w:rsid w:val="00770017"/>
    <w:rsid w:val="00770104"/>
    <w:rsid w:val="00770782"/>
    <w:rsid w:val="00770853"/>
    <w:rsid w:val="00770D58"/>
    <w:rsid w:val="00770DB9"/>
    <w:rsid w:val="00770F6B"/>
    <w:rsid w:val="007717B5"/>
    <w:rsid w:val="00771883"/>
    <w:rsid w:val="00771894"/>
    <w:rsid w:val="00772A65"/>
    <w:rsid w:val="0077329A"/>
    <w:rsid w:val="007735C5"/>
    <w:rsid w:val="00773B0D"/>
    <w:rsid w:val="00773BF6"/>
    <w:rsid w:val="007740F7"/>
    <w:rsid w:val="007746A4"/>
    <w:rsid w:val="00774D45"/>
    <w:rsid w:val="007751A6"/>
    <w:rsid w:val="0077537E"/>
    <w:rsid w:val="007753BC"/>
    <w:rsid w:val="00775521"/>
    <w:rsid w:val="0077584D"/>
    <w:rsid w:val="00775A40"/>
    <w:rsid w:val="00776071"/>
    <w:rsid w:val="0077644D"/>
    <w:rsid w:val="00776DC2"/>
    <w:rsid w:val="00776FA9"/>
    <w:rsid w:val="00777A77"/>
    <w:rsid w:val="00777AE7"/>
    <w:rsid w:val="00780122"/>
    <w:rsid w:val="0078027A"/>
    <w:rsid w:val="00780355"/>
    <w:rsid w:val="007803C8"/>
    <w:rsid w:val="00780604"/>
    <w:rsid w:val="00780A5D"/>
    <w:rsid w:val="007812D2"/>
    <w:rsid w:val="00781FFD"/>
    <w:rsid w:val="0078214B"/>
    <w:rsid w:val="00782471"/>
    <w:rsid w:val="007828DB"/>
    <w:rsid w:val="00783054"/>
    <w:rsid w:val="00783228"/>
    <w:rsid w:val="007832EF"/>
    <w:rsid w:val="007835D8"/>
    <w:rsid w:val="007839AC"/>
    <w:rsid w:val="007839BE"/>
    <w:rsid w:val="00784690"/>
    <w:rsid w:val="0078498A"/>
    <w:rsid w:val="00784E73"/>
    <w:rsid w:val="00785C31"/>
    <w:rsid w:val="0078633C"/>
    <w:rsid w:val="007878FE"/>
    <w:rsid w:val="00790BFE"/>
    <w:rsid w:val="00790C9B"/>
    <w:rsid w:val="00791035"/>
    <w:rsid w:val="00791AFC"/>
    <w:rsid w:val="00791F4F"/>
    <w:rsid w:val="00792207"/>
    <w:rsid w:val="007922EC"/>
    <w:rsid w:val="00792B64"/>
    <w:rsid w:val="00792E29"/>
    <w:rsid w:val="00793542"/>
    <w:rsid w:val="0079379A"/>
    <w:rsid w:val="00794554"/>
    <w:rsid w:val="00794953"/>
    <w:rsid w:val="00795411"/>
    <w:rsid w:val="00795826"/>
    <w:rsid w:val="00795836"/>
    <w:rsid w:val="00795DC3"/>
    <w:rsid w:val="00795E31"/>
    <w:rsid w:val="00795EDC"/>
    <w:rsid w:val="00796431"/>
    <w:rsid w:val="00796E42"/>
    <w:rsid w:val="0079723B"/>
    <w:rsid w:val="007A0283"/>
    <w:rsid w:val="007A0C9C"/>
    <w:rsid w:val="007A16B3"/>
    <w:rsid w:val="007A1875"/>
    <w:rsid w:val="007A1F2F"/>
    <w:rsid w:val="007A2036"/>
    <w:rsid w:val="007A2082"/>
    <w:rsid w:val="007A20F7"/>
    <w:rsid w:val="007A22FE"/>
    <w:rsid w:val="007A23A8"/>
    <w:rsid w:val="007A2A5C"/>
    <w:rsid w:val="007A5150"/>
    <w:rsid w:val="007A5373"/>
    <w:rsid w:val="007A5485"/>
    <w:rsid w:val="007A5927"/>
    <w:rsid w:val="007A5D9E"/>
    <w:rsid w:val="007A621A"/>
    <w:rsid w:val="007A668C"/>
    <w:rsid w:val="007A6C45"/>
    <w:rsid w:val="007A6DEC"/>
    <w:rsid w:val="007A71E7"/>
    <w:rsid w:val="007A789F"/>
    <w:rsid w:val="007A7CDF"/>
    <w:rsid w:val="007A7E0E"/>
    <w:rsid w:val="007B0291"/>
    <w:rsid w:val="007B0973"/>
    <w:rsid w:val="007B1002"/>
    <w:rsid w:val="007B1281"/>
    <w:rsid w:val="007B1425"/>
    <w:rsid w:val="007B1431"/>
    <w:rsid w:val="007B1A52"/>
    <w:rsid w:val="007B21B3"/>
    <w:rsid w:val="007B259C"/>
    <w:rsid w:val="007B2D34"/>
    <w:rsid w:val="007B3030"/>
    <w:rsid w:val="007B3888"/>
    <w:rsid w:val="007B3BD7"/>
    <w:rsid w:val="007B41D2"/>
    <w:rsid w:val="007B4582"/>
    <w:rsid w:val="007B4893"/>
    <w:rsid w:val="007B548F"/>
    <w:rsid w:val="007B6361"/>
    <w:rsid w:val="007B6A73"/>
    <w:rsid w:val="007B6E27"/>
    <w:rsid w:val="007B75BC"/>
    <w:rsid w:val="007B7ACB"/>
    <w:rsid w:val="007B7CB2"/>
    <w:rsid w:val="007C0BD6"/>
    <w:rsid w:val="007C0FE0"/>
    <w:rsid w:val="007C1130"/>
    <w:rsid w:val="007C17C7"/>
    <w:rsid w:val="007C25A4"/>
    <w:rsid w:val="007C29E9"/>
    <w:rsid w:val="007C2E81"/>
    <w:rsid w:val="007C322B"/>
    <w:rsid w:val="007C3806"/>
    <w:rsid w:val="007C3FDE"/>
    <w:rsid w:val="007C400D"/>
    <w:rsid w:val="007C4587"/>
    <w:rsid w:val="007C4F32"/>
    <w:rsid w:val="007C5302"/>
    <w:rsid w:val="007C5586"/>
    <w:rsid w:val="007C5BB7"/>
    <w:rsid w:val="007C6113"/>
    <w:rsid w:val="007C63AB"/>
    <w:rsid w:val="007C6A9C"/>
    <w:rsid w:val="007C6E07"/>
    <w:rsid w:val="007D04CF"/>
    <w:rsid w:val="007D07D5"/>
    <w:rsid w:val="007D0818"/>
    <w:rsid w:val="007D0CFA"/>
    <w:rsid w:val="007D1C64"/>
    <w:rsid w:val="007D217C"/>
    <w:rsid w:val="007D27DB"/>
    <w:rsid w:val="007D2891"/>
    <w:rsid w:val="007D2EC7"/>
    <w:rsid w:val="007D302F"/>
    <w:rsid w:val="007D32DD"/>
    <w:rsid w:val="007D39CA"/>
    <w:rsid w:val="007D4B23"/>
    <w:rsid w:val="007D554C"/>
    <w:rsid w:val="007D5B11"/>
    <w:rsid w:val="007D5CDC"/>
    <w:rsid w:val="007D5EBE"/>
    <w:rsid w:val="007D6035"/>
    <w:rsid w:val="007D6071"/>
    <w:rsid w:val="007D610D"/>
    <w:rsid w:val="007D622A"/>
    <w:rsid w:val="007D6DCE"/>
    <w:rsid w:val="007D72C4"/>
    <w:rsid w:val="007E039D"/>
    <w:rsid w:val="007E0736"/>
    <w:rsid w:val="007E11A2"/>
    <w:rsid w:val="007E1377"/>
    <w:rsid w:val="007E138C"/>
    <w:rsid w:val="007E146D"/>
    <w:rsid w:val="007E1A0C"/>
    <w:rsid w:val="007E2757"/>
    <w:rsid w:val="007E2CFE"/>
    <w:rsid w:val="007E494B"/>
    <w:rsid w:val="007E4F58"/>
    <w:rsid w:val="007E51CF"/>
    <w:rsid w:val="007E5414"/>
    <w:rsid w:val="007E55E1"/>
    <w:rsid w:val="007E59C9"/>
    <w:rsid w:val="007E5CDE"/>
    <w:rsid w:val="007E5E43"/>
    <w:rsid w:val="007E617C"/>
    <w:rsid w:val="007E6490"/>
    <w:rsid w:val="007E65C7"/>
    <w:rsid w:val="007E661F"/>
    <w:rsid w:val="007E6AED"/>
    <w:rsid w:val="007E6C51"/>
    <w:rsid w:val="007E6CF8"/>
    <w:rsid w:val="007E6D0C"/>
    <w:rsid w:val="007E7EEE"/>
    <w:rsid w:val="007F0072"/>
    <w:rsid w:val="007F05E8"/>
    <w:rsid w:val="007F18A8"/>
    <w:rsid w:val="007F2730"/>
    <w:rsid w:val="007F2A91"/>
    <w:rsid w:val="007F2EB6"/>
    <w:rsid w:val="007F3E82"/>
    <w:rsid w:val="007F3F11"/>
    <w:rsid w:val="007F49C7"/>
    <w:rsid w:val="007F4A0A"/>
    <w:rsid w:val="007F4D6A"/>
    <w:rsid w:val="007F501F"/>
    <w:rsid w:val="007F52B0"/>
    <w:rsid w:val="007F54C3"/>
    <w:rsid w:val="007F5A69"/>
    <w:rsid w:val="007F5CF5"/>
    <w:rsid w:val="007F5E57"/>
    <w:rsid w:val="007F65D1"/>
    <w:rsid w:val="007F66A6"/>
    <w:rsid w:val="007F6813"/>
    <w:rsid w:val="007F6F4C"/>
    <w:rsid w:val="007F74A8"/>
    <w:rsid w:val="007F7F4F"/>
    <w:rsid w:val="00800C63"/>
    <w:rsid w:val="00801214"/>
    <w:rsid w:val="00801364"/>
    <w:rsid w:val="008014B6"/>
    <w:rsid w:val="00801A31"/>
    <w:rsid w:val="00802949"/>
    <w:rsid w:val="0080301E"/>
    <w:rsid w:val="0080365F"/>
    <w:rsid w:val="00803B34"/>
    <w:rsid w:val="00804EB5"/>
    <w:rsid w:val="008051A2"/>
    <w:rsid w:val="008052D1"/>
    <w:rsid w:val="00805740"/>
    <w:rsid w:val="0080584D"/>
    <w:rsid w:val="0080588B"/>
    <w:rsid w:val="00805B7E"/>
    <w:rsid w:val="008063CB"/>
    <w:rsid w:val="00806AE6"/>
    <w:rsid w:val="00806F89"/>
    <w:rsid w:val="00807725"/>
    <w:rsid w:val="00807AC7"/>
    <w:rsid w:val="00810414"/>
    <w:rsid w:val="00810743"/>
    <w:rsid w:val="008107BE"/>
    <w:rsid w:val="00810A6B"/>
    <w:rsid w:val="00810B5D"/>
    <w:rsid w:val="00811175"/>
    <w:rsid w:val="00811861"/>
    <w:rsid w:val="00812046"/>
    <w:rsid w:val="00812896"/>
    <w:rsid w:val="00812BE5"/>
    <w:rsid w:val="00814338"/>
    <w:rsid w:val="00814362"/>
    <w:rsid w:val="00814385"/>
    <w:rsid w:val="00814CD4"/>
    <w:rsid w:val="00814E02"/>
    <w:rsid w:val="008156B4"/>
    <w:rsid w:val="00815D74"/>
    <w:rsid w:val="008164F2"/>
    <w:rsid w:val="00816570"/>
    <w:rsid w:val="008165AA"/>
    <w:rsid w:val="008167CF"/>
    <w:rsid w:val="00817421"/>
    <w:rsid w:val="00817429"/>
    <w:rsid w:val="00817F12"/>
    <w:rsid w:val="0082098A"/>
    <w:rsid w:val="00820C40"/>
    <w:rsid w:val="00820C74"/>
    <w:rsid w:val="00820D94"/>
    <w:rsid w:val="00821514"/>
    <w:rsid w:val="00821E35"/>
    <w:rsid w:val="00821EE7"/>
    <w:rsid w:val="008224C9"/>
    <w:rsid w:val="008226F9"/>
    <w:rsid w:val="00822780"/>
    <w:rsid w:val="008227DE"/>
    <w:rsid w:val="008233CE"/>
    <w:rsid w:val="00823408"/>
    <w:rsid w:val="0082371F"/>
    <w:rsid w:val="00823BE8"/>
    <w:rsid w:val="00823FBE"/>
    <w:rsid w:val="00824591"/>
    <w:rsid w:val="00824AB4"/>
    <w:rsid w:val="00824AED"/>
    <w:rsid w:val="008259A8"/>
    <w:rsid w:val="00825B3B"/>
    <w:rsid w:val="00825FA3"/>
    <w:rsid w:val="008265FD"/>
    <w:rsid w:val="00827035"/>
    <w:rsid w:val="00827820"/>
    <w:rsid w:val="00827CE9"/>
    <w:rsid w:val="00827DC4"/>
    <w:rsid w:val="00830336"/>
    <w:rsid w:val="0083060D"/>
    <w:rsid w:val="00831B8B"/>
    <w:rsid w:val="00831C59"/>
    <w:rsid w:val="00831E66"/>
    <w:rsid w:val="00832577"/>
    <w:rsid w:val="00832AFD"/>
    <w:rsid w:val="0083387E"/>
    <w:rsid w:val="0083405D"/>
    <w:rsid w:val="00834A2F"/>
    <w:rsid w:val="00835215"/>
    <w:rsid w:val="008352D4"/>
    <w:rsid w:val="0083564F"/>
    <w:rsid w:val="008356C8"/>
    <w:rsid w:val="00835A25"/>
    <w:rsid w:val="00835AEF"/>
    <w:rsid w:val="00836571"/>
    <w:rsid w:val="00836952"/>
    <w:rsid w:val="00836AB5"/>
    <w:rsid w:val="00836DB9"/>
    <w:rsid w:val="0083733A"/>
    <w:rsid w:val="00837C67"/>
    <w:rsid w:val="00841030"/>
    <w:rsid w:val="00841583"/>
    <w:rsid w:val="008415B0"/>
    <w:rsid w:val="008417A2"/>
    <w:rsid w:val="00841F25"/>
    <w:rsid w:val="00842028"/>
    <w:rsid w:val="00842655"/>
    <w:rsid w:val="00842A32"/>
    <w:rsid w:val="008436B8"/>
    <w:rsid w:val="008436EB"/>
    <w:rsid w:val="00843CC6"/>
    <w:rsid w:val="0084412D"/>
    <w:rsid w:val="0084455A"/>
    <w:rsid w:val="0084543B"/>
    <w:rsid w:val="0084584E"/>
    <w:rsid w:val="008459F1"/>
    <w:rsid w:val="00845CC5"/>
    <w:rsid w:val="008460B6"/>
    <w:rsid w:val="008460EE"/>
    <w:rsid w:val="00846C12"/>
    <w:rsid w:val="008470D1"/>
    <w:rsid w:val="00847332"/>
    <w:rsid w:val="00847727"/>
    <w:rsid w:val="00847A8A"/>
    <w:rsid w:val="00847ECF"/>
    <w:rsid w:val="00850054"/>
    <w:rsid w:val="00850161"/>
    <w:rsid w:val="00850BE3"/>
    <w:rsid w:val="00850C9D"/>
    <w:rsid w:val="00850DB2"/>
    <w:rsid w:val="00850EE8"/>
    <w:rsid w:val="008515F8"/>
    <w:rsid w:val="00851BE5"/>
    <w:rsid w:val="00851E32"/>
    <w:rsid w:val="00851FEA"/>
    <w:rsid w:val="00852505"/>
    <w:rsid w:val="00852B59"/>
    <w:rsid w:val="008532E6"/>
    <w:rsid w:val="00853576"/>
    <w:rsid w:val="00855888"/>
    <w:rsid w:val="0085610D"/>
    <w:rsid w:val="00856272"/>
    <w:rsid w:val="008563FF"/>
    <w:rsid w:val="0086018B"/>
    <w:rsid w:val="008605DF"/>
    <w:rsid w:val="00860A78"/>
    <w:rsid w:val="00860D18"/>
    <w:rsid w:val="008610A3"/>
    <w:rsid w:val="008611DD"/>
    <w:rsid w:val="00861E08"/>
    <w:rsid w:val="008620DE"/>
    <w:rsid w:val="00862564"/>
    <w:rsid w:val="00862977"/>
    <w:rsid w:val="00862AF5"/>
    <w:rsid w:val="00862E0A"/>
    <w:rsid w:val="00862F81"/>
    <w:rsid w:val="008636DA"/>
    <w:rsid w:val="0086370C"/>
    <w:rsid w:val="008637B7"/>
    <w:rsid w:val="008639BD"/>
    <w:rsid w:val="008641E9"/>
    <w:rsid w:val="00864761"/>
    <w:rsid w:val="008649BF"/>
    <w:rsid w:val="00864E9D"/>
    <w:rsid w:val="008650CD"/>
    <w:rsid w:val="00865B85"/>
    <w:rsid w:val="00865BE8"/>
    <w:rsid w:val="008663B7"/>
    <w:rsid w:val="00866867"/>
    <w:rsid w:val="0086724F"/>
    <w:rsid w:val="008676F7"/>
    <w:rsid w:val="0086772C"/>
    <w:rsid w:val="0086791D"/>
    <w:rsid w:val="00867CCB"/>
    <w:rsid w:val="00870533"/>
    <w:rsid w:val="00870F8C"/>
    <w:rsid w:val="00871B26"/>
    <w:rsid w:val="00872257"/>
    <w:rsid w:val="008725E5"/>
    <w:rsid w:val="008725EE"/>
    <w:rsid w:val="008730A1"/>
    <w:rsid w:val="008734B3"/>
    <w:rsid w:val="00873D0E"/>
    <w:rsid w:val="00874DCC"/>
    <w:rsid w:val="00874DE9"/>
    <w:rsid w:val="008753E6"/>
    <w:rsid w:val="00875477"/>
    <w:rsid w:val="00875A46"/>
    <w:rsid w:val="00875C21"/>
    <w:rsid w:val="00875FE7"/>
    <w:rsid w:val="008767AB"/>
    <w:rsid w:val="00876AD1"/>
    <w:rsid w:val="00876E73"/>
    <w:rsid w:val="00877159"/>
    <w:rsid w:val="0087738C"/>
    <w:rsid w:val="008800C1"/>
    <w:rsid w:val="008801D6"/>
    <w:rsid w:val="008801E2"/>
    <w:rsid w:val="008802AF"/>
    <w:rsid w:val="00880FAF"/>
    <w:rsid w:val="00881926"/>
    <w:rsid w:val="00882763"/>
    <w:rsid w:val="00882EC0"/>
    <w:rsid w:val="00882FA3"/>
    <w:rsid w:val="008830A8"/>
    <w:rsid w:val="0088318F"/>
    <w:rsid w:val="0088331D"/>
    <w:rsid w:val="00883403"/>
    <w:rsid w:val="0088344F"/>
    <w:rsid w:val="00883619"/>
    <w:rsid w:val="008846A3"/>
    <w:rsid w:val="00884915"/>
    <w:rsid w:val="0088524B"/>
    <w:rsid w:val="008852B0"/>
    <w:rsid w:val="00885AE7"/>
    <w:rsid w:val="00885F64"/>
    <w:rsid w:val="0088646F"/>
    <w:rsid w:val="0088673B"/>
    <w:rsid w:val="00886B05"/>
    <w:rsid w:val="00886B60"/>
    <w:rsid w:val="00886C63"/>
    <w:rsid w:val="00887878"/>
    <w:rsid w:val="00887889"/>
    <w:rsid w:val="00887FF7"/>
    <w:rsid w:val="008902BF"/>
    <w:rsid w:val="00890A45"/>
    <w:rsid w:val="00890F0F"/>
    <w:rsid w:val="00891345"/>
    <w:rsid w:val="008920FF"/>
    <w:rsid w:val="00892321"/>
    <w:rsid w:val="008926E8"/>
    <w:rsid w:val="00892AFC"/>
    <w:rsid w:val="0089307B"/>
    <w:rsid w:val="00893735"/>
    <w:rsid w:val="00893DC4"/>
    <w:rsid w:val="008942E4"/>
    <w:rsid w:val="008946E3"/>
    <w:rsid w:val="00894F19"/>
    <w:rsid w:val="00895502"/>
    <w:rsid w:val="0089594B"/>
    <w:rsid w:val="00895DEB"/>
    <w:rsid w:val="00896620"/>
    <w:rsid w:val="00896740"/>
    <w:rsid w:val="0089694F"/>
    <w:rsid w:val="00896A10"/>
    <w:rsid w:val="00896E63"/>
    <w:rsid w:val="008971B5"/>
    <w:rsid w:val="00897460"/>
    <w:rsid w:val="0089750E"/>
    <w:rsid w:val="00897936"/>
    <w:rsid w:val="008A039C"/>
    <w:rsid w:val="008A04B4"/>
    <w:rsid w:val="008A1D63"/>
    <w:rsid w:val="008A336C"/>
    <w:rsid w:val="008A3A00"/>
    <w:rsid w:val="008A3CD2"/>
    <w:rsid w:val="008A3F40"/>
    <w:rsid w:val="008A4A73"/>
    <w:rsid w:val="008A4B88"/>
    <w:rsid w:val="008A5D26"/>
    <w:rsid w:val="008A5FFE"/>
    <w:rsid w:val="008A60EC"/>
    <w:rsid w:val="008A6B13"/>
    <w:rsid w:val="008A6ECB"/>
    <w:rsid w:val="008A6F7D"/>
    <w:rsid w:val="008A7264"/>
    <w:rsid w:val="008A7EAE"/>
    <w:rsid w:val="008B01E7"/>
    <w:rsid w:val="008B02DD"/>
    <w:rsid w:val="008B0BF9"/>
    <w:rsid w:val="008B1283"/>
    <w:rsid w:val="008B1477"/>
    <w:rsid w:val="008B183F"/>
    <w:rsid w:val="008B20AF"/>
    <w:rsid w:val="008B2301"/>
    <w:rsid w:val="008B2866"/>
    <w:rsid w:val="008B28AE"/>
    <w:rsid w:val="008B2E2C"/>
    <w:rsid w:val="008B34C1"/>
    <w:rsid w:val="008B3859"/>
    <w:rsid w:val="008B4117"/>
    <w:rsid w:val="008B436D"/>
    <w:rsid w:val="008B4E49"/>
    <w:rsid w:val="008B5745"/>
    <w:rsid w:val="008B5EBC"/>
    <w:rsid w:val="008B6230"/>
    <w:rsid w:val="008B65CB"/>
    <w:rsid w:val="008B69A6"/>
    <w:rsid w:val="008B6B1E"/>
    <w:rsid w:val="008B6BCA"/>
    <w:rsid w:val="008B6D57"/>
    <w:rsid w:val="008B7712"/>
    <w:rsid w:val="008B7B26"/>
    <w:rsid w:val="008C0C73"/>
    <w:rsid w:val="008C1863"/>
    <w:rsid w:val="008C1B68"/>
    <w:rsid w:val="008C218D"/>
    <w:rsid w:val="008C21FA"/>
    <w:rsid w:val="008C3132"/>
    <w:rsid w:val="008C328B"/>
    <w:rsid w:val="008C3524"/>
    <w:rsid w:val="008C39F1"/>
    <w:rsid w:val="008C3B7F"/>
    <w:rsid w:val="008C3E4A"/>
    <w:rsid w:val="008C3F5A"/>
    <w:rsid w:val="008C4061"/>
    <w:rsid w:val="008C4229"/>
    <w:rsid w:val="008C45FD"/>
    <w:rsid w:val="008C4C9F"/>
    <w:rsid w:val="008C5BE0"/>
    <w:rsid w:val="008C5C87"/>
    <w:rsid w:val="008C5DDB"/>
    <w:rsid w:val="008C6057"/>
    <w:rsid w:val="008C7233"/>
    <w:rsid w:val="008C7308"/>
    <w:rsid w:val="008C74B7"/>
    <w:rsid w:val="008C7561"/>
    <w:rsid w:val="008D0A5B"/>
    <w:rsid w:val="008D0B5A"/>
    <w:rsid w:val="008D121A"/>
    <w:rsid w:val="008D1C51"/>
    <w:rsid w:val="008D2434"/>
    <w:rsid w:val="008D3359"/>
    <w:rsid w:val="008D36F6"/>
    <w:rsid w:val="008D3F41"/>
    <w:rsid w:val="008D4098"/>
    <w:rsid w:val="008D4270"/>
    <w:rsid w:val="008D4C15"/>
    <w:rsid w:val="008D4EE7"/>
    <w:rsid w:val="008D4F96"/>
    <w:rsid w:val="008D50B3"/>
    <w:rsid w:val="008D50C9"/>
    <w:rsid w:val="008D621E"/>
    <w:rsid w:val="008D75B3"/>
    <w:rsid w:val="008E097C"/>
    <w:rsid w:val="008E09BB"/>
    <w:rsid w:val="008E0D5B"/>
    <w:rsid w:val="008E0E1E"/>
    <w:rsid w:val="008E171D"/>
    <w:rsid w:val="008E1F19"/>
    <w:rsid w:val="008E2785"/>
    <w:rsid w:val="008E28AB"/>
    <w:rsid w:val="008E2F26"/>
    <w:rsid w:val="008E3D45"/>
    <w:rsid w:val="008E3DC4"/>
    <w:rsid w:val="008E3E22"/>
    <w:rsid w:val="008E48C5"/>
    <w:rsid w:val="008E4941"/>
    <w:rsid w:val="008E5537"/>
    <w:rsid w:val="008E5DB8"/>
    <w:rsid w:val="008E6372"/>
    <w:rsid w:val="008E7093"/>
    <w:rsid w:val="008E72DB"/>
    <w:rsid w:val="008E78A3"/>
    <w:rsid w:val="008F0654"/>
    <w:rsid w:val="008F06CB"/>
    <w:rsid w:val="008F0B46"/>
    <w:rsid w:val="008F1DA1"/>
    <w:rsid w:val="008F2BA4"/>
    <w:rsid w:val="008F2E83"/>
    <w:rsid w:val="008F2F05"/>
    <w:rsid w:val="008F3657"/>
    <w:rsid w:val="008F36C8"/>
    <w:rsid w:val="008F3951"/>
    <w:rsid w:val="008F3AFE"/>
    <w:rsid w:val="008F3E0C"/>
    <w:rsid w:val="008F4029"/>
    <w:rsid w:val="008F46F0"/>
    <w:rsid w:val="008F4E3A"/>
    <w:rsid w:val="008F530F"/>
    <w:rsid w:val="008F5691"/>
    <w:rsid w:val="008F5776"/>
    <w:rsid w:val="008F5C79"/>
    <w:rsid w:val="008F612A"/>
    <w:rsid w:val="008F629C"/>
    <w:rsid w:val="008F6793"/>
    <w:rsid w:val="008F6AF4"/>
    <w:rsid w:val="008F6C8A"/>
    <w:rsid w:val="008F7F17"/>
    <w:rsid w:val="009004CF"/>
    <w:rsid w:val="009008C6"/>
    <w:rsid w:val="00900A54"/>
    <w:rsid w:val="00901A2A"/>
    <w:rsid w:val="00901AAB"/>
    <w:rsid w:val="00901EAE"/>
    <w:rsid w:val="00902030"/>
    <w:rsid w:val="00902618"/>
    <w:rsid w:val="0090293D"/>
    <w:rsid w:val="00902E8C"/>
    <w:rsid w:val="00902F01"/>
    <w:rsid w:val="009033C2"/>
    <w:rsid w:val="009034DE"/>
    <w:rsid w:val="00905396"/>
    <w:rsid w:val="0090567C"/>
    <w:rsid w:val="00905A5A"/>
    <w:rsid w:val="0090605D"/>
    <w:rsid w:val="00906419"/>
    <w:rsid w:val="00906C81"/>
    <w:rsid w:val="009071B8"/>
    <w:rsid w:val="0090744C"/>
    <w:rsid w:val="009074E4"/>
    <w:rsid w:val="0090768C"/>
    <w:rsid w:val="009076B4"/>
    <w:rsid w:val="00907E7F"/>
    <w:rsid w:val="009102FF"/>
    <w:rsid w:val="009107FB"/>
    <w:rsid w:val="00911464"/>
    <w:rsid w:val="00912889"/>
    <w:rsid w:val="00913080"/>
    <w:rsid w:val="0091325B"/>
    <w:rsid w:val="00913A42"/>
    <w:rsid w:val="00913E83"/>
    <w:rsid w:val="00914167"/>
    <w:rsid w:val="009143DB"/>
    <w:rsid w:val="00914C84"/>
    <w:rsid w:val="00915065"/>
    <w:rsid w:val="009151FC"/>
    <w:rsid w:val="00915310"/>
    <w:rsid w:val="00915379"/>
    <w:rsid w:val="00915426"/>
    <w:rsid w:val="00916113"/>
    <w:rsid w:val="00916117"/>
    <w:rsid w:val="00916C17"/>
    <w:rsid w:val="0091701D"/>
    <w:rsid w:val="009170AE"/>
    <w:rsid w:val="009175FA"/>
    <w:rsid w:val="0091788A"/>
    <w:rsid w:val="00917CE5"/>
    <w:rsid w:val="00920251"/>
    <w:rsid w:val="00920C74"/>
    <w:rsid w:val="00920E72"/>
    <w:rsid w:val="00920F15"/>
    <w:rsid w:val="009211CD"/>
    <w:rsid w:val="009213BC"/>
    <w:rsid w:val="009217C0"/>
    <w:rsid w:val="0092294B"/>
    <w:rsid w:val="00922F50"/>
    <w:rsid w:val="009231C8"/>
    <w:rsid w:val="0092323F"/>
    <w:rsid w:val="00923E3D"/>
    <w:rsid w:val="00924060"/>
    <w:rsid w:val="009241B8"/>
    <w:rsid w:val="00924FDE"/>
    <w:rsid w:val="00925241"/>
    <w:rsid w:val="009259CC"/>
    <w:rsid w:val="00925CEC"/>
    <w:rsid w:val="00925CF9"/>
    <w:rsid w:val="0092637E"/>
    <w:rsid w:val="009264E4"/>
    <w:rsid w:val="00926667"/>
    <w:rsid w:val="00926953"/>
    <w:rsid w:val="00926968"/>
    <w:rsid w:val="00926A3F"/>
    <w:rsid w:val="0092739C"/>
    <w:rsid w:val="009273D8"/>
    <w:rsid w:val="0092794E"/>
    <w:rsid w:val="0092798E"/>
    <w:rsid w:val="00927CD4"/>
    <w:rsid w:val="00930488"/>
    <w:rsid w:val="009307FA"/>
    <w:rsid w:val="00930893"/>
    <w:rsid w:val="00930C7B"/>
    <w:rsid w:val="00930D30"/>
    <w:rsid w:val="00930F91"/>
    <w:rsid w:val="00931219"/>
    <w:rsid w:val="009314C3"/>
    <w:rsid w:val="00931DC0"/>
    <w:rsid w:val="00932AD7"/>
    <w:rsid w:val="00932F6B"/>
    <w:rsid w:val="009331A9"/>
    <w:rsid w:val="009332A2"/>
    <w:rsid w:val="009337E5"/>
    <w:rsid w:val="00933827"/>
    <w:rsid w:val="0093451C"/>
    <w:rsid w:val="00934A1D"/>
    <w:rsid w:val="00934B78"/>
    <w:rsid w:val="009367D3"/>
    <w:rsid w:val="00936D0D"/>
    <w:rsid w:val="0093717A"/>
    <w:rsid w:val="00937598"/>
    <w:rsid w:val="0093789D"/>
    <w:rsid w:val="0093790B"/>
    <w:rsid w:val="00937CBF"/>
    <w:rsid w:val="00940144"/>
    <w:rsid w:val="009407DD"/>
    <w:rsid w:val="00940F26"/>
    <w:rsid w:val="00940FE9"/>
    <w:rsid w:val="00941F8E"/>
    <w:rsid w:val="009421FB"/>
    <w:rsid w:val="009428FD"/>
    <w:rsid w:val="00943751"/>
    <w:rsid w:val="00943A68"/>
    <w:rsid w:val="00943ABC"/>
    <w:rsid w:val="00943E6B"/>
    <w:rsid w:val="00944502"/>
    <w:rsid w:val="00944A7A"/>
    <w:rsid w:val="0094549E"/>
    <w:rsid w:val="009455A0"/>
    <w:rsid w:val="009459C5"/>
    <w:rsid w:val="00945B3C"/>
    <w:rsid w:val="0094643C"/>
    <w:rsid w:val="009464B0"/>
    <w:rsid w:val="009466B1"/>
    <w:rsid w:val="009467CB"/>
    <w:rsid w:val="0094683A"/>
    <w:rsid w:val="00946DD0"/>
    <w:rsid w:val="0094710F"/>
    <w:rsid w:val="009471C2"/>
    <w:rsid w:val="009474FA"/>
    <w:rsid w:val="009475D8"/>
    <w:rsid w:val="0094784A"/>
    <w:rsid w:val="00947AF2"/>
    <w:rsid w:val="00947F6E"/>
    <w:rsid w:val="00950409"/>
    <w:rsid w:val="00950452"/>
    <w:rsid w:val="00950988"/>
    <w:rsid w:val="009509E6"/>
    <w:rsid w:val="00951F39"/>
    <w:rsid w:val="00952018"/>
    <w:rsid w:val="00952324"/>
    <w:rsid w:val="009524D6"/>
    <w:rsid w:val="00952619"/>
    <w:rsid w:val="00952800"/>
    <w:rsid w:val="00952871"/>
    <w:rsid w:val="0095300D"/>
    <w:rsid w:val="0095340F"/>
    <w:rsid w:val="009534B5"/>
    <w:rsid w:val="00953563"/>
    <w:rsid w:val="009538C3"/>
    <w:rsid w:val="00953A6A"/>
    <w:rsid w:val="0095447D"/>
    <w:rsid w:val="00954546"/>
    <w:rsid w:val="00954CC4"/>
    <w:rsid w:val="0095555B"/>
    <w:rsid w:val="009561CD"/>
    <w:rsid w:val="00956202"/>
    <w:rsid w:val="009564BC"/>
    <w:rsid w:val="00956812"/>
    <w:rsid w:val="00956E1D"/>
    <w:rsid w:val="0095719A"/>
    <w:rsid w:val="0095732E"/>
    <w:rsid w:val="0095777C"/>
    <w:rsid w:val="00957967"/>
    <w:rsid w:val="00960298"/>
    <w:rsid w:val="009607ED"/>
    <w:rsid w:val="009608AA"/>
    <w:rsid w:val="00960909"/>
    <w:rsid w:val="00960943"/>
    <w:rsid w:val="00961A6D"/>
    <w:rsid w:val="00961B2E"/>
    <w:rsid w:val="00961C42"/>
    <w:rsid w:val="00962355"/>
    <w:rsid w:val="009623E9"/>
    <w:rsid w:val="0096254A"/>
    <w:rsid w:val="009626FD"/>
    <w:rsid w:val="009627D7"/>
    <w:rsid w:val="00962833"/>
    <w:rsid w:val="00962D58"/>
    <w:rsid w:val="009630A6"/>
    <w:rsid w:val="009630A7"/>
    <w:rsid w:val="00963A29"/>
    <w:rsid w:val="00963EEB"/>
    <w:rsid w:val="009648BC"/>
    <w:rsid w:val="00964A6D"/>
    <w:rsid w:val="00964B40"/>
    <w:rsid w:val="00964C2F"/>
    <w:rsid w:val="0096500A"/>
    <w:rsid w:val="00965143"/>
    <w:rsid w:val="0096528A"/>
    <w:rsid w:val="00965374"/>
    <w:rsid w:val="0096550A"/>
    <w:rsid w:val="00965E32"/>
    <w:rsid w:val="00965F88"/>
    <w:rsid w:val="00966081"/>
    <w:rsid w:val="00967763"/>
    <w:rsid w:val="009677C6"/>
    <w:rsid w:val="00967FB4"/>
    <w:rsid w:val="00971F4B"/>
    <w:rsid w:val="00971FEF"/>
    <w:rsid w:val="009720AD"/>
    <w:rsid w:val="00973F34"/>
    <w:rsid w:val="00974451"/>
    <w:rsid w:val="00974465"/>
    <w:rsid w:val="0097485D"/>
    <w:rsid w:val="00974A0E"/>
    <w:rsid w:val="00974A52"/>
    <w:rsid w:val="00974AB2"/>
    <w:rsid w:val="00974AF2"/>
    <w:rsid w:val="00974BA3"/>
    <w:rsid w:val="00974F85"/>
    <w:rsid w:val="009755A6"/>
    <w:rsid w:val="009756F6"/>
    <w:rsid w:val="0097585C"/>
    <w:rsid w:val="00975AB9"/>
    <w:rsid w:val="00975F93"/>
    <w:rsid w:val="00976371"/>
    <w:rsid w:val="0097697E"/>
    <w:rsid w:val="00976AF3"/>
    <w:rsid w:val="00977088"/>
    <w:rsid w:val="009777A2"/>
    <w:rsid w:val="00977AF1"/>
    <w:rsid w:val="00977FDC"/>
    <w:rsid w:val="0098045F"/>
    <w:rsid w:val="00980AAA"/>
    <w:rsid w:val="00980E79"/>
    <w:rsid w:val="00981251"/>
    <w:rsid w:val="009828D3"/>
    <w:rsid w:val="00982982"/>
    <w:rsid w:val="00982B19"/>
    <w:rsid w:val="00982D20"/>
    <w:rsid w:val="0098346F"/>
    <w:rsid w:val="00983F20"/>
    <w:rsid w:val="009848FD"/>
    <w:rsid w:val="00984E03"/>
    <w:rsid w:val="00984F79"/>
    <w:rsid w:val="009856EB"/>
    <w:rsid w:val="00985CC3"/>
    <w:rsid w:val="00987E85"/>
    <w:rsid w:val="00990967"/>
    <w:rsid w:val="009912B3"/>
    <w:rsid w:val="009933AE"/>
    <w:rsid w:val="009935D9"/>
    <w:rsid w:val="009935FB"/>
    <w:rsid w:val="00993F7D"/>
    <w:rsid w:val="00995198"/>
    <w:rsid w:val="009958AE"/>
    <w:rsid w:val="00995957"/>
    <w:rsid w:val="00996EA9"/>
    <w:rsid w:val="0099753E"/>
    <w:rsid w:val="009975BE"/>
    <w:rsid w:val="009A0510"/>
    <w:rsid w:val="009A0D12"/>
    <w:rsid w:val="009A18BC"/>
    <w:rsid w:val="009A1987"/>
    <w:rsid w:val="009A1B84"/>
    <w:rsid w:val="009A2435"/>
    <w:rsid w:val="009A2BEE"/>
    <w:rsid w:val="009A2C26"/>
    <w:rsid w:val="009A2CC8"/>
    <w:rsid w:val="009A30EF"/>
    <w:rsid w:val="009A31DF"/>
    <w:rsid w:val="009A3D22"/>
    <w:rsid w:val="009A47E6"/>
    <w:rsid w:val="009A4CEC"/>
    <w:rsid w:val="009A4E66"/>
    <w:rsid w:val="009A5289"/>
    <w:rsid w:val="009A6E1F"/>
    <w:rsid w:val="009A6F68"/>
    <w:rsid w:val="009A78CB"/>
    <w:rsid w:val="009A7A53"/>
    <w:rsid w:val="009B02D5"/>
    <w:rsid w:val="009B0399"/>
    <w:rsid w:val="009B0402"/>
    <w:rsid w:val="009B04C7"/>
    <w:rsid w:val="009B0AE4"/>
    <w:rsid w:val="009B0B75"/>
    <w:rsid w:val="009B14E9"/>
    <w:rsid w:val="009B16DF"/>
    <w:rsid w:val="009B1A90"/>
    <w:rsid w:val="009B2152"/>
    <w:rsid w:val="009B2166"/>
    <w:rsid w:val="009B23DF"/>
    <w:rsid w:val="009B37D5"/>
    <w:rsid w:val="009B3F76"/>
    <w:rsid w:val="009B4975"/>
    <w:rsid w:val="009B4C18"/>
    <w:rsid w:val="009B4CB2"/>
    <w:rsid w:val="009B4EFB"/>
    <w:rsid w:val="009B5467"/>
    <w:rsid w:val="009B5824"/>
    <w:rsid w:val="009B5DFD"/>
    <w:rsid w:val="009B6224"/>
    <w:rsid w:val="009B6393"/>
    <w:rsid w:val="009B6701"/>
    <w:rsid w:val="009B689D"/>
    <w:rsid w:val="009B6A21"/>
    <w:rsid w:val="009B6A9F"/>
    <w:rsid w:val="009B6B89"/>
    <w:rsid w:val="009B6EF7"/>
    <w:rsid w:val="009B7000"/>
    <w:rsid w:val="009B700B"/>
    <w:rsid w:val="009B739C"/>
    <w:rsid w:val="009B7720"/>
    <w:rsid w:val="009C014A"/>
    <w:rsid w:val="009C0326"/>
    <w:rsid w:val="009C04EC"/>
    <w:rsid w:val="009C069D"/>
    <w:rsid w:val="009C0FAB"/>
    <w:rsid w:val="009C10A6"/>
    <w:rsid w:val="009C1874"/>
    <w:rsid w:val="009C1F64"/>
    <w:rsid w:val="009C21B8"/>
    <w:rsid w:val="009C2961"/>
    <w:rsid w:val="009C31B3"/>
    <w:rsid w:val="009C328C"/>
    <w:rsid w:val="009C35FC"/>
    <w:rsid w:val="009C42A3"/>
    <w:rsid w:val="009C4444"/>
    <w:rsid w:val="009C4B88"/>
    <w:rsid w:val="009C4D9F"/>
    <w:rsid w:val="009C4E9A"/>
    <w:rsid w:val="009C5156"/>
    <w:rsid w:val="009C5184"/>
    <w:rsid w:val="009C553E"/>
    <w:rsid w:val="009C5644"/>
    <w:rsid w:val="009C5A90"/>
    <w:rsid w:val="009C5C96"/>
    <w:rsid w:val="009C6C56"/>
    <w:rsid w:val="009C769F"/>
    <w:rsid w:val="009C79AD"/>
    <w:rsid w:val="009C7CA6"/>
    <w:rsid w:val="009D095B"/>
    <w:rsid w:val="009D12EE"/>
    <w:rsid w:val="009D17DE"/>
    <w:rsid w:val="009D1A61"/>
    <w:rsid w:val="009D20B0"/>
    <w:rsid w:val="009D24AA"/>
    <w:rsid w:val="009D290C"/>
    <w:rsid w:val="009D2F40"/>
    <w:rsid w:val="009D32C7"/>
    <w:rsid w:val="009D3316"/>
    <w:rsid w:val="009D3659"/>
    <w:rsid w:val="009D3B39"/>
    <w:rsid w:val="009D3FAC"/>
    <w:rsid w:val="009D4537"/>
    <w:rsid w:val="009D54F9"/>
    <w:rsid w:val="009D5578"/>
    <w:rsid w:val="009D55AA"/>
    <w:rsid w:val="009D5832"/>
    <w:rsid w:val="009D592B"/>
    <w:rsid w:val="009D59BE"/>
    <w:rsid w:val="009D6875"/>
    <w:rsid w:val="009D7452"/>
    <w:rsid w:val="009D77E9"/>
    <w:rsid w:val="009D7A81"/>
    <w:rsid w:val="009D7D0A"/>
    <w:rsid w:val="009D7E97"/>
    <w:rsid w:val="009D7EB7"/>
    <w:rsid w:val="009E0458"/>
    <w:rsid w:val="009E0BC9"/>
    <w:rsid w:val="009E0F9F"/>
    <w:rsid w:val="009E1030"/>
    <w:rsid w:val="009E121F"/>
    <w:rsid w:val="009E1B70"/>
    <w:rsid w:val="009E2018"/>
    <w:rsid w:val="009E278D"/>
    <w:rsid w:val="009E356F"/>
    <w:rsid w:val="009E36ED"/>
    <w:rsid w:val="009E3717"/>
    <w:rsid w:val="009E3791"/>
    <w:rsid w:val="009E37EE"/>
    <w:rsid w:val="009E3D83"/>
    <w:rsid w:val="009E3E77"/>
    <w:rsid w:val="009E3E85"/>
    <w:rsid w:val="009E3FAB"/>
    <w:rsid w:val="009E4670"/>
    <w:rsid w:val="009E4783"/>
    <w:rsid w:val="009E4AEC"/>
    <w:rsid w:val="009E4B3D"/>
    <w:rsid w:val="009E4E8E"/>
    <w:rsid w:val="009E557D"/>
    <w:rsid w:val="009E56A2"/>
    <w:rsid w:val="009E576E"/>
    <w:rsid w:val="009E59DE"/>
    <w:rsid w:val="009E5B3F"/>
    <w:rsid w:val="009E5D68"/>
    <w:rsid w:val="009E66AF"/>
    <w:rsid w:val="009E6F71"/>
    <w:rsid w:val="009E7D90"/>
    <w:rsid w:val="009F0043"/>
    <w:rsid w:val="009F00E1"/>
    <w:rsid w:val="009F0965"/>
    <w:rsid w:val="009F13F3"/>
    <w:rsid w:val="009F19BE"/>
    <w:rsid w:val="009F1AB0"/>
    <w:rsid w:val="009F2268"/>
    <w:rsid w:val="009F31ED"/>
    <w:rsid w:val="009F495D"/>
    <w:rsid w:val="009F4CCD"/>
    <w:rsid w:val="009F501D"/>
    <w:rsid w:val="009F5273"/>
    <w:rsid w:val="009F565E"/>
    <w:rsid w:val="009F572C"/>
    <w:rsid w:val="009F5910"/>
    <w:rsid w:val="009F6027"/>
    <w:rsid w:val="009F6049"/>
    <w:rsid w:val="009F6710"/>
    <w:rsid w:val="009F75DC"/>
    <w:rsid w:val="009F7AFF"/>
    <w:rsid w:val="009F7DA0"/>
    <w:rsid w:val="00A000F0"/>
    <w:rsid w:val="00A0011B"/>
    <w:rsid w:val="00A0018C"/>
    <w:rsid w:val="00A00245"/>
    <w:rsid w:val="00A002CD"/>
    <w:rsid w:val="00A003C9"/>
    <w:rsid w:val="00A00518"/>
    <w:rsid w:val="00A00C65"/>
    <w:rsid w:val="00A00D50"/>
    <w:rsid w:val="00A00E58"/>
    <w:rsid w:val="00A0141F"/>
    <w:rsid w:val="00A0176B"/>
    <w:rsid w:val="00A02137"/>
    <w:rsid w:val="00A02602"/>
    <w:rsid w:val="00A02708"/>
    <w:rsid w:val="00A028CE"/>
    <w:rsid w:val="00A02AE8"/>
    <w:rsid w:val="00A02C37"/>
    <w:rsid w:val="00A02CA8"/>
    <w:rsid w:val="00A02CD7"/>
    <w:rsid w:val="00A02F48"/>
    <w:rsid w:val="00A03082"/>
    <w:rsid w:val="00A039D5"/>
    <w:rsid w:val="00A03B7B"/>
    <w:rsid w:val="00A03F10"/>
    <w:rsid w:val="00A0442A"/>
    <w:rsid w:val="00A046AD"/>
    <w:rsid w:val="00A04988"/>
    <w:rsid w:val="00A05457"/>
    <w:rsid w:val="00A063CD"/>
    <w:rsid w:val="00A06AC2"/>
    <w:rsid w:val="00A079C1"/>
    <w:rsid w:val="00A10508"/>
    <w:rsid w:val="00A1066B"/>
    <w:rsid w:val="00A1137A"/>
    <w:rsid w:val="00A1239F"/>
    <w:rsid w:val="00A12520"/>
    <w:rsid w:val="00A12C0E"/>
    <w:rsid w:val="00A130FD"/>
    <w:rsid w:val="00A13423"/>
    <w:rsid w:val="00A134B1"/>
    <w:rsid w:val="00A134FD"/>
    <w:rsid w:val="00A138A2"/>
    <w:rsid w:val="00A13D6D"/>
    <w:rsid w:val="00A14769"/>
    <w:rsid w:val="00A153DC"/>
    <w:rsid w:val="00A15701"/>
    <w:rsid w:val="00A15E16"/>
    <w:rsid w:val="00A16011"/>
    <w:rsid w:val="00A16151"/>
    <w:rsid w:val="00A16EC6"/>
    <w:rsid w:val="00A1711F"/>
    <w:rsid w:val="00A17191"/>
    <w:rsid w:val="00A176FA"/>
    <w:rsid w:val="00A17AFA"/>
    <w:rsid w:val="00A17C06"/>
    <w:rsid w:val="00A20066"/>
    <w:rsid w:val="00A2031E"/>
    <w:rsid w:val="00A2039F"/>
    <w:rsid w:val="00A20483"/>
    <w:rsid w:val="00A20610"/>
    <w:rsid w:val="00A20648"/>
    <w:rsid w:val="00A21230"/>
    <w:rsid w:val="00A2126E"/>
    <w:rsid w:val="00A21429"/>
    <w:rsid w:val="00A21626"/>
    <w:rsid w:val="00A21706"/>
    <w:rsid w:val="00A218C9"/>
    <w:rsid w:val="00A218EE"/>
    <w:rsid w:val="00A22B5D"/>
    <w:rsid w:val="00A23ABB"/>
    <w:rsid w:val="00A23CAB"/>
    <w:rsid w:val="00A23E52"/>
    <w:rsid w:val="00A23FE7"/>
    <w:rsid w:val="00A2429D"/>
    <w:rsid w:val="00A24340"/>
    <w:rsid w:val="00A24677"/>
    <w:rsid w:val="00A247CF"/>
    <w:rsid w:val="00A24FCC"/>
    <w:rsid w:val="00A254A5"/>
    <w:rsid w:val="00A25581"/>
    <w:rsid w:val="00A25DC5"/>
    <w:rsid w:val="00A26492"/>
    <w:rsid w:val="00A26A90"/>
    <w:rsid w:val="00A26AB6"/>
    <w:rsid w:val="00A26B27"/>
    <w:rsid w:val="00A276E5"/>
    <w:rsid w:val="00A300A1"/>
    <w:rsid w:val="00A303DB"/>
    <w:rsid w:val="00A3098A"/>
    <w:rsid w:val="00A30E4F"/>
    <w:rsid w:val="00A314AD"/>
    <w:rsid w:val="00A314CC"/>
    <w:rsid w:val="00A32253"/>
    <w:rsid w:val="00A32CF5"/>
    <w:rsid w:val="00A3310E"/>
    <w:rsid w:val="00A333A0"/>
    <w:rsid w:val="00A33D25"/>
    <w:rsid w:val="00A33E5A"/>
    <w:rsid w:val="00A340FA"/>
    <w:rsid w:val="00A354C8"/>
    <w:rsid w:val="00A3553A"/>
    <w:rsid w:val="00A35BEC"/>
    <w:rsid w:val="00A3638F"/>
    <w:rsid w:val="00A36528"/>
    <w:rsid w:val="00A37564"/>
    <w:rsid w:val="00A37586"/>
    <w:rsid w:val="00A3793F"/>
    <w:rsid w:val="00A37C60"/>
    <w:rsid w:val="00A37E70"/>
    <w:rsid w:val="00A4007F"/>
    <w:rsid w:val="00A402E7"/>
    <w:rsid w:val="00A417C9"/>
    <w:rsid w:val="00A41962"/>
    <w:rsid w:val="00A41DEF"/>
    <w:rsid w:val="00A424F1"/>
    <w:rsid w:val="00A42A25"/>
    <w:rsid w:val="00A42CFC"/>
    <w:rsid w:val="00A42F02"/>
    <w:rsid w:val="00A42FC6"/>
    <w:rsid w:val="00A43017"/>
    <w:rsid w:val="00A4303A"/>
    <w:rsid w:val="00A432F7"/>
    <w:rsid w:val="00A437BD"/>
    <w:rsid w:val="00A437E1"/>
    <w:rsid w:val="00A43D0E"/>
    <w:rsid w:val="00A44478"/>
    <w:rsid w:val="00A447E9"/>
    <w:rsid w:val="00A4685E"/>
    <w:rsid w:val="00A46907"/>
    <w:rsid w:val="00A46918"/>
    <w:rsid w:val="00A46F11"/>
    <w:rsid w:val="00A4706C"/>
    <w:rsid w:val="00A47216"/>
    <w:rsid w:val="00A478A2"/>
    <w:rsid w:val="00A47B5E"/>
    <w:rsid w:val="00A47BAF"/>
    <w:rsid w:val="00A47ED8"/>
    <w:rsid w:val="00A5034E"/>
    <w:rsid w:val="00A50CD4"/>
    <w:rsid w:val="00A51064"/>
    <w:rsid w:val="00A51191"/>
    <w:rsid w:val="00A524AA"/>
    <w:rsid w:val="00A52727"/>
    <w:rsid w:val="00A5298C"/>
    <w:rsid w:val="00A52DDA"/>
    <w:rsid w:val="00A530E7"/>
    <w:rsid w:val="00A5406B"/>
    <w:rsid w:val="00A54461"/>
    <w:rsid w:val="00A55661"/>
    <w:rsid w:val="00A55B67"/>
    <w:rsid w:val="00A55ECF"/>
    <w:rsid w:val="00A560A6"/>
    <w:rsid w:val="00A560F1"/>
    <w:rsid w:val="00A5664A"/>
    <w:rsid w:val="00A56770"/>
    <w:rsid w:val="00A56C0B"/>
    <w:rsid w:val="00A56C8F"/>
    <w:rsid w:val="00A56D62"/>
    <w:rsid w:val="00A56F07"/>
    <w:rsid w:val="00A57190"/>
    <w:rsid w:val="00A5726D"/>
    <w:rsid w:val="00A5732E"/>
    <w:rsid w:val="00A573CA"/>
    <w:rsid w:val="00A57433"/>
    <w:rsid w:val="00A5762C"/>
    <w:rsid w:val="00A576DF"/>
    <w:rsid w:val="00A57EBD"/>
    <w:rsid w:val="00A600FC"/>
    <w:rsid w:val="00A602FF"/>
    <w:rsid w:val="00A60BCA"/>
    <w:rsid w:val="00A610A0"/>
    <w:rsid w:val="00A61AEB"/>
    <w:rsid w:val="00A625DF"/>
    <w:rsid w:val="00A62CFA"/>
    <w:rsid w:val="00A62D5D"/>
    <w:rsid w:val="00A637DA"/>
    <w:rsid w:val="00A638DA"/>
    <w:rsid w:val="00A63D00"/>
    <w:rsid w:val="00A64454"/>
    <w:rsid w:val="00A646BA"/>
    <w:rsid w:val="00A6523A"/>
    <w:rsid w:val="00A65400"/>
    <w:rsid w:val="00A6561D"/>
    <w:rsid w:val="00A659D2"/>
    <w:rsid w:val="00A65B41"/>
    <w:rsid w:val="00A65E00"/>
    <w:rsid w:val="00A660F5"/>
    <w:rsid w:val="00A663B4"/>
    <w:rsid w:val="00A665C7"/>
    <w:rsid w:val="00A6691E"/>
    <w:rsid w:val="00A66A23"/>
    <w:rsid w:val="00A66A78"/>
    <w:rsid w:val="00A66F73"/>
    <w:rsid w:val="00A6784D"/>
    <w:rsid w:val="00A67AD7"/>
    <w:rsid w:val="00A67D6B"/>
    <w:rsid w:val="00A67F28"/>
    <w:rsid w:val="00A70261"/>
    <w:rsid w:val="00A707F3"/>
    <w:rsid w:val="00A70852"/>
    <w:rsid w:val="00A70A68"/>
    <w:rsid w:val="00A7151E"/>
    <w:rsid w:val="00A71B96"/>
    <w:rsid w:val="00A727F1"/>
    <w:rsid w:val="00A728B2"/>
    <w:rsid w:val="00A73291"/>
    <w:rsid w:val="00A7435D"/>
    <w:rsid w:val="00A7436E"/>
    <w:rsid w:val="00A74DAD"/>
    <w:rsid w:val="00A74E96"/>
    <w:rsid w:val="00A75134"/>
    <w:rsid w:val="00A75469"/>
    <w:rsid w:val="00A7563E"/>
    <w:rsid w:val="00A75A8E"/>
    <w:rsid w:val="00A76E78"/>
    <w:rsid w:val="00A774A9"/>
    <w:rsid w:val="00A774B9"/>
    <w:rsid w:val="00A777AD"/>
    <w:rsid w:val="00A77DB8"/>
    <w:rsid w:val="00A815B3"/>
    <w:rsid w:val="00A81CBE"/>
    <w:rsid w:val="00A824DD"/>
    <w:rsid w:val="00A82624"/>
    <w:rsid w:val="00A831D2"/>
    <w:rsid w:val="00A83676"/>
    <w:rsid w:val="00A83B7B"/>
    <w:rsid w:val="00A84274"/>
    <w:rsid w:val="00A84934"/>
    <w:rsid w:val="00A84B62"/>
    <w:rsid w:val="00A84E6D"/>
    <w:rsid w:val="00A850F3"/>
    <w:rsid w:val="00A8526F"/>
    <w:rsid w:val="00A864E3"/>
    <w:rsid w:val="00A868F3"/>
    <w:rsid w:val="00A87086"/>
    <w:rsid w:val="00A8741A"/>
    <w:rsid w:val="00A87628"/>
    <w:rsid w:val="00A90964"/>
    <w:rsid w:val="00A90AC2"/>
    <w:rsid w:val="00A9195A"/>
    <w:rsid w:val="00A91C19"/>
    <w:rsid w:val="00A92155"/>
    <w:rsid w:val="00A925D7"/>
    <w:rsid w:val="00A92774"/>
    <w:rsid w:val="00A9304D"/>
    <w:rsid w:val="00A9308F"/>
    <w:rsid w:val="00A930CD"/>
    <w:rsid w:val="00A93209"/>
    <w:rsid w:val="00A93561"/>
    <w:rsid w:val="00A93E07"/>
    <w:rsid w:val="00A94027"/>
    <w:rsid w:val="00A94574"/>
    <w:rsid w:val="00A94A93"/>
    <w:rsid w:val="00A94CCB"/>
    <w:rsid w:val="00A94CCC"/>
    <w:rsid w:val="00A94E0F"/>
    <w:rsid w:val="00A95936"/>
    <w:rsid w:val="00A95938"/>
    <w:rsid w:val="00A95E6E"/>
    <w:rsid w:val="00A95F69"/>
    <w:rsid w:val="00A96121"/>
    <w:rsid w:val="00A96265"/>
    <w:rsid w:val="00A9671D"/>
    <w:rsid w:val="00A96BE9"/>
    <w:rsid w:val="00A97084"/>
    <w:rsid w:val="00A9746A"/>
    <w:rsid w:val="00A97E7A"/>
    <w:rsid w:val="00AA11E3"/>
    <w:rsid w:val="00AA189C"/>
    <w:rsid w:val="00AA1C2C"/>
    <w:rsid w:val="00AA1D22"/>
    <w:rsid w:val="00AA1DCF"/>
    <w:rsid w:val="00AA2708"/>
    <w:rsid w:val="00AA35F6"/>
    <w:rsid w:val="00AA42A9"/>
    <w:rsid w:val="00AA476E"/>
    <w:rsid w:val="00AA54C0"/>
    <w:rsid w:val="00AA5A38"/>
    <w:rsid w:val="00AA5C59"/>
    <w:rsid w:val="00AA64BA"/>
    <w:rsid w:val="00AA667C"/>
    <w:rsid w:val="00AA6A4B"/>
    <w:rsid w:val="00AA6E91"/>
    <w:rsid w:val="00AA733C"/>
    <w:rsid w:val="00AA7439"/>
    <w:rsid w:val="00AA794F"/>
    <w:rsid w:val="00AA7DC5"/>
    <w:rsid w:val="00AB00ED"/>
    <w:rsid w:val="00AB047E"/>
    <w:rsid w:val="00AB0906"/>
    <w:rsid w:val="00AB093B"/>
    <w:rsid w:val="00AB0B0A"/>
    <w:rsid w:val="00AB0BB7"/>
    <w:rsid w:val="00AB0CED"/>
    <w:rsid w:val="00AB0ED5"/>
    <w:rsid w:val="00AB1AD4"/>
    <w:rsid w:val="00AB1CC9"/>
    <w:rsid w:val="00AB22C6"/>
    <w:rsid w:val="00AB2AD0"/>
    <w:rsid w:val="00AB377A"/>
    <w:rsid w:val="00AB3CB2"/>
    <w:rsid w:val="00AB3E86"/>
    <w:rsid w:val="00AB447C"/>
    <w:rsid w:val="00AB47C0"/>
    <w:rsid w:val="00AB507F"/>
    <w:rsid w:val="00AB5786"/>
    <w:rsid w:val="00AB5EBE"/>
    <w:rsid w:val="00AB6173"/>
    <w:rsid w:val="00AB65FE"/>
    <w:rsid w:val="00AB67FC"/>
    <w:rsid w:val="00AB6B44"/>
    <w:rsid w:val="00AB6BC6"/>
    <w:rsid w:val="00AB6DD3"/>
    <w:rsid w:val="00AB74D9"/>
    <w:rsid w:val="00AB76BF"/>
    <w:rsid w:val="00AB7A2B"/>
    <w:rsid w:val="00AC00F2"/>
    <w:rsid w:val="00AC029A"/>
    <w:rsid w:val="00AC03C1"/>
    <w:rsid w:val="00AC10AD"/>
    <w:rsid w:val="00AC14A6"/>
    <w:rsid w:val="00AC1837"/>
    <w:rsid w:val="00AC1E9F"/>
    <w:rsid w:val="00AC31B5"/>
    <w:rsid w:val="00AC33BC"/>
    <w:rsid w:val="00AC4EA1"/>
    <w:rsid w:val="00AC4ECA"/>
    <w:rsid w:val="00AC5248"/>
    <w:rsid w:val="00AC5381"/>
    <w:rsid w:val="00AC5920"/>
    <w:rsid w:val="00AC5CAE"/>
    <w:rsid w:val="00AC611E"/>
    <w:rsid w:val="00AC6515"/>
    <w:rsid w:val="00AC6551"/>
    <w:rsid w:val="00AC69B9"/>
    <w:rsid w:val="00AC6C7D"/>
    <w:rsid w:val="00AC70BE"/>
    <w:rsid w:val="00AC765B"/>
    <w:rsid w:val="00AC7971"/>
    <w:rsid w:val="00AC7BEF"/>
    <w:rsid w:val="00AD05FB"/>
    <w:rsid w:val="00AD09F5"/>
    <w:rsid w:val="00AD0D94"/>
    <w:rsid w:val="00AD0E65"/>
    <w:rsid w:val="00AD189E"/>
    <w:rsid w:val="00AD1DCE"/>
    <w:rsid w:val="00AD22AF"/>
    <w:rsid w:val="00AD2ADD"/>
    <w:rsid w:val="00AD2BF2"/>
    <w:rsid w:val="00AD2CF7"/>
    <w:rsid w:val="00AD2FA7"/>
    <w:rsid w:val="00AD3288"/>
    <w:rsid w:val="00AD42B8"/>
    <w:rsid w:val="00AD4357"/>
    <w:rsid w:val="00AD4B3C"/>
    <w:rsid w:val="00AD4C45"/>
    <w:rsid w:val="00AD4E90"/>
    <w:rsid w:val="00AD501B"/>
    <w:rsid w:val="00AD5422"/>
    <w:rsid w:val="00AD583B"/>
    <w:rsid w:val="00AD5CF5"/>
    <w:rsid w:val="00AD5DBC"/>
    <w:rsid w:val="00AD6078"/>
    <w:rsid w:val="00AD659F"/>
    <w:rsid w:val="00AD7214"/>
    <w:rsid w:val="00AD7973"/>
    <w:rsid w:val="00AE049C"/>
    <w:rsid w:val="00AE0535"/>
    <w:rsid w:val="00AE10E9"/>
    <w:rsid w:val="00AE12E3"/>
    <w:rsid w:val="00AE141D"/>
    <w:rsid w:val="00AE195E"/>
    <w:rsid w:val="00AE1A41"/>
    <w:rsid w:val="00AE2C25"/>
    <w:rsid w:val="00AE2DE4"/>
    <w:rsid w:val="00AE3503"/>
    <w:rsid w:val="00AE3D8A"/>
    <w:rsid w:val="00AE3F6C"/>
    <w:rsid w:val="00AE4179"/>
    <w:rsid w:val="00AE4265"/>
    <w:rsid w:val="00AE4306"/>
    <w:rsid w:val="00AE437A"/>
    <w:rsid w:val="00AE4425"/>
    <w:rsid w:val="00AE4BB7"/>
    <w:rsid w:val="00AE4FBE"/>
    <w:rsid w:val="00AE55A7"/>
    <w:rsid w:val="00AE5DC5"/>
    <w:rsid w:val="00AE650F"/>
    <w:rsid w:val="00AE6555"/>
    <w:rsid w:val="00AE699F"/>
    <w:rsid w:val="00AE6D98"/>
    <w:rsid w:val="00AE7498"/>
    <w:rsid w:val="00AE78AE"/>
    <w:rsid w:val="00AE7979"/>
    <w:rsid w:val="00AE7CAC"/>
    <w:rsid w:val="00AE7D16"/>
    <w:rsid w:val="00AF0516"/>
    <w:rsid w:val="00AF0636"/>
    <w:rsid w:val="00AF103D"/>
    <w:rsid w:val="00AF1889"/>
    <w:rsid w:val="00AF1BB9"/>
    <w:rsid w:val="00AF3663"/>
    <w:rsid w:val="00AF37B1"/>
    <w:rsid w:val="00AF3A14"/>
    <w:rsid w:val="00AF4261"/>
    <w:rsid w:val="00AF4CAA"/>
    <w:rsid w:val="00AF571A"/>
    <w:rsid w:val="00AF5E75"/>
    <w:rsid w:val="00AF5EF2"/>
    <w:rsid w:val="00AF6044"/>
    <w:rsid w:val="00AF608C"/>
    <w:rsid w:val="00AF60A0"/>
    <w:rsid w:val="00AF61CA"/>
    <w:rsid w:val="00AF642C"/>
    <w:rsid w:val="00AF64EC"/>
    <w:rsid w:val="00AF6674"/>
    <w:rsid w:val="00AF67FC"/>
    <w:rsid w:val="00AF6AD9"/>
    <w:rsid w:val="00AF762A"/>
    <w:rsid w:val="00AF791F"/>
    <w:rsid w:val="00AF7DF5"/>
    <w:rsid w:val="00B000E1"/>
    <w:rsid w:val="00B0067B"/>
    <w:rsid w:val="00B006E5"/>
    <w:rsid w:val="00B00ABB"/>
    <w:rsid w:val="00B01162"/>
    <w:rsid w:val="00B0164C"/>
    <w:rsid w:val="00B01984"/>
    <w:rsid w:val="00B019A8"/>
    <w:rsid w:val="00B01A1D"/>
    <w:rsid w:val="00B0216C"/>
    <w:rsid w:val="00B02170"/>
    <w:rsid w:val="00B024C2"/>
    <w:rsid w:val="00B0282F"/>
    <w:rsid w:val="00B02835"/>
    <w:rsid w:val="00B0288E"/>
    <w:rsid w:val="00B02A91"/>
    <w:rsid w:val="00B02EF4"/>
    <w:rsid w:val="00B02FC4"/>
    <w:rsid w:val="00B03AD7"/>
    <w:rsid w:val="00B0444B"/>
    <w:rsid w:val="00B0460C"/>
    <w:rsid w:val="00B04C90"/>
    <w:rsid w:val="00B04CD0"/>
    <w:rsid w:val="00B05416"/>
    <w:rsid w:val="00B064B2"/>
    <w:rsid w:val="00B0673B"/>
    <w:rsid w:val="00B07700"/>
    <w:rsid w:val="00B07A43"/>
    <w:rsid w:val="00B107CF"/>
    <w:rsid w:val="00B10FEA"/>
    <w:rsid w:val="00B1155C"/>
    <w:rsid w:val="00B1171B"/>
    <w:rsid w:val="00B1176E"/>
    <w:rsid w:val="00B11B8B"/>
    <w:rsid w:val="00B1206D"/>
    <w:rsid w:val="00B12990"/>
    <w:rsid w:val="00B12CB2"/>
    <w:rsid w:val="00B13921"/>
    <w:rsid w:val="00B13D52"/>
    <w:rsid w:val="00B13E88"/>
    <w:rsid w:val="00B141FE"/>
    <w:rsid w:val="00B1427B"/>
    <w:rsid w:val="00B142E8"/>
    <w:rsid w:val="00B14374"/>
    <w:rsid w:val="00B143F6"/>
    <w:rsid w:val="00B14BF3"/>
    <w:rsid w:val="00B1528C"/>
    <w:rsid w:val="00B15B94"/>
    <w:rsid w:val="00B15D3A"/>
    <w:rsid w:val="00B16178"/>
    <w:rsid w:val="00B165D8"/>
    <w:rsid w:val="00B16ACD"/>
    <w:rsid w:val="00B17157"/>
    <w:rsid w:val="00B1777C"/>
    <w:rsid w:val="00B17BD4"/>
    <w:rsid w:val="00B17E1E"/>
    <w:rsid w:val="00B2037F"/>
    <w:rsid w:val="00B20587"/>
    <w:rsid w:val="00B20BB3"/>
    <w:rsid w:val="00B20C66"/>
    <w:rsid w:val="00B20DD7"/>
    <w:rsid w:val="00B21339"/>
    <w:rsid w:val="00B21487"/>
    <w:rsid w:val="00B21C16"/>
    <w:rsid w:val="00B22316"/>
    <w:rsid w:val="00B2289D"/>
    <w:rsid w:val="00B22C49"/>
    <w:rsid w:val="00B232D1"/>
    <w:rsid w:val="00B23457"/>
    <w:rsid w:val="00B23DBF"/>
    <w:rsid w:val="00B24021"/>
    <w:rsid w:val="00B24BE7"/>
    <w:rsid w:val="00B24DB5"/>
    <w:rsid w:val="00B25209"/>
    <w:rsid w:val="00B254F2"/>
    <w:rsid w:val="00B2608D"/>
    <w:rsid w:val="00B2641A"/>
    <w:rsid w:val="00B26A91"/>
    <w:rsid w:val="00B274F2"/>
    <w:rsid w:val="00B27939"/>
    <w:rsid w:val="00B30069"/>
    <w:rsid w:val="00B303C5"/>
    <w:rsid w:val="00B30BB5"/>
    <w:rsid w:val="00B30DA9"/>
    <w:rsid w:val="00B30E19"/>
    <w:rsid w:val="00B310C5"/>
    <w:rsid w:val="00B31B1A"/>
    <w:rsid w:val="00B31DBF"/>
    <w:rsid w:val="00B31ED4"/>
    <w:rsid w:val="00B31F9E"/>
    <w:rsid w:val="00B3268F"/>
    <w:rsid w:val="00B32C2C"/>
    <w:rsid w:val="00B33A1A"/>
    <w:rsid w:val="00B33E6C"/>
    <w:rsid w:val="00B3455C"/>
    <w:rsid w:val="00B34971"/>
    <w:rsid w:val="00B34A75"/>
    <w:rsid w:val="00B354AF"/>
    <w:rsid w:val="00B35703"/>
    <w:rsid w:val="00B3578A"/>
    <w:rsid w:val="00B357C7"/>
    <w:rsid w:val="00B359C4"/>
    <w:rsid w:val="00B35F07"/>
    <w:rsid w:val="00B360F6"/>
    <w:rsid w:val="00B363D7"/>
    <w:rsid w:val="00B371CC"/>
    <w:rsid w:val="00B40080"/>
    <w:rsid w:val="00B40CE3"/>
    <w:rsid w:val="00B40DFE"/>
    <w:rsid w:val="00B40E98"/>
    <w:rsid w:val="00B41161"/>
    <w:rsid w:val="00B4161C"/>
    <w:rsid w:val="00B41CD9"/>
    <w:rsid w:val="00B427E6"/>
    <w:rsid w:val="00B428A6"/>
    <w:rsid w:val="00B42E04"/>
    <w:rsid w:val="00B42EC1"/>
    <w:rsid w:val="00B42F7B"/>
    <w:rsid w:val="00B43637"/>
    <w:rsid w:val="00B4376E"/>
    <w:rsid w:val="00B43A2E"/>
    <w:rsid w:val="00B43C53"/>
    <w:rsid w:val="00B43DAC"/>
    <w:rsid w:val="00B43E1F"/>
    <w:rsid w:val="00B44AD7"/>
    <w:rsid w:val="00B45005"/>
    <w:rsid w:val="00B45356"/>
    <w:rsid w:val="00B45893"/>
    <w:rsid w:val="00B458AA"/>
    <w:rsid w:val="00B45FBC"/>
    <w:rsid w:val="00B45FF9"/>
    <w:rsid w:val="00B461E1"/>
    <w:rsid w:val="00B46913"/>
    <w:rsid w:val="00B46CDC"/>
    <w:rsid w:val="00B47581"/>
    <w:rsid w:val="00B47C19"/>
    <w:rsid w:val="00B50E8A"/>
    <w:rsid w:val="00B51A7D"/>
    <w:rsid w:val="00B52C55"/>
    <w:rsid w:val="00B52F21"/>
    <w:rsid w:val="00B535C2"/>
    <w:rsid w:val="00B53A29"/>
    <w:rsid w:val="00B53AD4"/>
    <w:rsid w:val="00B53DDE"/>
    <w:rsid w:val="00B545E8"/>
    <w:rsid w:val="00B5490F"/>
    <w:rsid w:val="00B55368"/>
    <w:rsid w:val="00B55544"/>
    <w:rsid w:val="00B55AFD"/>
    <w:rsid w:val="00B55C35"/>
    <w:rsid w:val="00B560D7"/>
    <w:rsid w:val="00B56970"/>
    <w:rsid w:val="00B57D30"/>
    <w:rsid w:val="00B604DB"/>
    <w:rsid w:val="00B60573"/>
    <w:rsid w:val="00B614B0"/>
    <w:rsid w:val="00B61799"/>
    <w:rsid w:val="00B61FD1"/>
    <w:rsid w:val="00B62691"/>
    <w:rsid w:val="00B62D80"/>
    <w:rsid w:val="00B63AA1"/>
    <w:rsid w:val="00B642FC"/>
    <w:rsid w:val="00B648CF"/>
    <w:rsid w:val="00B64D26"/>
    <w:rsid w:val="00B64FBB"/>
    <w:rsid w:val="00B6504E"/>
    <w:rsid w:val="00B65734"/>
    <w:rsid w:val="00B65927"/>
    <w:rsid w:val="00B6596F"/>
    <w:rsid w:val="00B65A0A"/>
    <w:rsid w:val="00B67170"/>
    <w:rsid w:val="00B70441"/>
    <w:rsid w:val="00B70884"/>
    <w:rsid w:val="00B70A60"/>
    <w:rsid w:val="00B70B14"/>
    <w:rsid w:val="00B70C34"/>
    <w:rsid w:val="00B70E22"/>
    <w:rsid w:val="00B70F01"/>
    <w:rsid w:val="00B71725"/>
    <w:rsid w:val="00B71EC0"/>
    <w:rsid w:val="00B71EC8"/>
    <w:rsid w:val="00B72A0E"/>
    <w:rsid w:val="00B72DB4"/>
    <w:rsid w:val="00B733A9"/>
    <w:rsid w:val="00B73670"/>
    <w:rsid w:val="00B73B13"/>
    <w:rsid w:val="00B74A31"/>
    <w:rsid w:val="00B74B07"/>
    <w:rsid w:val="00B754F3"/>
    <w:rsid w:val="00B75AD3"/>
    <w:rsid w:val="00B75EE2"/>
    <w:rsid w:val="00B765AC"/>
    <w:rsid w:val="00B76715"/>
    <w:rsid w:val="00B768F0"/>
    <w:rsid w:val="00B76CFB"/>
    <w:rsid w:val="00B76E1B"/>
    <w:rsid w:val="00B774CB"/>
    <w:rsid w:val="00B77FB9"/>
    <w:rsid w:val="00B80402"/>
    <w:rsid w:val="00B8086D"/>
    <w:rsid w:val="00B80B30"/>
    <w:rsid w:val="00B80B9A"/>
    <w:rsid w:val="00B8130F"/>
    <w:rsid w:val="00B8197E"/>
    <w:rsid w:val="00B8237C"/>
    <w:rsid w:val="00B82DD7"/>
    <w:rsid w:val="00B830B7"/>
    <w:rsid w:val="00B832B5"/>
    <w:rsid w:val="00B83A9E"/>
    <w:rsid w:val="00B848EA"/>
    <w:rsid w:val="00B84B2B"/>
    <w:rsid w:val="00B85032"/>
    <w:rsid w:val="00B8524E"/>
    <w:rsid w:val="00B85A8E"/>
    <w:rsid w:val="00B85B61"/>
    <w:rsid w:val="00B8699E"/>
    <w:rsid w:val="00B86DDF"/>
    <w:rsid w:val="00B86E70"/>
    <w:rsid w:val="00B87B57"/>
    <w:rsid w:val="00B87F5C"/>
    <w:rsid w:val="00B90145"/>
    <w:rsid w:val="00B901A5"/>
    <w:rsid w:val="00B90500"/>
    <w:rsid w:val="00B9176C"/>
    <w:rsid w:val="00B922A2"/>
    <w:rsid w:val="00B92330"/>
    <w:rsid w:val="00B92463"/>
    <w:rsid w:val="00B925F8"/>
    <w:rsid w:val="00B92802"/>
    <w:rsid w:val="00B92E25"/>
    <w:rsid w:val="00B933CB"/>
    <w:rsid w:val="00B935A4"/>
    <w:rsid w:val="00B93ADC"/>
    <w:rsid w:val="00B93CCE"/>
    <w:rsid w:val="00B93E84"/>
    <w:rsid w:val="00B93E91"/>
    <w:rsid w:val="00B947F6"/>
    <w:rsid w:val="00B94BC3"/>
    <w:rsid w:val="00B9504F"/>
    <w:rsid w:val="00B953FF"/>
    <w:rsid w:val="00B95475"/>
    <w:rsid w:val="00B955FA"/>
    <w:rsid w:val="00B96485"/>
    <w:rsid w:val="00B96488"/>
    <w:rsid w:val="00B9668A"/>
    <w:rsid w:val="00B969D0"/>
    <w:rsid w:val="00B96AC2"/>
    <w:rsid w:val="00B97249"/>
    <w:rsid w:val="00B97487"/>
    <w:rsid w:val="00B976A5"/>
    <w:rsid w:val="00BA0395"/>
    <w:rsid w:val="00BA07A6"/>
    <w:rsid w:val="00BA080E"/>
    <w:rsid w:val="00BA1900"/>
    <w:rsid w:val="00BA1F4C"/>
    <w:rsid w:val="00BA204E"/>
    <w:rsid w:val="00BA2272"/>
    <w:rsid w:val="00BA380A"/>
    <w:rsid w:val="00BA3A39"/>
    <w:rsid w:val="00BA3A9E"/>
    <w:rsid w:val="00BA4479"/>
    <w:rsid w:val="00BA458C"/>
    <w:rsid w:val="00BA48E3"/>
    <w:rsid w:val="00BA4B46"/>
    <w:rsid w:val="00BA52F0"/>
    <w:rsid w:val="00BA561A"/>
    <w:rsid w:val="00BA5A8D"/>
    <w:rsid w:val="00BA62E9"/>
    <w:rsid w:val="00BA6828"/>
    <w:rsid w:val="00BA6993"/>
    <w:rsid w:val="00BA6AC2"/>
    <w:rsid w:val="00BA6E9F"/>
    <w:rsid w:val="00BA751C"/>
    <w:rsid w:val="00BA78DE"/>
    <w:rsid w:val="00BA797C"/>
    <w:rsid w:val="00BB0469"/>
    <w:rsid w:val="00BB0525"/>
    <w:rsid w:val="00BB0D1F"/>
    <w:rsid w:val="00BB0DC6"/>
    <w:rsid w:val="00BB128A"/>
    <w:rsid w:val="00BB15E4"/>
    <w:rsid w:val="00BB1E19"/>
    <w:rsid w:val="00BB21D1"/>
    <w:rsid w:val="00BB21FD"/>
    <w:rsid w:val="00BB28B9"/>
    <w:rsid w:val="00BB2B8C"/>
    <w:rsid w:val="00BB32F2"/>
    <w:rsid w:val="00BB358C"/>
    <w:rsid w:val="00BB3A06"/>
    <w:rsid w:val="00BB3AF6"/>
    <w:rsid w:val="00BB3DFE"/>
    <w:rsid w:val="00BB3E3D"/>
    <w:rsid w:val="00BB4338"/>
    <w:rsid w:val="00BB4340"/>
    <w:rsid w:val="00BB4ABB"/>
    <w:rsid w:val="00BB4BD3"/>
    <w:rsid w:val="00BB5F86"/>
    <w:rsid w:val="00BB6180"/>
    <w:rsid w:val="00BB6376"/>
    <w:rsid w:val="00BB6C0E"/>
    <w:rsid w:val="00BB73A9"/>
    <w:rsid w:val="00BB74DB"/>
    <w:rsid w:val="00BB7822"/>
    <w:rsid w:val="00BB79D3"/>
    <w:rsid w:val="00BB7B38"/>
    <w:rsid w:val="00BC019A"/>
    <w:rsid w:val="00BC05E6"/>
    <w:rsid w:val="00BC0661"/>
    <w:rsid w:val="00BC0B15"/>
    <w:rsid w:val="00BC0DAC"/>
    <w:rsid w:val="00BC1090"/>
    <w:rsid w:val="00BC11E5"/>
    <w:rsid w:val="00BC2298"/>
    <w:rsid w:val="00BC25E9"/>
    <w:rsid w:val="00BC28F4"/>
    <w:rsid w:val="00BC2AA1"/>
    <w:rsid w:val="00BC2B5E"/>
    <w:rsid w:val="00BC2CAE"/>
    <w:rsid w:val="00BC356F"/>
    <w:rsid w:val="00BC357C"/>
    <w:rsid w:val="00BC384E"/>
    <w:rsid w:val="00BC39CE"/>
    <w:rsid w:val="00BC4352"/>
    <w:rsid w:val="00BC46AD"/>
    <w:rsid w:val="00BC484D"/>
    <w:rsid w:val="00BC4BC6"/>
    <w:rsid w:val="00BC4C41"/>
    <w:rsid w:val="00BC50FE"/>
    <w:rsid w:val="00BC527B"/>
    <w:rsid w:val="00BC52FD"/>
    <w:rsid w:val="00BC5467"/>
    <w:rsid w:val="00BC5B01"/>
    <w:rsid w:val="00BC5C97"/>
    <w:rsid w:val="00BC5CB1"/>
    <w:rsid w:val="00BC677E"/>
    <w:rsid w:val="00BC6E62"/>
    <w:rsid w:val="00BC7443"/>
    <w:rsid w:val="00BC7927"/>
    <w:rsid w:val="00BC7989"/>
    <w:rsid w:val="00BC7DFF"/>
    <w:rsid w:val="00BD0648"/>
    <w:rsid w:val="00BD0F2A"/>
    <w:rsid w:val="00BD1040"/>
    <w:rsid w:val="00BD144D"/>
    <w:rsid w:val="00BD17A5"/>
    <w:rsid w:val="00BD2332"/>
    <w:rsid w:val="00BD2CA1"/>
    <w:rsid w:val="00BD2EF7"/>
    <w:rsid w:val="00BD3220"/>
    <w:rsid w:val="00BD34AA"/>
    <w:rsid w:val="00BD4242"/>
    <w:rsid w:val="00BD44B5"/>
    <w:rsid w:val="00BD4D4F"/>
    <w:rsid w:val="00BD4FCA"/>
    <w:rsid w:val="00BD573E"/>
    <w:rsid w:val="00BD6B7A"/>
    <w:rsid w:val="00BD6C74"/>
    <w:rsid w:val="00BE0166"/>
    <w:rsid w:val="00BE0180"/>
    <w:rsid w:val="00BE06AB"/>
    <w:rsid w:val="00BE0C44"/>
    <w:rsid w:val="00BE1203"/>
    <w:rsid w:val="00BE1563"/>
    <w:rsid w:val="00BE18E5"/>
    <w:rsid w:val="00BE1A85"/>
    <w:rsid w:val="00BE1B8B"/>
    <w:rsid w:val="00BE275E"/>
    <w:rsid w:val="00BE2A18"/>
    <w:rsid w:val="00BE2C01"/>
    <w:rsid w:val="00BE356C"/>
    <w:rsid w:val="00BE41EC"/>
    <w:rsid w:val="00BE4718"/>
    <w:rsid w:val="00BE4D38"/>
    <w:rsid w:val="00BE4E34"/>
    <w:rsid w:val="00BE5318"/>
    <w:rsid w:val="00BE56FB"/>
    <w:rsid w:val="00BE5A52"/>
    <w:rsid w:val="00BE5EBA"/>
    <w:rsid w:val="00BE5F48"/>
    <w:rsid w:val="00BE6171"/>
    <w:rsid w:val="00BE6BF6"/>
    <w:rsid w:val="00BE6DB6"/>
    <w:rsid w:val="00BE77C6"/>
    <w:rsid w:val="00BE7ECE"/>
    <w:rsid w:val="00BF01C4"/>
    <w:rsid w:val="00BF04ED"/>
    <w:rsid w:val="00BF119F"/>
    <w:rsid w:val="00BF124E"/>
    <w:rsid w:val="00BF127C"/>
    <w:rsid w:val="00BF1713"/>
    <w:rsid w:val="00BF1A96"/>
    <w:rsid w:val="00BF1D57"/>
    <w:rsid w:val="00BF1DC3"/>
    <w:rsid w:val="00BF20A3"/>
    <w:rsid w:val="00BF22F3"/>
    <w:rsid w:val="00BF279F"/>
    <w:rsid w:val="00BF2B4C"/>
    <w:rsid w:val="00BF2BBF"/>
    <w:rsid w:val="00BF348F"/>
    <w:rsid w:val="00BF36CF"/>
    <w:rsid w:val="00BF39F0"/>
    <w:rsid w:val="00BF3CBC"/>
    <w:rsid w:val="00BF3DDE"/>
    <w:rsid w:val="00BF4F04"/>
    <w:rsid w:val="00BF61B4"/>
    <w:rsid w:val="00BF62EB"/>
    <w:rsid w:val="00BF63BA"/>
    <w:rsid w:val="00BF6589"/>
    <w:rsid w:val="00BF66EF"/>
    <w:rsid w:val="00BF6ADF"/>
    <w:rsid w:val="00BF6F7F"/>
    <w:rsid w:val="00BF725D"/>
    <w:rsid w:val="00BF7A0C"/>
    <w:rsid w:val="00BF7A91"/>
    <w:rsid w:val="00C00647"/>
    <w:rsid w:val="00C01772"/>
    <w:rsid w:val="00C02764"/>
    <w:rsid w:val="00C03341"/>
    <w:rsid w:val="00C039E8"/>
    <w:rsid w:val="00C039F8"/>
    <w:rsid w:val="00C04CEF"/>
    <w:rsid w:val="00C05214"/>
    <w:rsid w:val="00C05348"/>
    <w:rsid w:val="00C05504"/>
    <w:rsid w:val="00C06453"/>
    <w:rsid w:val="00C0662F"/>
    <w:rsid w:val="00C0678C"/>
    <w:rsid w:val="00C06D64"/>
    <w:rsid w:val="00C06FF7"/>
    <w:rsid w:val="00C070B5"/>
    <w:rsid w:val="00C0716C"/>
    <w:rsid w:val="00C0747C"/>
    <w:rsid w:val="00C07D70"/>
    <w:rsid w:val="00C10378"/>
    <w:rsid w:val="00C109DD"/>
    <w:rsid w:val="00C10A46"/>
    <w:rsid w:val="00C114B7"/>
    <w:rsid w:val="00C11587"/>
    <w:rsid w:val="00C11683"/>
    <w:rsid w:val="00C116FC"/>
    <w:rsid w:val="00C11852"/>
    <w:rsid w:val="00C11943"/>
    <w:rsid w:val="00C11B75"/>
    <w:rsid w:val="00C12E96"/>
    <w:rsid w:val="00C137F1"/>
    <w:rsid w:val="00C14763"/>
    <w:rsid w:val="00C14CA8"/>
    <w:rsid w:val="00C156D2"/>
    <w:rsid w:val="00C16141"/>
    <w:rsid w:val="00C1658E"/>
    <w:rsid w:val="00C17387"/>
    <w:rsid w:val="00C1768E"/>
    <w:rsid w:val="00C17990"/>
    <w:rsid w:val="00C20557"/>
    <w:rsid w:val="00C206C8"/>
    <w:rsid w:val="00C20EED"/>
    <w:rsid w:val="00C21AC7"/>
    <w:rsid w:val="00C227B6"/>
    <w:rsid w:val="00C2363F"/>
    <w:rsid w:val="00C236C8"/>
    <w:rsid w:val="00C24136"/>
    <w:rsid w:val="00C241CA"/>
    <w:rsid w:val="00C24276"/>
    <w:rsid w:val="00C243E0"/>
    <w:rsid w:val="00C24A6C"/>
    <w:rsid w:val="00C24EDB"/>
    <w:rsid w:val="00C254F7"/>
    <w:rsid w:val="00C257EC"/>
    <w:rsid w:val="00C25FCC"/>
    <w:rsid w:val="00C2606A"/>
    <w:rsid w:val="00C260B1"/>
    <w:rsid w:val="00C266A8"/>
    <w:rsid w:val="00C26A4D"/>
    <w:rsid w:val="00C26E56"/>
    <w:rsid w:val="00C26EBA"/>
    <w:rsid w:val="00C278D8"/>
    <w:rsid w:val="00C27DCD"/>
    <w:rsid w:val="00C27EC6"/>
    <w:rsid w:val="00C306F8"/>
    <w:rsid w:val="00C30898"/>
    <w:rsid w:val="00C3096C"/>
    <w:rsid w:val="00C30E26"/>
    <w:rsid w:val="00C313A6"/>
    <w:rsid w:val="00C31406"/>
    <w:rsid w:val="00C31436"/>
    <w:rsid w:val="00C31A12"/>
    <w:rsid w:val="00C32360"/>
    <w:rsid w:val="00C32730"/>
    <w:rsid w:val="00C32A49"/>
    <w:rsid w:val="00C32BC9"/>
    <w:rsid w:val="00C32C87"/>
    <w:rsid w:val="00C32E53"/>
    <w:rsid w:val="00C33188"/>
    <w:rsid w:val="00C332F8"/>
    <w:rsid w:val="00C336C3"/>
    <w:rsid w:val="00C33853"/>
    <w:rsid w:val="00C3482D"/>
    <w:rsid w:val="00C3483F"/>
    <w:rsid w:val="00C348BB"/>
    <w:rsid w:val="00C34F73"/>
    <w:rsid w:val="00C35229"/>
    <w:rsid w:val="00C35420"/>
    <w:rsid w:val="00C354C4"/>
    <w:rsid w:val="00C35554"/>
    <w:rsid w:val="00C3567F"/>
    <w:rsid w:val="00C35A34"/>
    <w:rsid w:val="00C360DC"/>
    <w:rsid w:val="00C36C2A"/>
    <w:rsid w:val="00C37043"/>
    <w:rsid w:val="00C37194"/>
    <w:rsid w:val="00C37A67"/>
    <w:rsid w:val="00C37BF9"/>
    <w:rsid w:val="00C4029F"/>
    <w:rsid w:val="00C40637"/>
    <w:rsid w:val="00C40BC5"/>
    <w:rsid w:val="00C40F6C"/>
    <w:rsid w:val="00C4132F"/>
    <w:rsid w:val="00C419F1"/>
    <w:rsid w:val="00C41DC8"/>
    <w:rsid w:val="00C420B7"/>
    <w:rsid w:val="00C42858"/>
    <w:rsid w:val="00C429DD"/>
    <w:rsid w:val="00C43404"/>
    <w:rsid w:val="00C43472"/>
    <w:rsid w:val="00C437E5"/>
    <w:rsid w:val="00C438D8"/>
    <w:rsid w:val="00C439B9"/>
    <w:rsid w:val="00C43A85"/>
    <w:rsid w:val="00C43AE3"/>
    <w:rsid w:val="00C43F8D"/>
    <w:rsid w:val="00C44394"/>
    <w:rsid w:val="00C44426"/>
    <w:rsid w:val="00C444A1"/>
    <w:rsid w:val="00C445F3"/>
    <w:rsid w:val="00C451F4"/>
    <w:rsid w:val="00C45305"/>
    <w:rsid w:val="00C45EB1"/>
    <w:rsid w:val="00C45FAF"/>
    <w:rsid w:val="00C4637A"/>
    <w:rsid w:val="00C47A77"/>
    <w:rsid w:val="00C47B5E"/>
    <w:rsid w:val="00C50862"/>
    <w:rsid w:val="00C50DC7"/>
    <w:rsid w:val="00C511B3"/>
    <w:rsid w:val="00C5138F"/>
    <w:rsid w:val="00C5180C"/>
    <w:rsid w:val="00C51A28"/>
    <w:rsid w:val="00C52122"/>
    <w:rsid w:val="00C52E04"/>
    <w:rsid w:val="00C53BA4"/>
    <w:rsid w:val="00C543FA"/>
    <w:rsid w:val="00C54A3A"/>
    <w:rsid w:val="00C54D69"/>
    <w:rsid w:val="00C5511E"/>
    <w:rsid w:val="00C5550A"/>
    <w:rsid w:val="00C55566"/>
    <w:rsid w:val="00C55AB8"/>
    <w:rsid w:val="00C560D2"/>
    <w:rsid w:val="00C561D8"/>
    <w:rsid w:val="00C56448"/>
    <w:rsid w:val="00C576E3"/>
    <w:rsid w:val="00C577EB"/>
    <w:rsid w:val="00C57974"/>
    <w:rsid w:val="00C57D86"/>
    <w:rsid w:val="00C602A3"/>
    <w:rsid w:val="00C60CA3"/>
    <w:rsid w:val="00C60DBE"/>
    <w:rsid w:val="00C6165F"/>
    <w:rsid w:val="00C61AA1"/>
    <w:rsid w:val="00C61E65"/>
    <w:rsid w:val="00C6243B"/>
    <w:rsid w:val="00C62868"/>
    <w:rsid w:val="00C63C4A"/>
    <w:rsid w:val="00C63E79"/>
    <w:rsid w:val="00C64074"/>
    <w:rsid w:val="00C64DD3"/>
    <w:rsid w:val="00C64EA4"/>
    <w:rsid w:val="00C65444"/>
    <w:rsid w:val="00C658BA"/>
    <w:rsid w:val="00C6602D"/>
    <w:rsid w:val="00C66522"/>
    <w:rsid w:val="00C6659F"/>
    <w:rsid w:val="00C665A6"/>
    <w:rsid w:val="00C667BE"/>
    <w:rsid w:val="00C6766B"/>
    <w:rsid w:val="00C67CFA"/>
    <w:rsid w:val="00C67E30"/>
    <w:rsid w:val="00C7004C"/>
    <w:rsid w:val="00C704E2"/>
    <w:rsid w:val="00C70649"/>
    <w:rsid w:val="00C709E8"/>
    <w:rsid w:val="00C70CF7"/>
    <w:rsid w:val="00C70DA6"/>
    <w:rsid w:val="00C70DF9"/>
    <w:rsid w:val="00C72223"/>
    <w:rsid w:val="00C72789"/>
    <w:rsid w:val="00C73828"/>
    <w:rsid w:val="00C738A3"/>
    <w:rsid w:val="00C74677"/>
    <w:rsid w:val="00C74729"/>
    <w:rsid w:val="00C74DB7"/>
    <w:rsid w:val="00C758AE"/>
    <w:rsid w:val="00C75B12"/>
    <w:rsid w:val="00C75FE4"/>
    <w:rsid w:val="00C76417"/>
    <w:rsid w:val="00C7726F"/>
    <w:rsid w:val="00C779D9"/>
    <w:rsid w:val="00C77C1B"/>
    <w:rsid w:val="00C804BF"/>
    <w:rsid w:val="00C80D19"/>
    <w:rsid w:val="00C81024"/>
    <w:rsid w:val="00C813D9"/>
    <w:rsid w:val="00C817FC"/>
    <w:rsid w:val="00C81FB4"/>
    <w:rsid w:val="00C823DA"/>
    <w:rsid w:val="00C8259F"/>
    <w:rsid w:val="00C82746"/>
    <w:rsid w:val="00C828D3"/>
    <w:rsid w:val="00C82DCF"/>
    <w:rsid w:val="00C8312F"/>
    <w:rsid w:val="00C83178"/>
    <w:rsid w:val="00C833CF"/>
    <w:rsid w:val="00C83758"/>
    <w:rsid w:val="00C84342"/>
    <w:rsid w:val="00C84C47"/>
    <w:rsid w:val="00C84FCD"/>
    <w:rsid w:val="00C858A4"/>
    <w:rsid w:val="00C85906"/>
    <w:rsid w:val="00C85CDA"/>
    <w:rsid w:val="00C86808"/>
    <w:rsid w:val="00C8683A"/>
    <w:rsid w:val="00C86AFA"/>
    <w:rsid w:val="00C86C74"/>
    <w:rsid w:val="00C870BA"/>
    <w:rsid w:val="00C87760"/>
    <w:rsid w:val="00C87BDA"/>
    <w:rsid w:val="00C87F34"/>
    <w:rsid w:val="00C90132"/>
    <w:rsid w:val="00C90610"/>
    <w:rsid w:val="00C91078"/>
    <w:rsid w:val="00C9144E"/>
    <w:rsid w:val="00C91FE3"/>
    <w:rsid w:val="00C923A9"/>
    <w:rsid w:val="00C935E3"/>
    <w:rsid w:val="00C937F7"/>
    <w:rsid w:val="00C947D4"/>
    <w:rsid w:val="00C9489F"/>
    <w:rsid w:val="00C94D5C"/>
    <w:rsid w:val="00C95107"/>
    <w:rsid w:val="00C95B8E"/>
    <w:rsid w:val="00C95E50"/>
    <w:rsid w:val="00C95E6B"/>
    <w:rsid w:val="00C96D9B"/>
    <w:rsid w:val="00C9717D"/>
    <w:rsid w:val="00CA00B6"/>
    <w:rsid w:val="00CA055C"/>
    <w:rsid w:val="00CA09A5"/>
    <w:rsid w:val="00CA0A6C"/>
    <w:rsid w:val="00CA0F13"/>
    <w:rsid w:val="00CA1074"/>
    <w:rsid w:val="00CA12E1"/>
    <w:rsid w:val="00CA1361"/>
    <w:rsid w:val="00CA1D2F"/>
    <w:rsid w:val="00CA1E63"/>
    <w:rsid w:val="00CA2352"/>
    <w:rsid w:val="00CA2454"/>
    <w:rsid w:val="00CA2BB5"/>
    <w:rsid w:val="00CA2DB3"/>
    <w:rsid w:val="00CA2EAD"/>
    <w:rsid w:val="00CA301D"/>
    <w:rsid w:val="00CA368C"/>
    <w:rsid w:val="00CA3E61"/>
    <w:rsid w:val="00CA463F"/>
    <w:rsid w:val="00CA4ABF"/>
    <w:rsid w:val="00CA5F95"/>
    <w:rsid w:val="00CA657D"/>
    <w:rsid w:val="00CA6B05"/>
    <w:rsid w:val="00CA6CDE"/>
    <w:rsid w:val="00CA712B"/>
    <w:rsid w:val="00CA759B"/>
    <w:rsid w:val="00CA78F7"/>
    <w:rsid w:val="00CB0223"/>
    <w:rsid w:val="00CB0245"/>
    <w:rsid w:val="00CB0604"/>
    <w:rsid w:val="00CB075A"/>
    <w:rsid w:val="00CB08EB"/>
    <w:rsid w:val="00CB0BFA"/>
    <w:rsid w:val="00CB1481"/>
    <w:rsid w:val="00CB15BE"/>
    <w:rsid w:val="00CB18D0"/>
    <w:rsid w:val="00CB1C8A"/>
    <w:rsid w:val="00CB1EAE"/>
    <w:rsid w:val="00CB24F5"/>
    <w:rsid w:val="00CB2663"/>
    <w:rsid w:val="00CB34A4"/>
    <w:rsid w:val="00CB3961"/>
    <w:rsid w:val="00CB3B91"/>
    <w:rsid w:val="00CB3BBE"/>
    <w:rsid w:val="00CB3EB2"/>
    <w:rsid w:val="00CB42FA"/>
    <w:rsid w:val="00CB4FE2"/>
    <w:rsid w:val="00CB51B7"/>
    <w:rsid w:val="00CB53ED"/>
    <w:rsid w:val="00CB59E9"/>
    <w:rsid w:val="00CB71DE"/>
    <w:rsid w:val="00CB729D"/>
    <w:rsid w:val="00CB73FC"/>
    <w:rsid w:val="00CB787F"/>
    <w:rsid w:val="00CC0D6A"/>
    <w:rsid w:val="00CC10F9"/>
    <w:rsid w:val="00CC21E7"/>
    <w:rsid w:val="00CC2A0B"/>
    <w:rsid w:val="00CC2CE9"/>
    <w:rsid w:val="00CC2D10"/>
    <w:rsid w:val="00CC3262"/>
    <w:rsid w:val="00CC3831"/>
    <w:rsid w:val="00CC3E3D"/>
    <w:rsid w:val="00CC4375"/>
    <w:rsid w:val="00CC48AF"/>
    <w:rsid w:val="00CC4A69"/>
    <w:rsid w:val="00CC4B01"/>
    <w:rsid w:val="00CC4C62"/>
    <w:rsid w:val="00CC4E41"/>
    <w:rsid w:val="00CC519B"/>
    <w:rsid w:val="00CC52E3"/>
    <w:rsid w:val="00CC5350"/>
    <w:rsid w:val="00CC5420"/>
    <w:rsid w:val="00CC5D8F"/>
    <w:rsid w:val="00CC61E2"/>
    <w:rsid w:val="00CC7891"/>
    <w:rsid w:val="00CC7FA7"/>
    <w:rsid w:val="00CD06AC"/>
    <w:rsid w:val="00CD081A"/>
    <w:rsid w:val="00CD08F0"/>
    <w:rsid w:val="00CD12C1"/>
    <w:rsid w:val="00CD13DC"/>
    <w:rsid w:val="00CD15E5"/>
    <w:rsid w:val="00CD1A79"/>
    <w:rsid w:val="00CD1D44"/>
    <w:rsid w:val="00CD214E"/>
    <w:rsid w:val="00CD3C15"/>
    <w:rsid w:val="00CD3DD9"/>
    <w:rsid w:val="00CD3E7C"/>
    <w:rsid w:val="00CD424A"/>
    <w:rsid w:val="00CD46FA"/>
    <w:rsid w:val="00CD578A"/>
    <w:rsid w:val="00CD5973"/>
    <w:rsid w:val="00CD5BD6"/>
    <w:rsid w:val="00CD5BF4"/>
    <w:rsid w:val="00CD61C5"/>
    <w:rsid w:val="00CD6384"/>
    <w:rsid w:val="00CD6673"/>
    <w:rsid w:val="00CD66B3"/>
    <w:rsid w:val="00CD6E3A"/>
    <w:rsid w:val="00CD7557"/>
    <w:rsid w:val="00CD7A6C"/>
    <w:rsid w:val="00CE08BC"/>
    <w:rsid w:val="00CE0A85"/>
    <w:rsid w:val="00CE12CB"/>
    <w:rsid w:val="00CE132D"/>
    <w:rsid w:val="00CE151D"/>
    <w:rsid w:val="00CE1744"/>
    <w:rsid w:val="00CE2C03"/>
    <w:rsid w:val="00CE2C56"/>
    <w:rsid w:val="00CE31A6"/>
    <w:rsid w:val="00CE3456"/>
    <w:rsid w:val="00CE37AC"/>
    <w:rsid w:val="00CE3FC1"/>
    <w:rsid w:val="00CE402A"/>
    <w:rsid w:val="00CE45E8"/>
    <w:rsid w:val="00CE539A"/>
    <w:rsid w:val="00CE54D5"/>
    <w:rsid w:val="00CE576E"/>
    <w:rsid w:val="00CE5A50"/>
    <w:rsid w:val="00CE62DD"/>
    <w:rsid w:val="00CE7806"/>
    <w:rsid w:val="00CE7D7E"/>
    <w:rsid w:val="00CF01FF"/>
    <w:rsid w:val="00CF079B"/>
    <w:rsid w:val="00CF07D4"/>
    <w:rsid w:val="00CF09AA"/>
    <w:rsid w:val="00CF0AC9"/>
    <w:rsid w:val="00CF142C"/>
    <w:rsid w:val="00CF1539"/>
    <w:rsid w:val="00CF1715"/>
    <w:rsid w:val="00CF1AD9"/>
    <w:rsid w:val="00CF243F"/>
    <w:rsid w:val="00CF2EE9"/>
    <w:rsid w:val="00CF3937"/>
    <w:rsid w:val="00CF4546"/>
    <w:rsid w:val="00CF4813"/>
    <w:rsid w:val="00CF49D7"/>
    <w:rsid w:val="00CF503A"/>
    <w:rsid w:val="00CF5233"/>
    <w:rsid w:val="00CF58CB"/>
    <w:rsid w:val="00CF58DA"/>
    <w:rsid w:val="00CF67A7"/>
    <w:rsid w:val="00CF6C13"/>
    <w:rsid w:val="00CF72FF"/>
    <w:rsid w:val="00D00152"/>
    <w:rsid w:val="00D00C46"/>
    <w:rsid w:val="00D00D04"/>
    <w:rsid w:val="00D00F87"/>
    <w:rsid w:val="00D014C0"/>
    <w:rsid w:val="00D0154F"/>
    <w:rsid w:val="00D01684"/>
    <w:rsid w:val="00D017BD"/>
    <w:rsid w:val="00D01B39"/>
    <w:rsid w:val="00D0201E"/>
    <w:rsid w:val="00D02724"/>
    <w:rsid w:val="00D029B8"/>
    <w:rsid w:val="00D02B6D"/>
    <w:rsid w:val="00D02F60"/>
    <w:rsid w:val="00D03834"/>
    <w:rsid w:val="00D0402F"/>
    <w:rsid w:val="00D0456C"/>
    <w:rsid w:val="00D0464E"/>
    <w:rsid w:val="00D04A95"/>
    <w:rsid w:val="00D04A96"/>
    <w:rsid w:val="00D05005"/>
    <w:rsid w:val="00D07055"/>
    <w:rsid w:val="00D07147"/>
    <w:rsid w:val="00D071FC"/>
    <w:rsid w:val="00D074B4"/>
    <w:rsid w:val="00D07542"/>
    <w:rsid w:val="00D07657"/>
    <w:rsid w:val="00D078DC"/>
    <w:rsid w:val="00D07A7B"/>
    <w:rsid w:val="00D07D0E"/>
    <w:rsid w:val="00D1032C"/>
    <w:rsid w:val="00D10703"/>
    <w:rsid w:val="00D10E06"/>
    <w:rsid w:val="00D11BD3"/>
    <w:rsid w:val="00D11FF4"/>
    <w:rsid w:val="00D122CD"/>
    <w:rsid w:val="00D12384"/>
    <w:rsid w:val="00D12BA7"/>
    <w:rsid w:val="00D12E32"/>
    <w:rsid w:val="00D139A6"/>
    <w:rsid w:val="00D13B7C"/>
    <w:rsid w:val="00D13F2E"/>
    <w:rsid w:val="00D1425D"/>
    <w:rsid w:val="00D145C6"/>
    <w:rsid w:val="00D14BDA"/>
    <w:rsid w:val="00D14C2B"/>
    <w:rsid w:val="00D14CF0"/>
    <w:rsid w:val="00D15197"/>
    <w:rsid w:val="00D1537B"/>
    <w:rsid w:val="00D1554B"/>
    <w:rsid w:val="00D157C5"/>
    <w:rsid w:val="00D15ED9"/>
    <w:rsid w:val="00D15F75"/>
    <w:rsid w:val="00D1605A"/>
    <w:rsid w:val="00D1667E"/>
    <w:rsid w:val="00D16820"/>
    <w:rsid w:val="00D169B5"/>
    <w:rsid w:val="00D169C8"/>
    <w:rsid w:val="00D16A63"/>
    <w:rsid w:val="00D16E0E"/>
    <w:rsid w:val="00D17550"/>
    <w:rsid w:val="00D175D9"/>
    <w:rsid w:val="00D1793F"/>
    <w:rsid w:val="00D179D8"/>
    <w:rsid w:val="00D179DE"/>
    <w:rsid w:val="00D204F8"/>
    <w:rsid w:val="00D207B8"/>
    <w:rsid w:val="00D21636"/>
    <w:rsid w:val="00D2166E"/>
    <w:rsid w:val="00D21787"/>
    <w:rsid w:val="00D219E0"/>
    <w:rsid w:val="00D219E6"/>
    <w:rsid w:val="00D21CA1"/>
    <w:rsid w:val="00D22AF5"/>
    <w:rsid w:val="00D22BF0"/>
    <w:rsid w:val="00D2338E"/>
    <w:rsid w:val="00D2345D"/>
    <w:rsid w:val="00D235EA"/>
    <w:rsid w:val="00D237F2"/>
    <w:rsid w:val="00D23E34"/>
    <w:rsid w:val="00D23FB7"/>
    <w:rsid w:val="00D2468D"/>
    <w:rsid w:val="00D247A9"/>
    <w:rsid w:val="00D24B0E"/>
    <w:rsid w:val="00D25310"/>
    <w:rsid w:val="00D25B79"/>
    <w:rsid w:val="00D25B82"/>
    <w:rsid w:val="00D25FC5"/>
    <w:rsid w:val="00D265F2"/>
    <w:rsid w:val="00D2706E"/>
    <w:rsid w:val="00D275E5"/>
    <w:rsid w:val="00D278C7"/>
    <w:rsid w:val="00D27978"/>
    <w:rsid w:val="00D305EA"/>
    <w:rsid w:val="00D31406"/>
    <w:rsid w:val="00D31C48"/>
    <w:rsid w:val="00D31EE7"/>
    <w:rsid w:val="00D324F8"/>
    <w:rsid w:val="00D32721"/>
    <w:rsid w:val="00D328DC"/>
    <w:rsid w:val="00D32FCC"/>
    <w:rsid w:val="00D33053"/>
    <w:rsid w:val="00D33387"/>
    <w:rsid w:val="00D33F49"/>
    <w:rsid w:val="00D33FA8"/>
    <w:rsid w:val="00D34165"/>
    <w:rsid w:val="00D3425D"/>
    <w:rsid w:val="00D344EA"/>
    <w:rsid w:val="00D34BC7"/>
    <w:rsid w:val="00D34FD9"/>
    <w:rsid w:val="00D3548E"/>
    <w:rsid w:val="00D357B1"/>
    <w:rsid w:val="00D35C14"/>
    <w:rsid w:val="00D35C7D"/>
    <w:rsid w:val="00D36113"/>
    <w:rsid w:val="00D364E0"/>
    <w:rsid w:val="00D36722"/>
    <w:rsid w:val="00D36FE3"/>
    <w:rsid w:val="00D376BC"/>
    <w:rsid w:val="00D402FB"/>
    <w:rsid w:val="00D409F6"/>
    <w:rsid w:val="00D4164B"/>
    <w:rsid w:val="00D41987"/>
    <w:rsid w:val="00D41A7D"/>
    <w:rsid w:val="00D41DCF"/>
    <w:rsid w:val="00D42348"/>
    <w:rsid w:val="00D426AE"/>
    <w:rsid w:val="00D427DB"/>
    <w:rsid w:val="00D42A36"/>
    <w:rsid w:val="00D42D1E"/>
    <w:rsid w:val="00D4377F"/>
    <w:rsid w:val="00D44264"/>
    <w:rsid w:val="00D4432C"/>
    <w:rsid w:val="00D44CC5"/>
    <w:rsid w:val="00D451AE"/>
    <w:rsid w:val="00D45322"/>
    <w:rsid w:val="00D45696"/>
    <w:rsid w:val="00D45F8C"/>
    <w:rsid w:val="00D46190"/>
    <w:rsid w:val="00D46346"/>
    <w:rsid w:val="00D466FE"/>
    <w:rsid w:val="00D46E73"/>
    <w:rsid w:val="00D472F7"/>
    <w:rsid w:val="00D4765C"/>
    <w:rsid w:val="00D477BE"/>
    <w:rsid w:val="00D479F7"/>
    <w:rsid w:val="00D47D7A"/>
    <w:rsid w:val="00D5062A"/>
    <w:rsid w:val="00D50ABD"/>
    <w:rsid w:val="00D50B51"/>
    <w:rsid w:val="00D510DE"/>
    <w:rsid w:val="00D51506"/>
    <w:rsid w:val="00D515E0"/>
    <w:rsid w:val="00D520EB"/>
    <w:rsid w:val="00D526D3"/>
    <w:rsid w:val="00D52C25"/>
    <w:rsid w:val="00D5326E"/>
    <w:rsid w:val="00D54E06"/>
    <w:rsid w:val="00D54F44"/>
    <w:rsid w:val="00D55290"/>
    <w:rsid w:val="00D55B4E"/>
    <w:rsid w:val="00D55C32"/>
    <w:rsid w:val="00D55E31"/>
    <w:rsid w:val="00D567C5"/>
    <w:rsid w:val="00D5695C"/>
    <w:rsid w:val="00D56EA8"/>
    <w:rsid w:val="00D57791"/>
    <w:rsid w:val="00D57A18"/>
    <w:rsid w:val="00D57FA4"/>
    <w:rsid w:val="00D60135"/>
    <w:rsid w:val="00D6026F"/>
    <w:rsid w:val="00D602ED"/>
    <w:rsid w:val="00D6046A"/>
    <w:rsid w:val="00D6093A"/>
    <w:rsid w:val="00D60F9A"/>
    <w:rsid w:val="00D612CC"/>
    <w:rsid w:val="00D61B77"/>
    <w:rsid w:val="00D61B94"/>
    <w:rsid w:val="00D61D03"/>
    <w:rsid w:val="00D62590"/>
    <w:rsid w:val="00D62870"/>
    <w:rsid w:val="00D62DA0"/>
    <w:rsid w:val="00D63000"/>
    <w:rsid w:val="00D63605"/>
    <w:rsid w:val="00D6368C"/>
    <w:rsid w:val="00D63721"/>
    <w:rsid w:val="00D63E64"/>
    <w:rsid w:val="00D64016"/>
    <w:rsid w:val="00D646E4"/>
    <w:rsid w:val="00D647D7"/>
    <w:rsid w:val="00D64B6D"/>
    <w:rsid w:val="00D64D32"/>
    <w:rsid w:val="00D64FC6"/>
    <w:rsid w:val="00D655D9"/>
    <w:rsid w:val="00D65872"/>
    <w:rsid w:val="00D6617D"/>
    <w:rsid w:val="00D66CB9"/>
    <w:rsid w:val="00D676F3"/>
    <w:rsid w:val="00D679B2"/>
    <w:rsid w:val="00D67B5C"/>
    <w:rsid w:val="00D701B2"/>
    <w:rsid w:val="00D70963"/>
    <w:rsid w:val="00D70EF5"/>
    <w:rsid w:val="00D71024"/>
    <w:rsid w:val="00D71641"/>
    <w:rsid w:val="00D71A25"/>
    <w:rsid w:val="00D71AD5"/>
    <w:rsid w:val="00D71FCF"/>
    <w:rsid w:val="00D72673"/>
    <w:rsid w:val="00D72A54"/>
    <w:rsid w:val="00D72CC1"/>
    <w:rsid w:val="00D72D71"/>
    <w:rsid w:val="00D734B3"/>
    <w:rsid w:val="00D74022"/>
    <w:rsid w:val="00D74078"/>
    <w:rsid w:val="00D7418A"/>
    <w:rsid w:val="00D748A9"/>
    <w:rsid w:val="00D75CF2"/>
    <w:rsid w:val="00D76163"/>
    <w:rsid w:val="00D76A75"/>
    <w:rsid w:val="00D76EC9"/>
    <w:rsid w:val="00D7701D"/>
    <w:rsid w:val="00D7743B"/>
    <w:rsid w:val="00D80082"/>
    <w:rsid w:val="00D80A60"/>
    <w:rsid w:val="00D80E7D"/>
    <w:rsid w:val="00D81397"/>
    <w:rsid w:val="00D8159A"/>
    <w:rsid w:val="00D816D3"/>
    <w:rsid w:val="00D8176E"/>
    <w:rsid w:val="00D8184B"/>
    <w:rsid w:val="00D819EF"/>
    <w:rsid w:val="00D81C12"/>
    <w:rsid w:val="00D8245B"/>
    <w:rsid w:val="00D8270C"/>
    <w:rsid w:val="00D8291C"/>
    <w:rsid w:val="00D83258"/>
    <w:rsid w:val="00D8352C"/>
    <w:rsid w:val="00D83731"/>
    <w:rsid w:val="00D8383C"/>
    <w:rsid w:val="00D845FA"/>
    <w:rsid w:val="00D848B9"/>
    <w:rsid w:val="00D84BF0"/>
    <w:rsid w:val="00D84C81"/>
    <w:rsid w:val="00D84F3E"/>
    <w:rsid w:val="00D856E8"/>
    <w:rsid w:val="00D858A7"/>
    <w:rsid w:val="00D858F1"/>
    <w:rsid w:val="00D86015"/>
    <w:rsid w:val="00D87D23"/>
    <w:rsid w:val="00D87D2E"/>
    <w:rsid w:val="00D87EF9"/>
    <w:rsid w:val="00D90BEC"/>
    <w:rsid w:val="00D90E04"/>
    <w:rsid w:val="00D90E69"/>
    <w:rsid w:val="00D91076"/>
    <w:rsid w:val="00D91368"/>
    <w:rsid w:val="00D9159F"/>
    <w:rsid w:val="00D915AF"/>
    <w:rsid w:val="00D91921"/>
    <w:rsid w:val="00D91CAC"/>
    <w:rsid w:val="00D91D02"/>
    <w:rsid w:val="00D9213F"/>
    <w:rsid w:val="00D9245D"/>
    <w:rsid w:val="00D92D89"/>
    <w:rsid w:val="00D93106"/>
    <w:rsid w:val="00D931C3"/>
    <w:rsid w:val="00D93210"/>
    <w:rsid w:val="00D933E9"/>
    <w:rsid w:val="00D94966"/>
    <w:rsid w:val="00D94A22"/>
    <w:rsid w:val="00D94DE9"/>
    <w:rsid w:val="00D94E02"/>
    <w:rsid w:val="00D9505D"/>
    <w:rsid w:val="00D953D0"/>
    <w:rsid w:val="00D95748"/>
    <w:rsid w:val="00D959F5"/>
    <w:rsid w:val="00D96179"/>
    <w:rsid w:val="00D963E7"/>
    <w:rsid w:val="00D96884"/>
    <w:rsid w:val="00D969F6"/>
    <w:rsid w:val="00D96BBE"/>
    <w:rsid w:val="00D9754D"/>
    <w:rsid w:val="00D97725"/>
    <w:rsid w:val="00D979CE"/>
    <w:rsid w:val="00D97D4B"/>
    <w:rsid w:val="00DA060A"/>
    <w:rsid w:val="00DA0EF5"/>
    <w:rsid w:val="00DA1397"/>
    <w:rsid w:val="00DA2733"/>
    <w:rsid w:val="00DA2781"/>
    <w:rsid w:val="00DA2A9C"/>
    <w:rsid w:val="00DA3B94"/>
    <w:rsid w:val="00DA3FDD"/>
    <w:rsid w:val="00DA40AD"/>
    <w:rsid w:val="00DA43D5"/>
    <w:rsid w:val="00DA488A"/>
    <w:rsid w:val="00DA4A76"/>
    <w:rsid w:val="00DA4D87"/>
    <w:rsid w:val="00DA662E"/>
    <w:rsid w:val="00DA668A"/>
    <w:rsid w:val="00DA6F7A"/>
    <w:rsid w:val="00DA7017"/>
    <w:rsid w:val="00DA7028"/>
    <w:rsid w:val="00DA7142"/>
    <w:rsid w:val="00DA73B4"/>
    <w:rsid w:val="00DA7AC4"/>
    <w:rsid w:val="00DA7AEA"/>
    <w:rsid w:val="00DB062A"/>
    <w:rsid w:val="00DB1046"/>
    <w:rsid w:val="00DB12E5"/>
    <w:rsid w:val="00DB1471"/>
    <w:rsid w:val="00DB1AD2"/>
    <w:rsid w:val="00DB22EB"/>
    <w:rsid w:val="00DB2489"/>
    <w:rsid w:val="00DB2679"/>
    <w:rsid w:val="00DB283C"/>
    <w:rsid w:val="00DB28E0"/>
    <w:rsid w:val="00DB2B58"/>
    <w:rsid w:val="00DB2DF7"/>
    <w:rsid w:val="00DB2F96"/>
    <w:rsid w:val="00DB34F1"/>
    <w:rsid w:val="00DB401E"/>
    <w:rsid w:val="00DB45F8"/>
    <w:rsid w:val="00DB469E"/>
    <w:rsid w:val="00DB4EB1"/>
    <w:rsid w:val="00DB5206"/>
    <w:rsid w:val="00DB531E"/>
    <w:rsid w:val="00DB5411"/>
    <w:rsid w:val="00DB6276"/>
    <w:rsid w:val="00DB63F5"/>
    <w:rsid w:val="00DB7781"/>
    <w:rsid w:val="00DB7D8E"/>
    <w:rsid w:val="00DB7E3A"/>
    <w:rsid w:val="00DB7EBA"/>
    <w:rsid w:val="00DC03D2"/>
    <w:rsid w:val="00DC0588"/>
    <w:rsid w:val="00DC06D7"/>
    <w:rsid w:val="00DC07CF"/>
    <w:rsid w:val="00DC0845"/>
    <w:rsid w:val="00DC0B85"/>
    <w:rsid w:val="00DC1A3C"/>
    <w:rsid w:val="00DC1C6B"/>
    <w:rsid w:val="00DC270A"/>
    <w:rsid w:val="00DC271E"/>
    <w:rsid w:val="00DC2775"/>
    <w:rsid w:val="00DC2BB2"/>
    <w:rsid w:val="00DC2C2E"/>
    <w:rsid w:val="00DC2E8C"/>
    <w:rsid w:val="00DC31AE"/>
    <w:rsid w:val="00DC3A7C"/>
    <w:rsid w:val="00DC4607"/>
    <w:rsid w:val="00DC4734"/>
    <w:rsid w:val="00DC483B"/>
    <w:rsid w:val="00DC4AF0"/>
    <w:rsid w:val="00DC4E2C"/>
    <w:rsid w:val="00DC4EF9"/>
    <w:rsid w:val="00DC56D7"/>
    <w:rsid w:val="00DC58C1"/>
    <w:rsid w:val="00DC6479"/>
    <w:rsid w:val="00DC6E89"/>
    <w:rsid w:val="00DC7200"/>
    <w:rsid w:val="00DC7275"/>
    <w:rsid w:val="00DC7426"/>
    <w:rsid w:val="00DC7886"/>
    <w:rsid w:val="00DD08DD"/>
    <w:rsid w:val="00DD0CF2"/>
    <w:rsid w:val="00DD1801"/>
    <w:rsid w:val="00DD1980"/>
    <w:rsid w:val="00DD1B47"/>
    <w:rsid w:val="00DD1D2F"/>
    <w:rsid w:val="00DD2BC0"/>
    <w:rsid w:val="00DD2CEE"/>
    <w:rsid w:val="00DD3584"/>
    <w:rsid w:val="00DD3844"/>
    <w:rsid w:val="00DD39AC"/>
    <w:rsid w:val="00DD44D9"/>
    <w:rsid w:val="00DD5152"/>
    <w:rsid w:val="00DD52A2"/>
    <w:rsid w:val="00DD567C"/>
    <w:rsid w:val="00DD5951"/>
    <w:rsid w:val="00DD62E7"/>
    <w:rsid w:val="00DD6C25"/>
    <w:rsid w:val="00DD7D1A"/>
    <w:rsid w:val="00DE00FC"/>
    <w:rsid w:val="00DE0520"/>
    <w:rsid w:val="00DE0ED8"/>
    <w:rsid w:val="00DE125C"/>
    <w:rsid w:val="00DE1554"/>
    <w:rsid w:val="00DE1E7E"/>
    <w:rsid w:val="00DE2154"/>
    <w:rsid w:val="00DE239A"/>
    <w:rsid w:val="00DE2707"/>
    <w:rsid w:val="00DE28FE"/>
    <w:rsid w:val="00DE2901"/>
    <w:rsid w:val="00DE2B90"/>
    <w:rsid w:val="00DE3568"/>
    <w:rsid w:val="00DE36D1"/>
    <w:rsid w:val="00DE3824"/>
    <w:rsid w:val="00DE3AF7"/>
    <w:rsid w:val="00DE3E9F"/>
    <w:rsid w:val="00DE47CA"/>
    <w:rsid w:val="00DE5043"/>
    <w:rsid w:val="00DE5712"/>
    <w:rsid w:val="00DE590F"/>
    <w:rsid w:val="00DE5AD2"/>
    <w:rsid w:val="00DE61CC"/>
    <w:rsid w:val="00DE6C51"/>
    <w:rsid w:val="00DE6D97"/>
    <w:rsid w:val="00DE7DC1"/>
    <w:rsid w:val="00DE7E18"/>
    <w:rsid w:val="00DE7F3F"/>
    <w:rsid w:val="00DF0307"/>
    <w:rsid w:val="00DF05B6"/>
    <w:rsid w:val="00DF05B7"/>
    <w:rsid w:val="00DF0B3F"/>
    <w:rsid w:val="00DF0CFE"/>
    <w:rsid w:val="00DF0EBB"/>
    <w:rsid w:val="00DF100A"/>
    <w:rsid w:val="00DF11FE"/>
    <w:rsid w:val="00DF1CE1"/>
    <w:rsid w:val="00DF22F8"/>
    <w:rsid w:val="00DF2400"/>
    <w:rsid w:val="00DF2526"/>
    <w:rsid w:val="00DF2B70"/>
    <w:rsid w:val="00DF3F5A"/>
    <w:rsid w:val="00DF3F7E"/>
    <w:rsid w:val="00DF45DB"/>
    <w:rsid w:val="00DF56E1"/>
    <w:rsid w:val="00DF5912"/>
    <w:rsid w:val="00DF6337"/>
    <w:rsid w:val="00DF6DE7"/>
    <w:rsid w:val="00DF736C"/>
    <w:rsid w:val="00DF7648"/>
    <w:rsid w:val="00E00564"/>
    <w:rsid w:val="00E0067B"/>
    <w:rsid w:val="00E00E29"/>
    <w:rsid w:val="00E01D2F"/>
    <w:rsid w:val="00E01D9B"/>
    <w:rsid w:val="00E02732"/>
    <w:rsid w:val="00E02893"/>
    <w:rsid w:val="00E02968"/>
    <w:rsid w:val="00E02BAB"/>
    <w:rsid w:val="00E02CF1"/>
    <w:rsid w:val="00E033E8"/>
    <w:rsid w:val="00E046BD"/>
    <w:rsid w:val="00E048E5"/>
    <w:rsid w:val="00E049C3"/>
    <w:rsid w:val="00E04B3B"/>
    <w:rsid w:val="00E04CEB"/>
    <w:rsid w:val="00E04F0D"/>
    <w:rsid w:val="00E04F59"/>
    <w:rsid w:val="00E05BB5"/>
    <w:rsid w:val="00E05C9D"/>
    <w:rsid w:val="00E060BC"/>
    <w:rsid w:val="00E066E1"/>
    <w:rsid w:val="00E06755"/>
    <w:rsid w:val="00E07487"/>
    <w:rsid w:val="00E07D99"/>
    <w:rsid w:val="00E1086B"/>
    <w:rsid w:val="00E10E8E"/>
    <w:rsid w:val="00E11420"/>
    <w:rsid w:val="00E117AE"/>
    <w:rsid w:val="00E11ADB"/>
    <w:rsid w:val="00E121ED"/>
    <w:rsid w:val="00E1245E"/>
    <w:rsid w:val="00E1267C"/>
    <w:rsid w:val="00E132FB"/>
    <w:rsid w:val="00E137AD"/>
    <w:rsid w:val="00E13D22"/>
    <w:rsid w:val="00E1466F"/>
    <w:rsid w:val="00E14DE1"/>
    <w:rsid w:val="00E1563E"/>
    <w:rsid w:val="00E1577C"/>
    <w:rsid w:val="00E1597E"/>
    <w:rsid w:val="00E15A82"/>
    <w:rsid w:val="00E1616A"/>
    <w:rsid w:val="00E163FB"/>
    <w:rsid w:val="00E16594"/>
    <w:rsid w:val="00E16CD1"/>
    <w:rsid w:val="00E170B7"/>
    <w:rsid w:val="00E172EA"/>
    <w:rsid w:val="00E177DD"/>
    <w:rsid w:val="00E20531"/>
    <w:rsid w:val="00E20900"/>
    <w:rsid w:val="00E209E1"/>
    <w:rsid w:val="00E20C01"/>
    <w:rsid w:val="00E20C7F"/>
    <w:rsid w:val="00E20FEE"/>
    <w:rsid w:val="00E228BF"/>
    <w:rsid w:val="00E22E63"/>
    <w:rsid w:val="00E2319E"/>
    <w:rsid w:val="00E23267"/>
    <w:rsid w:val="00E23282"/>
    <w:rsid w:val="00E2396E"/>
    <w:rsid w:val="00E240DE"/>
    <w:rsid w:val="00E24728"/>
    <w:rsid w:val="00E24816"/>
    <w:rsid w:val="00E24D05"/>
    <w:rsid w:val="00E24D56"/>
    <w:rsid w:val="00E24DA5"/>
    <w:rsid w:val="00E250E1"/>
    <w:rsid w:val="00E2579C"/>
    <w:rsid w:val="00E27228"/>
    <w:rsid w:val="00E276AC"/>
    <w:rsid w:val="00E27941"/>
    <w:rsid w:val="00E305BB"/>
    <w:rsid w:val="00E30D7F"/>
    <w:rsid w:val="00E315F2"/>
    <w:rsid w:val="00E31700"/>
    <w:rsid w:val="00E319C0"/>
    <w:rsid w:val="00E31D60"/>
    <w:rsid w:val="00E3212F"/>
    <w:rsid w:val="00E32A2D"/>
    <w:rsid w:val="00E32AEA"/>
    <w:rsid w:val="00E331DE"/>
    <w:rsid w:val="00E3346D"/>
    <w:rsid w:val="00E33643"/>
    <w:rsid w:val="00E33F1C"/>
    <w:rsid w:val="00E34074"/>
    <w:rsid w:val="00E34272"/>
    <w:rsid w:val="00E34561"/>
    <w:rsid w:val="00E34A35"/>
    <w:rsid w:val="00E35546"/>
    <w:rsid w:val="00E36409"/>
    <w:rsid w:val="00E366EF"/>
    <w:rsid w:val="00E37358"/>
    <w:rsid w:val="00E3737E"/>
    <w:rsid w:val="00E37C2F"/>
    <w:rsid w:val="00E37D2E"/>
    <w:rsid w:val="00E37D70"/>
    <w:rsid w:val="00E40375"/>
    <w:rsid w:val="00E40A2A"/>
    <w:rsid w:val="00E40A74"/>
    <w:rsid w:val="00E4119B"/>
    <w:rsid w:val="00E41293"/>
    <w:rsid w:val="00E41436"/>
    <w:rsid w:val="00E41C28"/>
    <w:rsid w:val="00E41DAE"/>
    <w:rsid w:val="00E4214F"/>
    <w:rsid w:val="00E426D2"/>
    <w:rsid w:val="00E42BE0"/>
    <w:rsid w:val="00E42E05"/>
    <w:rsid w:val="00E43045"/>
    <w:rsid w:val="00E434E1"/>
    <w:rsid w:val="00E4386B"/>
    <w:rsid w:val="00E43B78"/>
    <w:rsid w:val="00E44BBE"/>
    <w:rsid w:val="00E44E8F"/>
    <w:rsid w:val="00E4527C"/>
    <w:rsid w:val="00E452BD"/>
    <w:rsid w:val="00E45917"/>
    <w:rsid w:val="00E45DE8"/>
    <w:rsid w:val="00E46308"/>
    <w:rsid w:val="00E46633"/>
    <w:rsid w:val="00E47176"/>
    <w:rsid w:val="00E477B3"/>
    <w:rsid w:val="00E47ABC"/>
    <w:rsid w:val="00E47E8C"/>
    <w:rsid w:val="00E50197"/>
    <w:rsid w:val="00E50492"/>
    <w:rsid w:val="00E509D3"/>
    <w:rsid w:val="00E50D8D"/>
    <w:rsid w:val="00E51138"/>
    <w:rsid w:val="00E5132E"/>
    <w:rsid w:val="00E5198D"/>
    <w:rsid w:val="00E51A69"/>
    <w:rsid w:val="00E51C33"/>
    <w:rsid w:val="00E51E17"/>
    <w:rsid w:val="00E52DAB"/>
    <w:rsid w:val="00E534C2"/>
    <w:rsid w:val="00E539B0"/>
    <w:rsid w:val="00E5496F"/>
    <w:rsid w:val="00E54A62"/>
    <w:rsid w:val="00E551D2"/>
    <w:rsid w:val="00E554DA"/>
    <w:rsid w:val="00E55994"/>
    <w:rsid w:val="00E55B09"/>
    <w:rsid w:val="00E55C36"/>
    <w:rsid w:val="00E56456"/>
    <w:rsid w:val="00E5722B"/>
    <w:rsid w:val="00E5765B"/>
    <w:rsid w:val="00E578FB"/>
    <w:rsid w:val="00E57F2F"/>
    <w:rsid w:val="00E60392"/>
    <w:rsid w:val="00E60541"/>
    <w:rsid w:val="00E60606"/>
    <w:rsid w:val="00E60A9C"/>
    <w:rsid w:val="00E60C66"/>
    <w:rsid w:val="00E60D3B"/>
    <w:rsid w:val="00E60DA5"/>
    <w:rsid w:val="00E61136"/>
    <w:rsid w:val="00E613B0"/>
    <w:rsid w:val="00E61616"/>
    <w:rsid w:val="00E6164D"/>
    <w:rsid w:val="00E618C9"/>
    <w:rsid w:val="00E62162"/>
    <w:rsid w:val="00E62490"/>
    <w:rsid w:val="00E62774"/>
    <w:rsid w:val="00E62A9A"/>
    <w:rsid w:val="00E62DD5"/>
    <w:rsid w:val="00E6307C"/>
    <w:rsid w:val="00E63560"/>
    <w:rsid w:val="00E63586"/>
    <w:rsid w:val="00E63598"/>
    <w:rsid w:val="00E636FA"/>
    <w:rsid w:val="00E63E73"/>
    <w:rsid w:val="00E649D2"/>
    <w:rsid w:val="00E649FC"/>
    <w:rsid w:val="00E6519B"/>
    <w:rsid w:val="00E65F7B"/>
    <w:rsid w:val="00E661ED"/>
    <w:rsid w:val="00E66360"/>
    <w:rsid w:val="00E6682D"/>
    <w:rsid w:val="00E66B28"/>
    <w:rsid w:val="00E66C50"/>
    <w:rsid w:val="00E679CE"/>
    <w:rsid w:val="00E679D3"/>
    <w:rsid w:val="00E67E20"/>
    <w:rsid w:val="00E67FDF"/>
    <w:rsid w:val="00E70031"/>
    <w:rsid w:val="00E703AC"/>
    <w:rsid w:val="00E70599"/>
    <w:rsid w:val="00E707DA"/>
    <w:rsid w:val="00E70C26"/>
    <w:rsid w:val="00E70EA6"/>
    <w:rsid w:val="00E71208"/>
    <w:rsid w:val="00E71444"/>
    <w:rsid w:val="00E71909"/>
    <w:rsid w:val="00E71C91"/>
    <w:rsid w:val="00E72014"/>
    <w:rsid w:val="00E720A1"/>
    <w:rsid w:val="00E72401"/>
    <w:rsid w:val="00E7283D"/>
    <w:rsid w:val="00E72FF2"/>
    <w:rsid w:val="00E73445"/>
    <w:rsid w:val="00E73746"/>
    <w:rsid w:val="00E73CE1"/>
    <w:rsid w:val="00E73DBE"/>
    <w:rsid w:val="00E73E11"/>
    <w:rsid w:val="00E73F7A"/>
    <w:rsid w:val="00E7402F"/>
    <w:rsid w:val="00E7435D"/>
    <w:rsid w:val="00E7448A"/>
    <w:rsid w:val="00E750B6"/>
    <w:rsid w:val="00E75B2E"/>
    <w:rsid w:val="00E75D8F"/>
    <w:rsid w:val="00E75DDA"/>
    <w:rsid w:val="00E760D4"/>
    <w:rsid w:val="00E76146"/>
    <w:rsid w:val="00E76D94"/>
    <w:rsid w:val="00E770E6"/>
    <w:rsid w:val="00E773E8"/>
    <w:rsid w:val="00E77640"/>
    <w:rsid w:val="00E7764F"/>
    <w:rsid w:val="00E779DC"/>
    <w:rsid w:val="00E77A48"/>
    <w:rsid w:val="00E77AA7"/>
    <w:rsid w:val="00E77E84"/>
    <w:rsid w:val="00E80069"/>
    <w:rsid w:val="00E80496"/>
    <w:rsid w:val="00E82A9E"/>
    <w:rsid w:val="00E83398"/>
    <w:rsid w:val="00E83726"/>
    <w:rsid w:val="00E83ADD"/>
    <w:rsid w:val="00E840BE"/>
    <w:rsid w:val="00E84142"/>
    <w:rsid w:val="00E8414A"/>
    <w:rsid w:val="00E84240"/>
    <w:rsid w:val="00E84737"/>
    <w:rsid w:val="00E84F38"/>
    <w:rsid w:val="00E85623"/>
    <w:rsid w:val="00E85863"/>
    <w:rsid w:val="00E8665D"/>
    <w:rsid w:val="00E86674"/>
    <w:rsid w:val="00E86C53"/>
    <w:rsid w:val="00E86E72"/>
    <w:rsid w:val="00E86E7A"/>
    <w:rsid w:val="00E87441"/>
    <w:rsid w:val="00E874E4"/>
    <w:rsid w:val="00E878E9"/>
    <w:rsid w:val="00E87960"/>
    <w:rsid w:val="00E90081"/>
    <w:rsid w:val="00E904F9"/>
    <w:rsid w:val="00E9085F"/>
    <w:rsid w:val="00E90C96"/>
    <w:rsid w:val="00E9109C"/>
    <w:rsid w:val="00E9182D"/>
    <w:rsid w:val="00E91C3D"/>
    <w:rsid w:val="00E91FAE"/>
    <w:rsid w:val="00E92085"/>
    <w:rsid w:val="00E92551"/>
    <w:rsid w:val="00E92694"/>
    <w:rsid w:val="00E92F95"/>
    <w:rsid w:val="00E932B5"/>
    <w:rsid w:val="00E9340F"/>
    <w:rsid w:val="00E93940"/>
    <w:rsid w:val="00E93ACD"/>
    <w:rsid w:val="00E93F19"/>
    <w:rsid w:val="00E940C1"/>
    <w:rsid w:val="00E9417C"/>
    <w:rsid w:val="00E94899"/>
    <w:rsid w:val="00E950CA"/>
    <w:rsid w:val="00E9571F"/>
    <w:rsid w:val="00E957A7"/>
    <w:rsid w:val="00E95CAA"/>
    <w:rsid w:val="00E9606B"/>
    <w:rsid w:val="00E96E3F"/>
    <w:rsid w:val="00E97343"/>
    <w:rsid w:val="00E975C8"/>
    <w:rsid w:val="00E97644"/>
    <w:rsid w:val="00E97741"/>
    <w:rsid w:val="00E97BDB"/>
    <w:rsid w:val="00E97EBB"/>
    <w:rsid w:val="00E97F9B"/>
    <w:rsid w:val="00EA037F"/>
    <w:rsid w:val="00EA0384"/>
    <w:rsid w:val="00EA0A5E"/>
    <w:rsid w:val="00EA14AB"/>
    <w:rsid w:val="00EA1866"/>
    <w:rsid w:val="00EA1868"/>
    <w:rsid w:val="00EA2025"/>
    <w:rsid w:val="00EA270C"/>
    <w:rsid w:val="00EA2C9C"/>
    <w:rsid w:val="00EA2CFD"/>
    <w:rsid w:val="00EA2F5A"/>
    <w:rsid w:val="00EA3307"/>
    <w:rsid w:val="00EA332C"/>
    <w:rsid w:val="00EA4060"/>
    <w:rsid w:val="00EA4974"/>
    <w:rsid w:val="00EA4E62"/>
    <w:rsid w:val="00EA4E9F"/>
    <w:rsid w:val="00EA532E"/>
    <w:rsid w:val="00EA5DAD"/>
    <w:rsid w:val="00EA648F"/>
    <w:rsid w:val="00EA64CD"/>
    <w:rsid w:val="00EA65F8"/>
    <w:rsid w:val="00EA6BFC"/>
    <w:rsid w:val="00EB06D9"/>
    <w:rsid w:val="00EB0A88"/>
    <w:rsid w:val="00EB0FDB"/>
    <w:rsid w:val="00EB192B"/>
    <w:rsid w:val="00EB19ED"/>
    <w:rsid w:val="00EB1A5B"/>
    <w:rsid w:val="00EB1CAB"/>
    <w:rsid w:val="00EB1FB1"/>
    <w:rsid w:val="00EB288B"/>
    <w:rsid w:val="00EB40FD"/>
    <w:rsid w:val="00EB683D"/>
    <w:rsid w:val="00EB6CFA"/>
    <w:rsid w:val="00EB76AA"/>
    <w:rsid w:val="00EB77D2"/>
    <w:rsid w:val="00EC01EA"/>
    <w:rsid w:val="00EC0973"/>
    <w:rsid w:val="00EC0C39"/>
    <w:rsid w:val="00EC0C7A"/>
    <w:rsid w:val="00EC0D2D"/>
    <w:rsid w:val="00EC0EEC"/>
    <w:rsid w:val="00EC0F5A"/>
    <w:rsid w:val="00EC1597"/>
    <w:rsid w:val="00EC1BD1"/>
    <w:rsid w:val="00EC1BF6"/>
    <w:rsid w:val="00EC1E72"/>
    <w:rsid w:val="00EC214E"/>
    <w:rsid w:val="00EC2AD4"/>
    <w:rsid w:val="00EC2F2B"/>
    <w:rsid w:val="00EC332B"/>
    <w:rsid w:val="00EC332C"/>
    <w:rsid w:val="00EC3A47"/>
    <w:rsid w:val="00EC3E5B"/>
    <w:rsid w:val="00EC4265"/>
    <w:rsid w:val="00EC4A81"/>
    <w:rsid w:val="00EC4CEA"/>
    <w:rsid w:val="00EC4CEB"/>
    <w:rsid w:val="00EC4D0D"/>
    <w:rsid w:val="00EC5032"/>
    <w:rsid w:val="00EC6180"/>
    <w:rsid w:val="00EC659E"/>
    <w:rsid w:val="00EC6B82"/>
    <w:rsid w:val="00EC745D"/>
    <w:rsid w:val="00EC7F16"/>
    <w:rsid w:val="00ED04F0"/>
    <w:rsid w:val="00ED0ACF"/>
    <w:rsid w:val="00ED0CC2"/>
    <w:rsid w:val="00ED1128"/>
    <w:rsid w:val="00ED2072"/>
    <w:rsid w:val="00ED2AE0"/>
    <w:rsid w:val="00ED30E5"/>
    <w:rsid w:val="00ED32A6"/>
    <w:rsid w:val="00ED3992"/>
    <w:rsid w:val="00ED40E1"/>
    <w:rsid w:val="00ED416F"/>
    <w:rsid w:val="00ED4432"/>
    <w:rsid w:val="00ED4888"/>
    <w:rsid w:val="00ED4EF2"/>
    <w:rsid w:val="00ED527E"/>
    <w:rsid w:val="00ED5553"/>
    <w:rsid w:val="00ED5BD0"/>
    <w:rsid w:val="00ED5E2D"/>
    <w:rsid w:val="00ED5E36"/>
    <w:rsid w:val="00ED5E9F"/>
    <w:rsid w:val="00ED6187"/>
    <w:rsid w:val="00ED6961"/>
    <w:rsid w:val="00ED6E32"/>
    <w:rsid w:val="00ED6F85"/>
    <w:rsid w:val="00ED7020"/>
    <w:rsid w:val="00ED7B4A"/>
    <w:rsid w:val="00ED7E27"/>
    <w:rsid w:val="00EE0012"/>
    <w:rsid w:val="00EE0042"/>
    <w:rsid w:val="00EE04DD"/>
    <w:rsid w:val="00EE091E"/>
    <w:rsid w:val="00EE0BDA"/>
    <w:rsid w:val="00EE1273"/>
    <w:rsid w:val="00EE1375"/>
    <w:rsid w:val="00EE1995"/>
    <w:rsid w:val="00EE22C4"/>
    <w:rsid w:val="00EE284D"/>
    <w:rsid w:val="00EE30DF"/>
    <w:rsid w:val="00EE32B2"/>
    <w:rsid w:val="00EE3EEA"/>
    <w:rsid w:val="00EE40B5"/>
    <w:rsid w:val="00EE459E"/>
    <w:rsid w:val="00EE4F6E"/>
    <w:rsid w:val="00EE4F8D"/>
    <w:rsid w:val="00EE5132"/>
    <w:rsid w:val="00EE5340"/>
    <w:rsid w:val="00EE5517"/>
    <w:rsid w:val="00EE64D3"/>
    <w:rsid w:val="00EE6808"/>
    <w:rsid w:val="00EE6BD9"/>
    <w:rsid w:val="00EE717D"/>
    <w:rsid w:val="00EE76EB"/>
    <w:rsid w:val="00EE7935"/>
    <w:rsid w:val="00EE7BB6"/>
    <w:rsid w:val="00EF019C"/>
    <w:rsid w:val="00EF0AD5"/>
    <w:rsid w:val="00EF0B96"/>
    <w:rsid w:val="00EF0F43"/>
    <w:rsid w:val="00EF110B"/>
    <w:rsid w:val="00EF1561"/>
    <w:rsid w:val="00EF16FD"/>
    <w:rsid w:val="00EF2340"/>
    <w:rsid w:val="00EF2B60"/>
    <w:rsid w:val="00EF2F88"/>
    <w:rsid w:val="00EF3486"/>
    <w:rsid w:val="00EF35A0"/>
    <w:rsid w:val="00EF3E89"/>
    <w:rsid w:val="00EF41E5"/>
    <w:rsid w:val="00EF47AF"/>
    <w:rsid w:val="00EF4976"/>
    <w:rsid w:val="00EF4F19"/>
    <w:rsid w:val="00EF4FD9"/>
    <w:rsid w:val="00EF535E"/>
    <w:rsid w:val="00EF53B6"/>
    <w:rsid w:val="00EF5646"/>
    <w:rsid w:val="00EF667D"/>
    <w:rsid w:val="00EF6788"/>
    <w:rsid w:val="00EF6A25"/>
    <w:rsid w:val="00EF6E54"/>
    <w:rsid w:val="00EF74E1"/>
    <w:rsid w:val="00F00813"/>
    <w:rsid w:val="00F00B73"/>
    <w:rsid w:val="00F01900"/>
    <w:rsid w:val="00F0208F"/>
    <w:rsid w:val="00F028FA"/>
    <w:rsid w:val="00F02C45"/>
    <w:rsid w:val="00F04D51"/>
    <w:rsid w:val="00F04FA6"/>
    <w:rsid w:val="00F0545B"/>
    <w:rsid w:val="00F05790"/>
    <w:rsid w:val="00F0579C"/>
    <w:rsid w:val="00F05860"/>
    <w:rsid w:val="00F06406"/>
    <w:rsid w:val="00F06F87"/>
    <w:rsid w:val="00F06FEC"/>
    <w:rsid w:val="00F100C4"/>
    <w:rsid w:val="00F10335"/>
    <w:rsid w:val="00F104D5"/>
    <w:rsid w:val="00F106D8"/>
    <w:rsid w:val="00F109F0"/>
    <w:rsid w:val="00F10A8F"/>
    <w:rsid w:val="00F10C59"/>
    <w:rsid w:val="00F10CFF"/>
    <w:rsid w:val="00F10E26"/>
    <w:rsid w:val="00F1105A"/>
    <w:rsid w:val="00F113E7"/>
    <w:rsid w:val="00F115C3"/>
    <w:rsid w:val="00F115CA"/>
    <w:rsid w:val="00F13819"/>
    <w:rsid w:val="00F13B45"/>
    <w:rsid w:val="00F14817"/>
    <w:rsid w:val="00F14846"/>
    <w:rsid w:val="00F14EBA"/>
    <w:rsid w:val="00F1510F"/>
    <w:rsid w:val="00F1533A"/>
    <w:rsid w:val="00F1542B"/>
    <w:rsid w:val="00F15803"/>
    <w:rsid w:val="00F15E5A"/>
    <w:rsid w:val="00F168EA"/>
    <w:rsid w:val="00F16D57"/>
    <w:rsid w:val="00F179AD"/>
    <w:rsid w:val="00F17F0A"/>
    <w:rsid w:val="00F2072E"/>
    <w:rsid w:val="00F207FC"/>
    <w:rsid w:val="00F208A6"/>
    <w:rsid w:val="00F21E1D"/>
    <w:rsid w:val="00F22680"/>
    <w:rsid w:val="00F232F4"/>
    <w:rsid w:val="00F23942"/>
    <w:rsid w:val="00F23C55"/>
    <w:rsid w:val="00F23E90"/>
    <w:rsid w:val="00F23F6F"/>
    <w:rsid w:val="00F240D4"/>
    <w:rsid w:val="00F2425F"/>
    <w:rsid w:val="00F24291"/>
    <w:rsid w:val="00F24B60"/>
    <w:rsid w:val="00F25517"/>
    <w:rsid w:val="00F25D82"/>
    <w:rsid w:val="00F2668F"/>
    <w:rsid w:val="00F26864"/>
    <w:rsid w:val="00F26EF4"/>
    <w:rsid w:val="00F2742F"/>
    <w:rsid w:val="00F2753B"/>
    <w:rsid w:val="00F2768D"/>
    <w:rsid w:val="00F27AE7"/>
    <w:rsid w:val="00F27CC6"/>
    <w:rsid w:val="00F27CDC"/>
    <w:rsid w:val="00F301FD"/>
    <w:rsid w:val="00F3093A"/>
    <w:rsid w:val="00F30D50"/>
    <w:rsid w:val="00F31C93"/>
    <w:rsid w:val="00F31EAF"/>
    <w:rsid w:val="00F329B0"/>
    <w:rsid w:val="00F32A7A"/>
    <w:rsid w:val="00F32CE3"/>
    <w:rsid w:val="00F3313A"/>
    <w:rsid w:val="00F33307"/>
    <w:rsid w:val="00F33F8B"/>
    <w:rsid w:val="00F340B2"/>
    <w:rsid w:val="00F343E7"/>
    <w:rsid w:val="00F34642"/>
    <w:rsid w:val="00F3578C"/>
    <w:rsid w:val="00F357DE"/>
    <w:rsid w:val="00F35ED6"/>
    <w:rsid w:val="00F363FC"/>
    <w:rsid w:val="00F368BB"/>
    <w:rsid w:val="00F368D0"/>
    <w:rsid w:val="00F37248"/>
    <w:rsid w:val="00F379E7"/>
    <w:rsid w:val="00F37C44"/>
    <w:rsid w:val="00F40272"/>
    <w:rsid w:val="00F403D7"/>
    <w:rsid w:val="00F40615"/>
    <w:rsid w:val="00F40B91"/>
    <w:rsid w:val="00F40DE1"/>
    <w:rsid w:val="00F40FF7"/>
    <w:rsid w:val="00F41A09"/>
    <w:rsid w:val="00F41BF6"/>
    <w:rsid w:val="00F41C5D"/>
    <w:rsid w:val="00F42ABF"/>
    <w:rsid w:val="00F43390"/>
    <w:rsid w:val="00F435CF"/>
    <w:rsid w:val="00F44017"/>
    <w:rsid w:val="00F4418D"/>
    <w:rsid w:val="00F44349"/>
    <w:rsid w:val="00F443B2"/>
    <w:rsid w:val="00F444C3"/>
    <w:rsid w:val="00F44519"/>
    <w:rsid w:val="00F44CE6"/>
    <w:rsid w:val="00F452B8"/>
    <w:rsid w:val="00F453F0"/>
    <w:rsid w:val="00F45534"/>
    <w:rsid w:val="00F458D8"/>
    <w:rsid w:val="00F45B53"/>
    <w:rsid w:val="00F45D38"/>
    <w:rsid w:val="00F46072"/>
    <w:rsid w:val="00F460F2"/>
    <w:rsid w:val="00F462BF"/>
    <w:rsid w:val="00F462F3"/>
    <w:rsid w:val="00F46E3E"/>
    <w:rsid w:val="00F473A6"/>
    <w:rsid w:val="00F47C8C"/>
    <w:rsid w:val="00F47EF7"/>
    <w:rsid w:val="00F50237"/>
    <w:rsid w:val="00F512FF"/>
    <w:rsid w:val="00F513E4"/>
    <w:rsid w:val="00F525A2"/>
    <w:rsid w:val="00F5272C"/>
    <w:rsid w:val="00F52FC7"/>
    <w:rsid w:val="00F53140"/>
    <w:rsid w:val="00F5355A"/>
    <w:rsid w:val="00F53596"/>
    <w:rsid w:val="00F54658"/>
    <w:rsid w:val="00F54E89"/>
    <w:rsid w:val="00F55555"/>
    <w:rsid w:val="00F555BF"/>
    <w:rsid w:val="00F55810"/>
    <w:rsid w:val="00F55BA8"/>
    <w:rsid w:val="00F55DB1"/>
    <w:rsid w:val="00F561C1"/>
    <w:rsid w:val="00F56832"/>
    <w:rsid w:val="00F56ACA"/>
    <w:rsid w:val="00F56C11"/>
    <w:rsid w:val="00F57376"/>
    <w:rsid w:val="00F579B4"/>
    <w:rsid w:val="00F600FE"/>
    <w:rsid w:val="00F61332"/>
    <w:rsid w:val="00F6136B"/>
    <w:rsid w:val="00F62DC6"/>
    <w:rsid w:val="00F62E4D"/>
    <w:rsid w:val="00F63071"/>
    <w:rsid w:val="00F63549"/>
    <w:rsid w:val="00F64200"/>
    <w:rsid w:val="00F64826"/>
    <w:rsid w:val="00F64A44"/>
    <w:rsid w:val="00F64B83"/>
    <w:rsid w:val="00F64D17"/>
    <w:rsid w:val="00F65C3D"/>
    <w:rsid w:val="00F65C81"/>
    <w:rsid w:val="00F65F6E"/>
    <w:rsid w:val="00F661A2"/>
    <w:rsid w:val="00F66B34"/>
    <w:rsid w:val="00F66B74"/>
    <w:rsid w:val="00F675B9"/>
    <w:rsid w:val="00F675C6"/>
    <w:rsid w:val="00F67679"/>
    <w:rsid w:val="00F678AB"/>
    <w:rsid w:val="00F67C8B"/>
    <w:rsid w:val="00F702DD"/>
    <w:rsid w:val="00F7084E"/>
    <w:rsid w:val="00F709A1"/>
    <w:rsid w:val="00F70D72"/>
    <w:rsid w:val="00F7110F"/>
    <w:rsid w:val="00F711C9"/>
    <w:rsid w:val="00F714A9"/>
    <w:rsid w:val="00F718D1"/>
    <w:rsid w:val="00F72A94"/>
    <w:rsid w:val="00F72CD7"/>
    <w:rsid w:val="00F730C9"/>
    <w:rsid w:val="00F73619"/>
    <w:rsid w:val="00F7465A"/>
    <w:rsid w:val="00F74C3E"/>
    <w:rsid w:val="00F74C59"/>
    <w:rsid w:val="00F74DE2"/>
    <w:rsid w:val="00F7504E"/>
    <w:rsid w:val="00F75205"/>
    <w:rsid w:val="00F7566D"/>
    <w:rsid w:val="00F75880"/>
    <w:rsid w:val="00F75C3A"/>
    <w:rsid w:val="00F7611F"/>
    <w:rsid w:val="00F761A7"/>
    <w:rsid w:val="00F772F8"/>
    <w:rsid w:val="00F7733C"/>
    <w:rsid w:val="00F77BEE"/>
    <w:rsid w:val="00F77F59"/>
    <w:rsid w:val="00F8002E"/>
    <w:rsid w:val="00F80D04"/>
    <w:rsid w:val="00F815AE"/>
    <w:rsid w:val="00F81B7E"/>
    <w:rsid w:val="00F82E30"/>
    <w:rsid w:val="00F831AB"/>
    <w:rsid w:val="00F831CB"/>
    <w:rsid w:val="00F83A58"/>
    <w:rsid w:val="00F840C4"/>
    <w:rsid w:val="00F848A3"/>
    <w:rsid w:val="00F84ACF"/>
    <w:rsid w:val="00F84C7C"/>
    <w:rsid w:val="00F85384"/>
    <w:rsid w:val="00F85742"/>
    <w:rsid w:val="00F8575A"/>
    <w:rsid w:val="00F85BF8"/>
    <w:rsid w:val="00F85F1D"/>
    <w:rsid w:val="00F866E5"/>
    <w:rsid w:val="00F86721"/>
    <w:rsid w:val="00F86C05"/>
    <w:rsid w:val="00F871CE"/>
    <w:rsid w:val="00F87802"/>
    <w:rsid w:val="00F87895"/>
    <w:rsid w:val="00F90B2B"/>
    <w:rsid w:val="00F915D4"/>
    <w:rsid w:val="00F91616"/>
    <w:rsid w:val="00F925D6"/>
    <w:rsid w:val="00F929B3"/>
    <w:rsid w:val="00F92AB4"/>
    <w:rsid w:val="00F92AD6"/>
    <w:rsid w:val="00F92C0A"/>
    <w:rsid w:val="00F92C70"/>
    <w:rsid w:val="00F92DD9"/>
    <w:rsid w:val="00F93123"/>
    <w:rsid w:val="00F9337B"/>
    <w:rsid w:val="00F937B6"/>
    <w:rsid w:val="00F93E2C"/>
    <w:rsid w:val="00F9415B"/>
    <w:rsid w:val="00F947DD"/>
    <w:rsid w:val="00F949EA"/>
    <w:rsid w:val="00F94BED"/>
    <w:rsid w:val="00F95AAA"/>
    <w:rsid w:val="00F95FBF"/>
    <w:rsid w:val="00FA13C2"/>
    <w:rsid w:val="00FA1A5C"/>
    <w:rsid w:val="00FA1F93"/>
    <w:rsid w:val="00FA2796"/>
    <w:rsid w:val="00FA30AE"/>
    <w:rsid w:val="00FA3C6B"/>
    <w:rsid w:val="00FA3F07"/>
    <w:rsid w:val="00FA3FE6"/>
    <w:rsid w:val="00FA421C"/>
    <w:rsid w:val="00FA4398"/>
    <w:rsid w:val="00FA4CB3"/>
    <w:rsid w:val="00FA4D24"/>
    <w:rsid w:val="00FA4DBC"/>
    <w:rsid w:val="00FA5072"/>
    <w:rsid w:val="00FA53A7"/>
    <w:rsid w:val="00FA53D3"/>
    <w:rsid w:val="00FA5735"/>
    <w:rsid w:val="00FA6E4D"/>
    <w:rsid w:val="00FA6F9F"/>
    <w:rsid w:val="00FA7724"/>
    <w:rsid w:val="00FA7EDF"/>
    <w:rsid w:val="00FA7F91"/>
    <w:rsid w:val="00FB0318"/>
    <w:rsid w:val="00FB0682"/>
    <w:rsid w:val="00FB0B3E"/>
    <w:rsid w:val="00FB121C"/>
    <w:rsid w:val="00FB1CDD"/>
    <w:rsid w:val="00FB1FBF"/>
    <w:rsid w:val="00FB28AA"/>
    <w:rsid w:val="00FB2C2F"/>
    <w:rsid w:val="00FB2F45"/>
    <w:rsid w:val="00FB305C"/>
    <w:rsid w:val="00FB3659"/>
    <w:rsid w:val="00FB3CC6"/>
    <w:rsid w:val="00FB4311"/>
    <w:rsid w:val="00FB4711"/>
    <w:rsid w:val="00FB48C1"/>
    <w:rsid w:val="00FB4A47"/>
    <w:rsid w:val="00FB4FC3"/>
    <w:rsid w:val="00FB5597"/>
    <w:rsid w:val="00FB5F98"/>
    <w:rsid w:val="00FB651A"/>
    <w:rsid w:val="00FB670F"/>
    <w:rsid w:val="00FB6F0C"/>
    <w:rsid w:val="00FB7D63"/>
    <w:rsid w:val="00FB7E83"/>
    <w:rsid w:val="00FC06B2"/>
    <w:rsid w:val="00FC0A91"/>
    <w:rsid w:val="00FC0ABA"/>
    <w:rsid w:val="00FC0BE2"/>
    <w:rsid w:val="00FC0EBF"/>
    <w:rsid w:val="00FC1330"/>
    <w:rsid w:val="00FC1D76"/>
    <w:rsid w:val="00FC21AD"/>
    <w:rsid w:val="00FC25A9"/>
    <w:rsid w:val="00FC26C8"/>
    <w:rsid w:val="00FC2E3D"/>
    <w:rsid w:val="00FC303F"/>
    <w:rsid w:val="00FC3BDE"/>
    <w:rsid w:val="00FC3FA7"/>
    <w:rsid w:val="00FC40BB"/>
    <w:rsid w:val="00FC4174"/>
    <w:rsid w:val="00FC44DB"/>
    <w:rsid w:val="00FC48DF"/>
    <w:rsid w:val="00FC48FC"/>
    <w:rsid w:val="00FC5142"/>
    <w:rsid w:val="00FC586C"/>
    <w:rsid w:val="00FC5A09"/>
    <w:rsid w:val="00FC5F13"/>
    <w:rsid w:val="00FC6739"/>
    <w:rsid w:val="00FC6EA4"/>
    <w:rsid w:val="00FC793C"/>
    <w:rsid w:val="00FC7DE6"/>
    <w:rsid w:val="00FD0D8F"/>
    <w:rsid w:val="00FD1A05"/>
    <w:rsid w:val="00FD1C21"/>
    <w:rsid w:val="00FD1DBE"/>
    <w:rsid w:val="00FD25A7"/>
    <w:rsid w:val="00FD26C7"/>
    <w:rsid w:val="00FD276C"/>
    <w:rsid w:val="00FD27B6"/>
    <w:rsid w:val="00FD27DC"/>
    <w:rsid w:val="00FD3082"/>
    <w:rsid w:val="00FD3457"/>
    <w:rsid w:val="00FD351A"/>
    <w:rsid w:val="00FD3689"/>
    <w:rsid w:val="00FD42A3"/>
    <w:rsid w:val="00FD47CB"/>
    <w:rsid w:val="00FD487C"/>
    <w:rsid w:val="00FD5AEF"/>
    <w:rsid w:val="00FD5CC5"/>
    <w:rsid w:val="00FD5E84"/>
    <w:rsid w:val="00FD5E8D"/>
    <w:rsid w:val="00FD5EDD"/>
    <w:rsid w:val="00FD613C"/>
    <w:rsid w:val="00FD6C33"/>
    <w:rsid w:val="00FD6D2C"/>
    <w:rsid w:val="00FD7224"/>
    <w:rsid w:val="00FD7468"/>
    <w:rsid w:val="00FD767D"/>
    <w:rsid w:val="00FD7CE0"/>
    <w:rsid w:val="00FD7F7D"/>
    <w:rsid w:val="00FE0121"/>
    <w:rsid w:val="00FE0B3B"/>
    <w:rsid w:val="00FE1569"/>
    <w:rsid w:val="00FE164A"/>
    <w:rsid w:val="00FE18D6"/>
    <w:rsid w:val="00FE1B35"/>
    <w:rsid w:val="00FE1BE2"/>
    <w:rsid w:val="00FE1DC4"/>
    <w:rsid w:val="00FE1FAF"/>
    <w:rsid w:val="00FE25D0"/>
    <w:rsid w:val="00FE26E6"/>
    <w:rsid w:val="00FE2D0F"/>
    <w:rsid w:val="00FE2D5C"/>
    <w:rsid w:val="00FE40EF"/>
    <w:rsid w:val="00FE46E9"/>
    <w:rsid w:val="00FE498F"/>
    <w:rsid w:val="00FE5919"/>
    <w:rsid w:val="00FE5CBA"/>
    <w:rsid w:val="00FE5D6E"/>
    <w:rsid w:val="00FE6CB7"/>
    <w:rsid w:val="00FE700D"/>
    <w:rsid w:val="00FE730A"/>
    <w:rsid w:val="00FE7485"/>
    <w:rsid w:val="00FE77CC"/>
    <w:rsid w:val="00FF08E3"/>
    <w:rsid w:val="00FF0A14"/>
    <w:rsid w:val="00FF0A4F"/>
    <w:rsid w:val="00FF10E1"/>
    <w:rsid w:val="00FF1282"/>
    <w:rsid w:val="00FF14A5"/>
    <w:rsid w:val="00FF1613"/>
    <w:rsid w:val="00FF1DD7"/>
    <w:rsid w:val="00FF1FAC"/>
    <w:rsid w:val="00FF3024"/>
    <w:rsid w:val="00FF3BA5"/>
    <w:rsid w:val="00FF4362"/>
    <w:rsid w:val="00FF4453"/>
    <w:rsid w:val="00FF5080"/>
    <w:rsid w:val="00FF548A"/>
    <w:rsid w:val="00FF572A"/>
    <w:rsid w:val="00FF576E"/>
    <w:rsid w:val="00FF5952"/>
    <w:rsid w:val="00FF64B0"/>
    <w:rsid w:val="00FF6EC3"/>
    <w:rsid w:val="00FF7485"/>
    <w:rsid w:val="00FF7758"/>
    <w:rsid w:val="00FF790F"/>
    <w:rsid w:val="04B28F5E"/>
    <w:rsid w:val="04C54A58"/>
    <w:rsid w:val="07D4B2F5"/>
    <w:rsid w:val="07E1611F"/>
    <w:rsid w:val="084F5E3A"/>
    <w:rsid w:val="095B2532"/>
    <w:rsid w:val="095B5803"/>
    <w:rsid w:val="09B12A6A"/>
    <w:rsid w:val="0AC7F082"/>
    <w:rsid w:val="0B36E9BC"/>
    <w:rsid w:val="0B57AF2D"/>
    <w:rsid w:val="0D025AC9"/>
    <w:rsid w:val="0E20DCBB"/>
    <w:rsid w:val="0E8BE0C0"/>
    <w:rsid w:val="0F24D9AD"/>
    <w:rsid w:val="0F3B8986"/>
    <w:rsid w:val="0F9AFC03"/>
    <w:rsid w:val="1154ECEF"/>
    <w:rsid w:val="1192F277"/>
    <w:rsid w:val="122F54B4"/>
    <w:rsid w:val="128E557B"/>
    <w:rsid w:val="181A4595"/>
    <w:rsid w:val="1CB4C307"/>
    <w:rsid w:val="1F04B662"/>
    <w:rsid w:val="239142F0"/>
    <w:rsid w:val="254FCF44"/>
    <w:rsid w:val="25C577C3"/>
    <w:rsid w:val="26064A6A"/>
    <w:rsid w:val="26284ED7"/>
    <w:rsid w:val="26592DC4"/>
    <w:rsid w:val="28135086"/>
    <w:rsid w:val="287321CB"/>
    <w:rsid w:val="289AC278"/>
    <w:rsid w:val="2A4644B1"/>
    <w:rsid w:val="2AC4548D"/>
    <w:rsid w:val="2E42753D"/>
    <w:rsid w:val="30F884E6"/>
    <w:rsid w:val="3887B1FE"/>
    <w:rsid w:val="3A0BC65B"/>
    <w:rsid w:val="3ABD1D5C"/>
    <w:rsid w:val="3CDC2A9A"/>
    <w:rsid w:val="40ED052C"/>
    <w:rsid w:val="48220726"/>
    <w:rsid w:val="48FB038D"/>
    <w:rsid w:val="495C7BDD"/>
    <w:rsid w:val="4A59003C"/>
    <w:rsid w:val="4DA4117C"/>
    <w:rsid w:val="4E22A97F"/>
    <w:rsid w:val="4F44CF73"/>
    <w:rsid w:val="50F33B71"/>
    <w:rsid w:val="524FAD65"/>
    <w:rsid w:val="55E34968"/>
    <w:rsid w:val="5B21E086"/>
    <w:rsid w:val="5DC3B568"/>
    <w:rsid w:val="5F562CE5"/>
    <w:rsid w:val="60FC5B25"/>
    <w:rsid w:val="62B9CA51"/>
    <w:rsid w:val="64AA6F38"/>
    <w:rsid w:val="64BB8CE0"/>
    <w:rsid w:val="64F5D129"/>
    <w:rsid w:val="66CF9732"/>
    <w:rsid w:val="66F01F3A"/>
    <w:rsid w:val="676E93BD"/>
    <w:rsid w:val="6905D192"/>
    <w:rsid w:val="6D101DA8"/>
    <w:rsid w:val="6D632840"/>
    <w:rsid w:val="6E8FC6B7"/>
    <w:rsid w:val="70AC33AD"/>
    <w:rsid w:val="767A2B12"/>
    <w:rsid w:val="78423788"/>
    <w:rsid w:val="78CD4B7A"/>
    <w:rsid w:val="792C0BDB"/>
    <w:rsid w:val="7C9F0C0C"/>
    <w:rsid w:val="7E0D860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D6CA58"/>
  <w15:docId w15:val="{51F36E81-693A-4139-B98E-763DC1BE1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31DF"/>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9"/>
    <w:semiHidden/>
    <w:unhideWhenUsed/>
    <w:qFormat/>
    <w:rsid w:val="00314F9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8C328B"/>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link w:val="PKTpunktZnak"/>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qFormat/>
    <w:rsid w:val="00023F13"/>
    <w:rPr>
      <w:sz w:val="16"/>
      <w:szCs w:val="16"/>
    </w:rPr>
  </w:style>
  <w:style w:type="paragraph" w:styleId="Tekstkomentarza">
    <w:name w:val="annotation text"/>
    <w:basedOn w:val="Normalny"/>
    <w:link w:val="TekstkomentarzaZnak"/>
    <w:uiPriority w:val="99"/>
    <w:qFormat/>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styleId="Hipercze">
    <w:name w:val="Hyperlink"/>
    <w:basedOn w:val="Domylnaczcionkaakapitu"/>
    <w:uiPriority w:val="99"/>
    <w:unhideWhenUsed/>
    <w:rsid w:val="005C5792"/>
    <w:rPr>
      <w:color w:val="0000FF"/>
      <w:u w:val="single"/>
    </w:rPr>
  </w:style>
  <w:style w:type="paragraph" w:styleId="Poprawka">
    <w:name w:val="Revision"/>
    <w:hidden/>
    <w:uiPriority w:val="99"/>
    <w:semiHidden/>
    <w:rsid w:val="007C322B"/>
    <w:pPr>
      <w:spacing w:line="240" w:lineRule="auto"/>
    </w:pPr>
    <w:rPr>
      <w:rFonts w:ascii="Times New Roman" w:eastAsiaTheme="minorEastAsia" w:hAnsi="Times New Roman" w:cs="Arial"/>
      <w:szCs w:val="20"/>
    </w:rPr>
  </w:style>
  <w:style w:type="character" w:customStyle="1" w:styleId="Nagwek2Znak">
    <w:name w:val="Nagłówek 2 Znak"/>
    <w:basedOn w:val="Domylnaczcionkaakapitu"/>
    <w:link w:val="Nagwek2"/>
    <w:uiPriority w:val="99"/>
    <w:semiHidden/>
    <w:rsid w:val="00314F9F"/>
    <w:rPr>
      <w:rFonts w:asciiTheme="majorHAnsi" w:eastAsiaTheme="majorEastAsia" w:hAnsiTheme="majorHAnsi" w:cstheme="majorBidi"/>
      <w:color w:val="365F91" w:themeColor="accent1" w:themeShade="BF"/>
      <w:sz w:val="26"/>
      <w:szCs w:val="26"/>
    </w:rPr>
  </w:style>
  <w:style w:type="paragraph" w:styleId="Tekstprzypisukocowego">
    <w:name w:val="endnote text"/>
    <w:basedOn w:val="Normalny"/>
    <w:link w:val="TekstprzypisukocowegoZnak"/>
    <w:uiPriority w:val="99"/>
    <w:semiHidden/>
    <w:unhideWhenUsed/>
    <w:rsid w:val="00785C31"/>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785C31"/>
    <w:rPr>
      <w:rFonts w:ascii="Times New Roman" w:eastAsiaTheme="minorEastAsia" w:hAnsi="Times New Roman" w:cs="Arial"/>
      <w:sz w:val="20"/>
      <w:szCs w:val="20"/>
    </w:rPr>
  </w:style>
  <w:style w:type="character" w:styleId="Odwoanieprzypisukocowego">
    <w:name w:val="endnote reference"/>
    <w:basedOn w:val="Domylnaczcionkaakapitu"/>
    <w:uiPriority w:val="99"/>
    <w:semiHidden/>
    <w:unhideWhenUsed/>
    <w:rsid w:val="00785C31"/>
    <w:rPr>
      <w:vertAlign w:val="superscript"/>
    </w:rPr>
  </w:style>
  <w:style w:type="paragraph" w:styleId="Akapitzlist">
    <w:name w:val="List Paragraph"/>
    <w:aliases w:val="Numerowanie,List Paragraph"/>
    <w:basedOn w:val="Normalny"/>
    <w:link w:val="AkapitzlistZnak"/>
    <w:uiPriority w:val="34"/>
    <w:qFormat/>
    <w:rsid w:val="006F0B76"/>
    <w:pPr>
      <w:spacing w:line="40" w:lineRule="atLeast"/>
      <w:ind w:left="720"/>
      <w:contextualSpacing/>
      <w:jc w:val="both"/>
    </w:pPr>
    <w:rPr>
      <w:rFonts w:ascii="Helvetica" w:eastAsia="Times New Roman" w:hAnsi="Helvetica" w:cs="Helvetica"/>
      <w:color w:val="000000"/>
      <w:sz w:val="18"/>
      <w:szCs w:val="18"/>
    </w:rPr>
  </w:style>
  <w:style w:type="character" w:customStyle="1" w:styleId="AkapitzlistZnak">
    <w:name w:val="Akapit z listą Znak"/>
    <w:aliases w:val="Numerowanie Znak,List Paragraph Znak"/>
    <w:link w:val="Akapitzlist"/>
    <w:uiPriority w:val="34"/>
    <w:locked/>
    <w:rsid w:val="006F0B76"/>
    <w:rPr>
      <w:rFonts w:ascii="Helvetica" w:hAnsi="Helvetica" w:cs="Helvetica"/>
      <w:color w:val="000000"/>
      <w:sz w:val="18"/>
      <w:szCs w:val="18"/>
    </w:rPr>
  </w:style>
  <w:style w:type="paragraph" w:styleId="NormalnyWeb">
    <w:name w:val="Normal (Web)"/>
    <w:basedOn w:val="Normalny"/>
    <w:uiPriority w:val="99"/>
    <w:unhideWhenUsed/>
    <w:rsid w:val="003F7751"/>
    <w:pPr>
      <w:widowControl/>
      <w:autoSpaceDE/>
      <w:autoSpaceDN/>
      <w:adjustRightInd/>
      <w:spacing w:before="100" w:beforeAutospacing="1" w:after="100" w:afterAutospacing="1" w:line="240" w:lineRule="auto"/>
    </w:pPr>
    <w:rPr>
      <w:rFonts w:eastAsia="Times New Roman" w:cs="Times New Roman"/>
      <w:szCs w:val="24"/>
    </w:rPr>
  </w:style>
  <w:style w:type="paragraph" w:styleId="Tekstpodstawowy">
    <w:name w:val="Body Text"/>
    <w:basedOn w:val="Normalny"/>
    <w:link w:val="TekstpodstawowyZnak"/>
    <w:uiPriority w:val="99"/>
    <w:semiHidden/>
    <w:unhideWhenUsed/>
    <w:rsid w:val="000703C4"/>
    <w:pPr>
      <w:spacing w:after="120"/>
    </w:pPr>
  </w:style>
  <w:style w:type="character" w:customStyle="1" w:styleId="TekstpodstawowyZnak">
    <w:name w:val="Tekst podstawowy Znak"/>
    <w:basedOn w:val="Domylnaczcionkaakapitu"/>
    <w:link w:val="Tekstpodstawowy"/>
    <w:uiPriority w:val="99"/>
    <w:semiHidden/>
    <w:rsid w:val="000703C4"/>
    <w:rPr>
      <w:rFonts w:ascii="Times New Roman" w:eastAsiaTheme="minorEastAsia" w:hAnsi="Times New Roman" w:cs="Arial"/>
      <w:szCs w:val="20"/>
    </w:rPr>
  </w:style>
  <w:style w:type="character" w:customStyle="1" w:styleId="Nagwek3Znak">
    <w:name w:val="Nagłówek 3 Znak"/>
    <w:basedOn w:val="Domylnaczcionkaakapitu"/>
    <w:link w:val="Nagwek3"/>
    <w:uiPriority w:val="9"/>
    <w:rsid w:val="008C328B"/>
    <w:rPr>
      <w:rFonts w:asciiTheme="majorHAnsi" w:eastAsiaTheme="majorEastAsia" w:hAnsiTheme="majorHAnsi" w:cstheme="majorBidi"/>
      <w:color w:val="243F60" w:themeColor="accent1" w:themeShade="7F"/>
    </w:rPr>
  </w:style>
  <w:style w:type="character" w:styleId="UyteHipercze">
    <w:name w:val="FollowedHyperlink"/>
    <w:basedOn w:val="Domylnaczcionkaakapitu"/>
    <w:uiPriority w:val="99"/>
    <w:semiHidden/>
    <w:unhideWhenUsed/>
    <w:rsid w:val="006A189D"/>
    <w:rPr>
      <w:color w:val="800080" w:themeColor="followedHyperlink"/>
      <w:u w:val="single"/>
    </w:rPr>
  </w:style>
  <w:style w:type="character" w:customStyle="1" w:styleId="PKTpunktZnak">
    <w:name w:val="PKT – punkt Znak"/>
    <w:basedOn w:val="Domylnaczcionkaakapitu"/>
    <w:link w:val="PKTpunkt"/>
    <w:uiPriority w:val="13"/>
    <w:locked/>
    <w:rsid w:val="003B3A6F"/>
    <w:rPr>
      <w:rFonts w:eastAsiaTheme="minorEastAsia" w:cs="Arial"/>
      <w:bCs/>
      <w:szCs w:val="20"/>
    </w:rPr>
  </w:style>
  <w:style w:type="character" w:customStyle="1" w:styleId="markedcontent">
    <w:name w:val="markedcontent"/>
    <w:basedOn w:val="Domylnaczcionkaakapitu"/>
    <w:rsid w:val="000C33BD"/>
  </w:style>
  <w:style w:type="character" w:customStyle="1" w:styleId="articletitle">
    <w:name w:val="articletitle"/>
    <w:basedOn w:val="Domylnaczcionkaakapitu"/>
    <w:rsid w:val="000B1E59"/>
  </w:style>
  <w:style w:type="character" w:customStyle="1" w:styleId="alb-s">
    <w:name w:val="a_lb-s"/>
    <w:basedOn w:val="Domylnaczcionkaakapitu"/>
    <w:rsid w:val="00C85CDA"/>
  </w:style>
  <w:style w:type="character" w:customStyle="1" w:styleId="ui-provider">
    <w:name w:val="ui-provider"/>
    <w:basedOn w:val="Domylnaczcionkaakapitu"/>
    <w:rsid w:val="0089694F"/>
  </w:style>
  <w:style w:type="character" w:customStyle="1" w:styleId="hljs-number">
    <w:name w:val="hljs-number"/>
    <w:basedOn w:val="Domylnaczcionkaakapitu"/>
    <w:rsid w:val="00EC1597"/>
  </w:style>
  <w:style w:type="character" w:customStyle="1" w:styleId="hljs-selector-tag">
    <w:name w:val="hljs-selector-tag"/>
    <w:basedOn w:val="Domylnaczcionkaakapitu"/>
    <w:rsid w:val="00EC1597"/>
  </w:style>
  <w:style w:type="character" w:styleId="Pogrubienie">
    <w:name w:val="Strong"/>
    <w:basedOn w:val="Domylnaczcionkaakapitu"/>
    <w:uiPriority w:val="22"/>
    <w:qFormat/>
    <w:rsid w:val="00135C3F"/>
    <w:rPr>
      <w:b/>
      <w:bCs/>
    </w:rPr>
  </w:style>
  <w:style w:type="paragraph" w:customStyle="1" w:styleId="pf0">
    <w:name w:val="pf0"/>
    <w:basedOn w:val="Normalny"/>
    <w:rsid w:val="005B546D"/>
    <w:pPr>
      <w:widowControl/>
      <w:autoSpaceDE/>
      <w:autoSpaceDN/>
      <w:adjustRightInd/>
      <w:spacing w:before="100" w:beforeAutospacing="1" w:after="100" w:afterAutospacing="1" w:line="240" w:lineRule="auto"/>
    </w:pPr>
    <w:rPr>
      <w:rFonts w:eastAsia="Times New Roman" w:cs="Times New Roman"/>
      <w:szCs w:val="24"/>
    </w:rPr>
  </w:style>
  <w:style w:type="character" w:customStyle="1" w:styleId="cf01">
    <w:name w:val="cf01"/>
    <w:basedOn w:val="Domylnaczcionkaakapitu"/>
    <w:rsid w:val="005B546D"/>
    <w:rPr>
      <w:rFonts w:ascii="Segoe UI" w:hAnsi="Segoe UI" w:cs="Segoe UI" w:hint="default"/>
      <w:sz w:val="18"/>
      <w:szCs w:val="18"/>
    </w:rPr>
  </w:style>
  <w:style w:type="character" w:customStyle="1" w:styleId="Nierozpoznanawzmianka1">
    <w:name w:val="Nierozpoznana wzmianka1"/>
    <w:basedOn w:val="Domylnaczcionkaakapitu"/>
    <w:uiPriority w:val="99"/>
    <w:semiHidden/>
    <w:unhideWhenUsed/>
    <w:rsid w:val="00B26A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21667">
      <w:bodyDiv w:val="1"/>
      <w:marLeft w:val="0"/>
      <w:marRight w:val="0"/>
      <w:marTop w:val="0"/>
      <w:marBottom w:val="0"/>
      <w:divBdr>
        <w:top w:val="none" w:sz="0" w:space="0" w:color="auto"/>
        <w:left w:val="none" w:sz="0" w:space="0" w:color="auto"/>
        <w:bottom w:val="none" w:sz="0" w:space="0" w:color="auto"/>
        <w:right w:val="none" w:sz="0" w:space="0" w:color="auto"/>
      </w:divBdr>
    </w:div>
    <w:div w:id="136649030">
      <w:bodyDiv w:val="1"/>
      <w:marLeft w:val="0"/>
      <w:marRight w:val="0"/>
      <w:marTop w:val="0"/>
      <w:marBottom w:val="0"/>
      <w:divBdr>
        <w:top w:val="none" w:sz="0" w:space="0" w:color="auto"/>
        <w:left w:val="none" w:sz="0" w:space="0" w:color="auto"/>
        <w:bottom w:val="none" w:sz="0" w:space="0" w:color="auto"/>
        <w:right w:val="none" w:sz="0" w:space="0" w:color="auto"/>
      </w:divBdr>
      <w:divsChild>
        <w:div w:id="2118941618">
          <w:marLeft w:val="0"/>
          <w:marRight w:val="0"/>
          <w:marTop w:val="105"/>
          <w:marBottom w:val="0"/>
          <w:divBdr>
            <w:top w:val="none" w:sz="0" w:space="0" w:color="auto"/>
            <w:left w:val="none" w:sz="0" w:space="0" w:color="auto"/>
            <w:bottom w:val="none" w:sz="0" w:space="0" w:color="auto"/>
            <w:right w:val="none" w:sz="0" w:space="0" w:color="auto"/>
          </w:divBdr>
        </w:div>
      </w:divsChild>
    </w:div>
    <w:div w:id="160395095">
      <w:bodyDiv w:val="1"/>
      <w:marLeft w:val="0"/>
      <w:marRight w:val="0"/>
      <w:marTop w:val="0"/>
      <w:marBottom w:val="0"/>
      <w:divBdr>
        <w:top w:val="none" w:sz="0" w:space="0" w:color="auto"/>
        <w:left w:val="none" w:sz="0" w:space="0" w:color="auto"/>
        <w:bottom w:val="none" w:sz="0" w:space="0" w:color="auto"/>
        <w:right w:val="none" w:sz="0" w:space="0" w:color="auto"/>
      </w:divBdr>
    </w:div>
    <w:div w:id="163324852">
      <w:bodyDiv w:val="1"/>
      <w:marLeft w:val="0"/>
      <w:marRight w:val="0"/>
      <w:marTop w:val="0"/>
      <w:marBottom w:val="0"/>
      <w:divBdr>
        <w:top w:val="none" w:sz="0" w:space="0" w:color="auto"/>
        <w:left w:val="none" w:sz="0" w:space="0" w:color="auto"/>
        <w:bottom w:val="none" w:sz="0" w:space="0" w:color="auto"/>
        <w:right w:val="none" w:sz="0" w:space="0" w:color="auto"/>
      </w:divBdr>
    </w:div>
    <w:div w:id="178735175">
      <w:bodyDiv w:val="1"/>
      <w:marLeft w:val="0"/>
      <w:marRight w:val="0"/>
      <w:marTop w:val="0"/>
      <w:marBottom w:val="0"/>
      <w:divBdr>
        <w:top w:val="none" w:sz="0" w:space="0" w:color="auto"/>
        <w:left w:val="none" w:sz="0" w:space="0" w:color="auto"/>
        <w:bottom w:val="none" w:sz="0" w:space="0" w:color="auto"/>
        <w:right w:val="none" w:sz="0" w:space="0" w:color="auto"/>
      </w:divBdr>
      <w:divsChild>
        <w:div w:id="1863082425">
          <w:marLeft w:val="0"/>
          <w:marRight w:val="0"/>
          <w:marTop w:val="0"/>
          <w:marBottom w:val="0"/>
          <w:divBdr>
            <w:top w:val="none" w:sz="0" w:space="0" w:color="auto"/>
            <w:left w:val="none" w:sz="0" w:space="0" w:color="auto"/>
            <w:bottom w:val="none" w:sz="0" w:space="0" w:color="auto"/>
            <w:right w:val="none" w:sz="0" w:space="0" w:color="auto"/>
          </w:divBdr>
          <w:divsChild>
            <w:div w:id="160657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13338">
      <w:bodyDiv w:val="1"/>
      <w:marLeft w:val="0"/>
      <w:marRight w:val="0"/>
      <w:marTop w:val="0"/>
      <w:marBottom w:val="0"/>
      <w:divBdr>
        <w:top w:val="none" w:sz="0" w:space="0" w:color="auto"/>
        <w:left w:val="none" w:sz="0" w:space="0" w:color="auto"/>
        <w:bottom w:val="none" w:sz="0" w:space="0" w:color="auto"/>
        <w:right w:val="none" w:sz="0" w:space="0" w:color="auto"/>
      </w:divBdr>
      <w:divsChild>
        <w:div w:id="292833042">
          <w:marLeft w:val="0"/>
          <w:marRight w:val="0"/>
          <w:marTop w:val="0"/>
          <w:marBottom w:val="0"/>
          <w:divBdr>
            <w:top w:val="none" w:sz="0" w:space="0" w:color="auto"/>
            <w:left w:val="none" w:sz="0" w:space="0" w:color="auto"/>
            <w:bottom w:val="none" w:sz="0" w:space="0" w:color="auto"/>
            <w:right w:val="none" w:sz="0" w:space="0" w:color="auto"/>
          </w:divBdr>
          <w:divsChild>
            <w:div w:id="1635671384">
              <w:marLeft w:val="0"/>
              <w:marRight w:val="0"/>
              <w:marTop w:val="0"/>
              <w:marBottom w:val="0"/>
              <w:divBdr>
                <w:top w:val="none" w:sz="0" w:space="0" w:color="auto"/>
                <w:left w:val="none" w:sz="0" w:space="0" w:color="auto"/>
                <w:bottom w:val="none" w:sz="0" w:space="0" w:color="auto"/>
                <w:right w:val="none" w:sz="0" w:space="0" w:color="auto"/>
              </w:divBdr>
            </w:div>
          </w:divsChild>
        </w:div>
        <w:div w:id="639191295">
          <w:marLeft w:val="0"/>
          <w:marRight w:val="0"/>
          <w:marTop w:val="0"/>
          <w:marBottom w:val="0"/>
          <w:divBdr>
            <w:top w:val="none" w:sz="0" w:space="0" w:color="auto"/>
            <w:left w:val="none" w:sz="0" w:space="0" w:color="auto"/>
            <w:bottom w:val="none" w:sz="0" w:space="0" w:color="auto"/>
            <w:right w:val="none" w:sz="0" w:space="0" w:color="auto"/>
          </w:divBdr>
          <w:divsChild>
            <w:div w:id="681203699">
              <w:marLeft w:val="0"/>
              <w:marRight w:val="0"/>
              <w:marTop w:val="150"/>
              <w:marBottom w:val="168"/>
              <w:divBdr>
                <w:top w:val="none" w:sz="0" w:space="0" w:color="auto"/>
                <w:left w:val="none" w:sz="0" w:space="0" w:color="auto"/>
                <w:bottom w:val="none" w:sz="0" w:space="0" w:color="auto"/>
                <w:right w:val="none" w:sz="0" w:space="0" w:color="auto"/>
              </w:divBdr>
            </w:div>
          </w:divsChild>
        </w:div>
      </w:divsChild>
    </w:div>
    <w:div w:id="247422549">
      <w:bodyDiv w:val="1"/>
      <w:marLeft w:val="0"/>
      <w:marRight w:val="0"/>
      <w:marTop w:val="0"/>
      <w:marBottom w:val="0"/>
      <w:divBdr>
        <w:top w:val="none" w:sz="0" w:space="0" w:color="auto"/>
        <w:left w:val="none" w:sz="0" w:space="0" w:color="auto"/>
        <w:bottom w:val="none" w:sz="0" w:space="0" w:color="auto"/>
        <w:right w:val="none" w:sz="0" w:space="0" w:color="auto"/>
      </w:divBdr>
    </w:div>
    <w:div w:id="262418953">
      <w:bodyDiv w:val="1"/>
      <w:marLeft w:val="0"/>
      <w:marRight w:val="0"/>
      <w:marTop w:val="0"/>
      <w:marBottom w:val="0"/>
      <w:divBdr>
        <w:top w:val="none" w:sz="0" w:space="0" w:color="auto"/>
        <w:left w:val="none" w:sz="0" w:space="0" w:color="auto"/>
        <w:bottom w:val="none" w:sz="0" w:space="0" w:color="auto"/>
        <w:right w:val="none" w:sz="0" w:space="0" w:color="auto"/>
      </w:divBdr>
    </w:div>
    <w:div w:id="279532248">
      <w:bodyDiv w:val="1"/>
      <w:marLeft w:val="0"/>
      <w:marRight w:val="0"/>
      <w:marTop w:val="0"/>
      <w:marBottom w:val="0"/>
      <w:divBdr>
        <w:top w:val="none" w:sz="0" w:space="0" w:color="auto"/>
        <w:left w:val="none" w:sz="0" w:space="0" w:color="auto"/>
        <w:bottom w:val="none" w:sz="0" w:space="0" w:color="auto"/>
        <w:right w:val="none" w:sz="0" w:space="0" w:color="auto"/>
      </w:divBdr>
      <w:divsChild>
        <w:div w:id="1423451617">
          <w:marLeft w:val="0"/>
          <w:marRight w:val="0"/>
          <w:marTop w:val="150"/>
          <w:marBottom w:val="168"/>
          <w:divBdr>
            <w:top w:val="none" w:sz="0" w:space="0" w:color="auto"/>
            <w:left w:val="none" w:sz="0" w:space="0" w:color="auto"/>
            <w:bottom w:val="none" w:sz="0" w:space="0" w:color="auto"/>
            <w:right w:val="none" w:sz="0" w:space="0" w:color="auto"/>
          </w:divBdr>
        </w:div>
        <w:div w:id="1784223203">
          <w:marLeft w:val="0"/>
          <w:marRight w:val="0"/>
          <w:marTop w:val="0"/>
          <w:marBottom w:val="0"/>
          <w:divBdr>
            <w:top w:val="none" w:sz="0" w:space="0" w:color="auto"/>
            <w:left w:val="none" w:sz="0" w:space="0" w:color="auto"/>
            <w:bottom w:val="none" w:sz="0" w:space="0" w:color="auto"/>
            <w:right w:val="none" w:sz="0" w:space="0" w:color="auto"/>
          </w:divBdr>
          <w:divsChild>
            <w:div w:id="1096171841">
              <w:marLeft w:val="0"/>
              <w:marRight w:val="0"/>
              <w:marTop w:val="105"/>
              <w:marBottom w:val="0"/>
              <w:divBdr>
                <w:top w:val="none" w:sz="0" w:space="0" w:color="auto"/>
                <w:left w:val="none" w:sz="0" w:space="0" w:color="auto"/>
                <w:bottom w:val="none" w:sz="0" w:space="0" w:color="auto"/>
                <w:right w:val="none" w:sz="0" w:space="0" w:color="auto"/>
              </w:divBdr>
            </w:div>
          </w:divsChild>
        </w:div>
        <w:div w:id="1820613058">
          <w:marLeft w:val="0"/>
          <w:marRight w:val="0"/>
          <w:marTop w:val="0"/>
          <w:marBottom w:val="0"/>
          <w:divBdr>
            <w:top w:val="none" w:sz="0" w:space="0" w:color="auto"/>
            <w:left w:val="none" w:sz="0" w:space="0" w:color="auto"/>
            <w:bottom w:val="none" w:sz="0" w:space="0" w:color="auto"/>
            <w:right w:val="none" w:sz="0" w:space="0" w:color="auto"/>
          </w:divBdr>
          <w:divsChild>
            <w:div w:id="101411130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308441126">
      <w:bodyDiv w:val="1"/>
      <w:marLeft w:val="0"/>
      <w:marRight w:val="0"/>
      <w:marTop w:val="0"/>
      <w:marBottom w:val="0"/>
      <w:divBdr>
        <w:top w:val="none" w:sz="0" w:space="0" w:color="auto"/>
        <w:left w:val="none" w:sz="0" w:space="0" w:color="auto"/>
        <w:bottom w:val="none" w:sz="0" w:space="0" w:color="auto"/>
        <w:right w:val="none" w:sz="0" w:space="0" w:color="auto"/>
      </w:divBdr>
    </w:div>
    <w:div w:id="320811644">
      <w:bodyDiv w:val="1"/>
      <w:marLeft w:val="0"/>
      <w:marRight w:val="0"/>
      <w:marTop w:val="0"/>
      <w:marBottom w:val="0"/>
      <w:divBdr>
        <w:top w:val="none" w:sz="0" w:space="0" w:color="auto"/>
        <w:left w:val="none" w:sz="0" w:space="0" w:color="auto"/>
        <w:bottom w:val="none" w:sz="0" w:space="0" w:color="auto"/>
        <w:right w:val="none" w:sz="0" w:space="0" w:color="auto"/>
      </w:divBdr>
    </w:div>
    <w:div w:id="327825757">
      <w:bodyDiv w:val="1"/>
      <w:marLeft w:val="0"/>
      <w:marRight w:val="0"/>
      <w:marTop w:val="0"/>
      <w:marBottom w:val="0"/>
      <w:divBdr>
        <w:top w:val="none" w:sz="0" w:space="0" w:color="auto"/>
        <w:left w:val="none" w:sz="0" w:space="0" w:color="auto"/>
        <w:bottom w:val="none" w:sz="0" w:space="0" w:color="auto"/>
        <w:right w:val="none" w:sz="0" w:space="0" w:color="auto"/>
      </w:divBdr>
      <w:divsChild>
        <w:div w:id="603728546">
          <w:marLeft w:val="0"/>
          <w:marRight w:val="0"/>
          <w:marTop w:val="0"/>
          <w:marBottom w:val="0"/>
          <w:divBdr>
            <w:top w:val="none" w:sz="0" w:space="0" w:color="auto"/>
            <w:left w:val="none" w:sz="0" w:space="0" w:color="auto"/>
            <w:bottom w:val="none" w:sz="0" w:space="0" w:color="auto"/>
            <w:right w:val="none" w:sz="0" w:space="0" w:color="auto"/>
          </w:divBdr>
        </w:div>
      </w:divsChild>
    </w:div>
    <w:div w:id="345837553">
      <w:bodyDiv w:val="1"/>
      <w:marLeft w:val="0"/>
      <w:marRight w:val="0"/>
      <w:marTop w:val="0"/>
      <w:marBottom w:val="0"/>
      <w:divBdr>
        <w:top w:val="none" w:sz="0" w:space="0" w:color="auto"/>
        <w:left w:val="none" w:sz="0" w:space="0" w:color="auto"/>
        <w:bottom w:val="none" w:sz="0" w:space="0" w:color="auto"/>
        <w:right w:val="none" w:sz="0" w:space="0" w:color="auto"/>
      </w:divBdr>
    </w:div>
    <w:div w:id="436291555">
      <w:bodyDiv w:val="1"/>
      <w:marLeft w:val="0"/>
      <w:marRight w:val="0"/>
      <w:marTop w:val="0"/>
      <w:marBottom w:val="0"/>
      <w:divBdr>
        <w:top w:val="none" w:sz="0" w:space="0" w:color="auto"/>
        <w:left w:val="none" w:sz="0" w:space="0" w:color="auto"/>
        <w:bottom w:val="none" w:sz="0" w:space="0" w:color="auto"/>
        <w:right w:val="none" w:sz="0" w:space="0" w:color="auto"/>
      </w:divBdr>
      <w:divsChild>
        <w:div w:id="1565339448">
          <w:marLeft w:val="0"/>
          <w:marRight w:val="0"/>
          <w:marTop w:val="72"/>
          <w:marBottom w:val="0"/>
          <w:divBdr>
            <w:top w:val="none" w:sz="0" w:space="0" w:color="auto"/>
            <w:left w:val="none" w:sz="0" w:space="0" w:color="auto"/>
            <w:bottom w:val="none" w:sz="0" w:space="0" w:color="auto"/>
            <w:right w:val="none" w:sz="0" w:space="0" w:color="auto"/>
          </w:divBdr>
          <w:divsChild>
            <w:div w:id="2016034561">
              <w:marLeft w:val="0"/>
              <w:marRight w:val="0"/>
              <w:marTop w:val="0"/>
              <w:marBottom w:val="0"/>
              <w:divBdr>
                <w:top w:val="none" w:sz="0" w:space="0" w:color="auto"/>
                <w:left w:val="none" w:sz="0" w:space="0" w:color="auto"/>
                <w:bottom w:val="none" w:sz="0" w:space="0" w:color="auto"/>
                <w:right w:val="none" w:sz="0" w:space="0" w:color="auto"/>
              </w:divBdr>
            </w:div>
            <w:div w:id="735588796">
              <w:marLeft w:val="360"/>
              <w:marRight w:val="0"/>
              <w:marTop w:val="72"/>
              <w:marBottom w:val="72"/>
              <w:divBdr>
                <w:top w:val="none" w:sz="0" w:space="0" w:color="auto"/>
                <w:left w:val="none" w:sz="0" w:space="0" w:color="auto"/>
                <w:bottom w:val="none" w:sz="0" w:space="0" w:color="auto"/>
                <w:right w:val="none" w:sz="0" w:space="0" w:color="auto"/>
              </w:divBdr>
              <w:divsChild>
                <w:div w:id="770203329">
                  <w:marLeft w:val="0"/>
                  <w:marRight w:val="0"/>
                  <w:marTop w:val="0"/>
                  <w:marBottom w:val="0"/>
                  <w:divBdr>
                    <w:top w:val="none" w:sz="0" w:space="0" w:color="auto"/>
                    <w:left w:val="none" w:sz="0" w:space="0" w:color="auto"/>
                    <w:bottom w:val="none" w:sz="0" w:space="0" w:color="auto"/>
                    <w:right w:val="none" w:sz="0" w:space="0" w:color="auto"/>
                  </w:divBdr>
                </w:div>
              </w:divsChild>
            </w:div>
            <w:div w:id="1737238977">
              <w:marLeft w:val="360"/>
              <w:marRight w:val="0"/>
              <w:marTop w:val="0"/>
              <w:marBottom w:val="72"/>
              <w:divBdr>
                <w:top w:val="none" w:sz="0" w:space="0" w:color="auto"/>
                <w:left w:val="none" w:sz="0" w:space="0" w:color="auto"/>
                <w:bottom w:val="none" w:sz="0" w:space="0" w:color="auto"/>
                <w:right w:val="none" w:sz="0" w:space="0" w:color="auto"/>
              </w:divBdr>
              <w:divsChild>
                <w:div w:id="254435297">
                  <w:marLeft w:val="0"/>
                  <w:marRight w:val="0"/>
                  <w:marTop w:val="0"/>
                  <w:marBottom w:val="0"/>
                  <w:divBdr>
                    <w:top w:val="none" w:sz="0" w:space="0" w:color="auto"/>
                    <w:left w:val="none" w:sz="0" w:space="0" w:color="auto"/>
                    <w:bottom w:val="none" w:sz="0" w:space="0" w:color="auto"/>
                    <w:right w:val="none" w:sz="0" w:space="0" w:color="auto"/>
                  </w:divBdr>
                </w:div>
              </w:divsChild>
            </w:div>
            <w:div w:id="506213122">
              <w:marLeft w:val="360"/>
              <w:marRight w:val="0"/>
              <w:marTop w:val="0"/>
              <w:marBottom w:val="72"/>
              <w:divBdr>
                <w:top w:val="none" w:sz="0" w:space="0" w:color="auto"/>
                <w:left w:val="none" w:sz="0" w:space="0" w:color="auto"/>
                <w:bottom w:val="none" w:sz="0" w:space="0" w:color="auto"/>
                <w:right w:val="none" w:sz="0" w:space="0" w:color="auto"/>
              </w:divBdr>
              <w:divsChild>
                <w:div w:id="1750686720">
                  <w:marLeft w:val="0"/>
                  <w:marRight w:val="0"/>
                  <w:marTop w:val="0"/>
                  <w:marBottom w:val="0"/>
                  <w:divBdr>
                    <w:top w:val="none" w:sz="0" w:space="0" w:color="auto"/>
                    <w:left w:val="none" w:sz="0" w:space="0" w:color="auto"/>
                    <w:bottom w:val="none" w:sz="0" w:space="0" w:color="auto"/>
                    <w:right w:val="none" w:sz="0" w:space="0" w:color="auto"/>
                  </w:divBdr>
                </w:div>
              </w:divsChild>
            </w:div>
            <w:div w:id="2028097885">
              <w:marLeft w:val="360"/>
              <w:marRight w:val="0"/>
              <w:marTop w:val="0"/>
              <w:marBottom w:val="72"/>
              <w:divBdr>
                <w:top w:val="none" w:sz="0" w:space="0" w:color="auto"/>
                <w:left w:val="none" w:sz="0" w:space="0" w:color="auto"/>
                <w:bottom w:val="none" w:sz="0" w:space="0" w:color="auto"/>
                <w:right w:val="none" w:sz="0" w:space="0" w:color="auto"/>
              </w:divBdr>
              <w:divsChild>
                <w:div w:id="2037388980">
                  <w:marLeft w:val="0"/>
                  <w:marRight w:val="0"/>
                  <w:marTop w:val="0"/>
                  <w:marBottom w:val="0"/>
                  <w:divBdr>
                    <w:top w:val="none" w:sz="0" w:space="0" w:color="auto"/>
                    <w:left w:val="none" w:sz="0" w:space="0" w:color="auto"/>
                    <w:bottom w:val="none" w:sz="0" w:space="0" w:color="auto"/>
                    <w:right w:val="none" w:sz="0" w:space="0" w:color="auto"/>
                  </w:divBdr>
                </w:div>
              </w:divsChild>
            </w:div>
            <w:div w:id="1510488597">
              <w:marLeft w:val="360"/>
              <w:marRight w:val="0"/>
              <w:marTop w:val="0"/>
              <w:marBottom w:val="72"/>
              <w:divBdr>
                <w:top w:val="none" w:sz="0" w:space="0" w:color="auto"/>
                <w:left w:val="none" w:sz="0" w:space="0" w:color="auto"/>
                <w:bottom w:val="none" w:sz="0" w:space="0" w:color="auto"/>
                <w:right w:val="none" w:sz="0" w:space="0" w:color="auto"/>
              </w:divBdr>
              <w:divsChild>
                <w:div w:id="12774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7021">
      <w:bodyDiv w:val="1"/>
      <w:marLeft w:val="0"/>
      <w:marRight w:val="0"/>
      <w:marTop w:val="0"/>
      <w:marBottom w:val="0"/>
      <w:divBdr>
        <w:top w:val="none" w:sz="0" w:space="0" w:color="auto"/>
        <w:left w:val="none" w:sz="0" w:space="0" w:color="auto"/>
        <w:bottom w:val="none" w:sz="0" w:space="0" w:color="auto"/>
        <w:right w:val="none" w:sz="0" w:space="0" w:color="auto"/>
      </w:divBdr>
    </w:div>
    <w:div w:id="485322881">
      <w:bodyDiv w:val="1"/>
      <w:marLeft w:val="0"/>
      <w:marRight w:val="0"/>
      <w:marTop w:val="0"/>
      <w:marBottom w:val="0"/>
      <w:divBdr>
        <w:top w:val="none" w:sz="0" w:space="0" w:color="auto"/>
        <w:left w:val="none" w:sz="0" w:space="0" w:color="auto"/>
        <w:bottom w:val="none" w:sz="0" w:space="0" w:color="auto"/>
        <w:right w:val="none" w:sz="0" w:space="0" w:color="auto"/>
      </w:divBdr>
      <w:divsChild>
        <w:div w:id="17510088">
          <w:marLeft w:val="0"/>
          <w:marRight w:val="0"/>
          <w:marTop w:val="150"/>
          <w:marBottom w:val="168"/>
          <w:divBdr>
            <w:top w:val="none" w:sz="0" w:space="0" w:color="auto"/>
            <w:left w:val="none" w:sz="0" w:space="0" w:color="auto"/>
            <w:bottom w:val="none" w:sz="0" w:space="0" w:color="auto"/>
            <w:right w:val="none" w:sz="0" w:space="0" w:color="auto"/>
          </w:divBdr>
          <w:divsChild>
            <w:div w:id="71396486">
              <w:marLeft w:val="0"/>
              <w:marRight w:val="0"/>
              <w:marTop w:val="0"/>
              <w:marBottom w:val="0"/>
              <w:divBdr>
                <w:top w:val="none" w:sz="0" w:space="0" w:color="auto"/>
                <w:left w:val="none" w:sz="0" w:space="0" w:color="auto"/>
                <w:bottom w:val="none" w:sz="0" w:space="0" w:color="auto"/>
                <w:right w:val="none" w:sz="0" w:space="0" w:color="auto"/>
              </w:divBdr>
              <w:divsChild>
                <w:div w:id="105554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15649">
          <w:marLeft w:val="0"/>
          <w:marRight w:val="0"/>
          <w:marTop w:val="150"/>
          <w:marBottom w:val="168"/>
          <w:divBdr>
            <w:top w:val="none" w:sz="0" w:space="0" w:color="auto"/>
            <w:left w:val="none" w:sz="0" w:space="0" w:color="auto"/>
            <w:bottom w:val="none" w:sz="0" w:space="0" w:color="auto"/>
            <w:right w:val="none" w:sz="0" w:space="0" w:color="auto"/>
          </w:divBdr>
        </w:div>
      </w:divsChild>
    </w:div>
    <w:div w:id="489296315">
      <w:bodyDiv w:val="1"/>
      <w:marLeft w:val="0"/>
      <w:marRight w:val="0"/>
      <w:marTop w:val="0"/>
      <w:marBottom w:val="0"/>
      <w:divBdr>
        <w:top w:val="none" w:sz="0" w:space="0" w:color="auto"/>
        <w:left w:val="none" w:sz="0" w:space="0" w:color="auto"/>
        <w:bottom w:val="none" w:sz="0" w:space="0" w:color="auto"/>
        <w:right w:val="none" w:sz="0" w:space="0" w:color="auto"/>
      </w:divBdr>
    </w:div>
    <w:div w:id="493303533">
      <w:bodyDiv w:val="1"/>
      <w:marLeft w:val="0"/>
      <w:marRight w:val="0"/>
      <w:marTop w:val="0"/>
      <w:marBottom w:val="0"/>
      <w:divBdr>
        <w:top w:val="none" w:sz="0" w:space="0" w:color="auto"/>
        <w:left w:val="none" w:sz="0" w:space="0" w:color="auto"/>
        <w:bottom w:val="none" w:sz="0" w:space="0" w:color="auto"/>
        <w:right w:val="none" w:sz="0" w:space="0" w:color="auto"/>
      </w:divBdr>
      <w:divsChild>
        <w:div w:id="1768769092">
          <w:marLeft w:val="360"/>
          <w:marRight w:val="0"/>
          <w:marTop w:val="72"/>
          <w:marBottom w:val="72"/>
          <w:divBdr>
            <w:top w:val="none" w:sz="0" w:space="0" w:color="auto"/>
            <w:left w:val="none" w:sz="0" w:space="0" w:color="auto"/>
            <w:bottom w:val="none" w:sz="0" w:space="0" w:color="auto"/>
            <w:right w:val="none" w:sz="0" w:space="0" w:color="auto"/>
          </w:divBdr>
          <w:divsChild>
            <w:div w:id="939340179">
              <w:marLeft w:val="0"/>
              <w:marRight w:val="0"/>
              <w:marTop w:val="0"/>
              <w:marBottom w:val="0"/>
              <w:divBdr>
                <w:top w:val="none" w:sz="0" w:space="0" w:color="auto"/>
                <w:left w:val="none" w:sz="0" w:space="0" w:color="auto"/>
                <w:bottom w:val="none" w:sz="0" w:space="0" w:color="auto"/>
                <w:right w:val="none" w:sz="0" w:space="0" w:color="auto"/>
              </w:divBdr>
            </w:div>
          </w:divsChild>
        </w:div>
        <w:div w:id="1591348546">
          <w:marLeft w:val="360"/>
          <w:marRight w:val="0"/>
          <w:marTop w:val="0"/>
          <w:marBottom w:val="72"/>
          <w:divBdr>
            <w:top w:val="none" w:sz="0" w:space="0" w:color="auto"/>
            <w:left w:val="none" w:sz="0" w:space="0" w:color="auto"/>
            <w:bottom w:val="none" w:sz="0" w:space="0" w:color="auto"/>
            <w:right w:val="none" w:sz="0" w:space="0" w:color="auto"/>
          </w:divBdr>
          <w:divsChild>
            <w:div w:id="129795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861877">
      <w:bodyDiv w:val="1"/>
      <w:marLeft w:val="0"/>
      <w:marRight w:val="0"/>
      <w:marTop w:val="0"/>
      <w:marBottom w:val="0"/>
      <w:divBdr>
        <w:top w:val="none" w:sz="0" w:space="0" w:color="auto"/>
        <w:left w:val="none" w:sz="0" w:space="0" w:color="auto"/>
        <w:bottom w:val="none" w:sz="0" w:space="0" w:color="auto"/>
        <w:right w:val="none" w:sz="0" w:space="0" w:color="auto"/>
      </w:divBdr>
    </w:div>
    <w:div w:id="609317168">
      <w:bodyDiv w:val="1"/>
      <w:marLeft w:val="0"/>
      <w:marRight w:val="0"/>
      <w:marTop w:val="0"/>
      <w:marBottom w:val="0"/>
      <w:divBdr>
        <w:top w:val="none" w:sz="0" w:space="0" w:color="auto"/>
        <w:left w:val="none" w:sz="0" w:space="0" w:color="auto"/>
        <w:bottom w:val="none" w:sz="0" w:space="0" w:color="auto"/>
        <w:right w:val="none" w:sz="0" w:space="0" w:color="auto"/>
      </w:divBdr>
      <w:divsChild>
        <w:div w:id="468208723">
          <w:marLeft w:val="0"/>
          <w:marRight w:val="0"/>
          <w:marTop w:val="0"/>
          <w:marBottom w:val="0"/>
          <w:divBdr>
            <w:top w:val="none" w:sz="0" w:space="0" w:color="auto"/>
            <w:left w:val="none" w:sz="0" w:space="0" w:color="auto"/>
            <w:bottom w:val="none" w:sz="0" w:space="0" w:color="auto"/>
            <w:right w:val="none" w:sz="0" w:space="0" w:color="auto"/>
          </w:divBdr>
        </w:div>
      </w:divsChild>
    </w:div>
    <w:div w:id="617369514">
      <w:bodyDiv w:val="1"/>
      <w:marLeft w:val="0"/>
      <w:marRight w:val="0"/>
      <w:marTop w:val="0"/>
      <w:marBottom w:val="0"/>
      <w:divBdr>
        <w:top w:val="none" w:sz="0" w:space="0" w:color="auto"/>
        <w:left w:val="none" w:sz="0" w:space="0" w:color="auto"/>
        <w:bottom w:val="none" w:sz="0" w:space="0" w:color="auto"/>
        <w:right w:val="none" w:sz="0" w:space="0" w:color="auto"/>
      </w:divBdr>
    </w:div>
    <w:div w:id="618341427">
      <w:bodyDiv w:val="1"/>
      <w:marLeft w:val="0"/>
      <w:marRight w:val="0"/>
      <w:marTop w:val="0"/>
      <w:marBottom w:val="0"/>
      <w:divBdr>
        <w:top w:val="none" w:sz="0" w:space="0" w:color="auto"/>
        <w:left w:val="none" w:sz="0" w:space="0" w:color="auto"/>
        <w:bottom w:val="none" w:sz="0" w:space="0" w:color="auto"/>
        <w:right w:val="none" w:sz="0" w:space="0" w:color="auto"/>
      </w:divBdr>
    </w:div>
    <w:div w:id="719285367">
      <w:bodyDiv w:val="1"/>
      <w:marLeft w:val="0"/>
      <w:marRight w:val="0"/>
      <w:marTop w:val="0"/>
      <w:marBottom w:val="0"/>
      <w:divBdr>
        <w:top w:val="none" w:sz="0" w:space="0" w:color="auto"/>
        <w:left w:val="none" w:sz="0" w:space="0" w:color="auto"/>
        <w:bottom w:val="none" w:sz="0" w:space="0" w:color="auto"/>
        <w:right w:val="none" w:sz="0" w:space="0" w:color="auto"/>
      </w:divBdr>
    </w:div>
    <w:div w:id="793332813">
      <w:bodyDiv w:val="1"/>
      <w:marLeft w:val="0"/>
      <w:marRight w:val="0"/>
      <w:marTop w:val="0"/>
      <w:marBottom w:val="0"/>
      <w:divBdr>
        <w:top w:val="none" w:sz="0" w:space="0" w:color="auto"/>
        <w:left w:val="none" w:sz="0" w:space="0" w:color="auto"/>
        <w:bottom w:val="none" w:sz="0" w:space="0" w:color="auto"/>
        <w:right w:val="none" w:sz="0" w:space="0" w:color="auto"/>
      </w:divBdr>
      <w:divsChild>
        <w:div w:id="942495504">
          <w:marLeft w:val="0"/>
          <w:marRight w:val="0"/>
          <w:marTop w:val="0"/>
          <w:marBottom w:val="0"/>
          <w:divBdr>
            <w:top w:val="single" w:sz="6" w:space="0" w:color="BCBCBC"/>
            <w:left w:val="single" w:sz="6" w:space="0" w:color="BCBCBC"/>
            <w:bottom w:val="single" w:sz="6" w:space="0" w:color="BCBCBC"/>
            <w:right w:val="single" w:sz="6" w:space="0" w:color="BCBCBC"/>
          </w:divBdr>
        </w:div>
      </w:divsChild>
    </w:div>
    <w:div w:id="793444862">
      <w:bodyDiv w:val="1"/>
      <w:marLeft w:val="0"/>
      <w:marRight w:val="0"/>
      <w:marTop w:val="0"/>
      <w:marBottom w:val="0"/>
      <w:divBdr>
        <w:top w:val="none" w:sz="0" w:space="0" w:color="auto"/>
        <w:left w:val="none" w:sz="0" w:space="0" w:color="auto"/>
        <w:bottom w:val="none" w:sz="0" w:space="0" w:color="auto"/>
        <w:right w:val="none" w:sz="0" w:space="0" w:color="auto"/>
      </w:divBdr>
      <w:divsChild>
        <w:div w:id="664170462">
          <w:marLeft w:val="360"/>
          <w:marRight w:val="0"/>
          <w:marTop w:val="0"/>
          <w:marBottom w:val="120"/>
          <w:divBdr>
            <w:top w:val="none" w:sz="0" w:space="0" w:color="auto"/>
            <w:left w:val="none" w:sz="0" w:space="0" w:color="auto"/>
            <w:bottom w:val="none" w:sz="0" w:space="0" w:color="auto"/>
            <w:right w:val="none" w:sz="0" w:space="0" w:color="auto"/>
          </w:divBdr>
        </w:div>
        <w:div w:id="1074936859">
          <w:marLeft w:val="360"/>
          <w:marRight w:val="0"/>
          <w:marTop w:val="0"/>
          <w:marBottom w:val="120"/>
          <w:divBdr>
            <w:top w:val="none" w:sz="0" w:space="0" w:color="auto"/>
            <w:left w:val="none" w:sz="0" w:space="0" w:color="auto"/>
            <w:bottom w:val="none" w:sz="0" w:space="0" w:color="auto"/>
            <w:right w:val="none" w:sz="0" w:space="0" w:color="auto"/>
          </w:divBdr>
        </w:div>
        <w:div w:id="177427695">
          <w:marLeft w:val="360"/>
          <w:marRight w:val="0"/>
          <w:marTop w:val="0"/>
          <w:marBottom w:val="120"/>
          <w:divBdr>
            <w:top w:val="none" w:sz="0" w:space="0" w:color="auto"/>
            <w:left w:val="none" w:sz="0" w:space="0" w:color="auto"/>
            <w:bottom w:val="none" w:sz="0" w:space="0" w:color="auto"/>
            <w:right w:val="none" w:sz="0" w:space="0" w:color="auto"/>
          </w:divBdr>
        </w:div>
        <w:div w:id="824324007">
          <w:marLeft w:val="360"/>
          <w:marRight w:val="0"/>
          <w:marTop w:val="0"/>
          <w:marBottom w:val="120"/>
          <w:divBdr>
            <w:top w:val="none" w:sz="0" w:space="0" w:color="auto"/>
            <w:left w:val="none" w:sz="0" w:space="0" w:color="auto"/>
            <w:bottom w:val="none" w:sz="0" w:space="0" w:color="auto"/>
            <w:right w:val="none" w:sz="0" w:space="0" w:color="auto"/>
          </w:divBdr>
        </w:div>
        <w:div w:id="1901020843">
          <w:marLeft w:val="360"/>
          <w:marRight w:val="0"/>
          <w:marTop w:val="0"/>
          <w:marBottom w:val="120"/>
          <w:divBdr>
            <w:top w:val="none" w:sz="0" w:space="0" w:color="auto"/>
            <w:left w:val="none" w:sz="0" w:space="0" w:color="auto"/>
            <w:bottom w:val="none" w:sz="0" w:space="0" w:color="auto"/>
            <w:right w:val="none" w:sz="0" w:space="0" w:color="auto"/>
          </w:divBdr>
        </w:div>
        <w:div w:id="208538438">
          <w:marLeft w:val="360"/>
          <w:marRight w:val="0"/>
          <w:marTop w:val="0"/>
          <w:marBottom w:val="120"/>
          <w:divBdr>
            <w:top w:val="none" w:sz="0" w:space="0" w:color="auto"/>
            <w:left w:val="none" w:sz="0" w:space="0" w:color="auto"/>
            <w:bottom w:val="none" w:sz="0" w:space="0" w:color="auto"/>
            <w:right w:val="none" w:sz="0" w:space="0" w:color="auto"/>
          </w:divBdr>
        </w:div>
        <w:div w:id="459614719">
          <w:marLeft w:val="360"/>
          <w:marRight w:val="0"/>
          <w:marTop w:val="0"/>
          <w:marBottom w:val="120"/>
          <w:divBdr>
            <w:top w:val="none" w:sz="0" w:space="0" w:color="auto"/>
            <w:left w:val="none" w:sz="0" w:space="0" w:color="auto"/>
            <w:bottom w:val="none" w:sz="0" w:space="0" w:color="auto"/>
            <w:right w:val="none" w:sz="0" w:space="0" w:color="auto"/>
          </w:divBdr>
        </w:div>
      </w:divsChild>
    </w:div>
    <w:div w:id="819804830">
      <w:bodyDiv w:val="1"/>
      <w:marLeft w:val="0"/>
      <w:marRight w:val="0"/>
      <w:marTop w:val="0"/>
      <w:marBottom w:val="0"/>
      <w:divBdr>
        <w:top w:val="none" w:sz="0" w:space="0" w:color="auto"/>
        <w:left w:val="none" w:sz="0" w:space="0" w:color="auto"/>
        <w:bottom w:val="none" w:sz="0" w:space="0" w:color="auto"/>
        <w:right w:val="none" w:sz="0" w:space="0" w:color="auto"/>
      </w:divBdr>
    </w:div>
    <w:div w:id="825895691">
      <w:bodyDiv w:val="1"/>
      <w:marLeft w:val="0"/>
      <w:marRight w:val="0"/>
      <w:marTop w:val="0"/>
      <w:marBottom w:val="0"/>
      <w:divBdr>
        <w:top w:val="none" w:sz="0" w:space="0" w:color="auto"/>
        <w:left w:val="none" w:sz="0" w:space="0" w:color="auto"/>
        <w:bottom w:val="none" w:sz="0" w:space="0" w:color="auto"/>
        <w:right w:val="none" w:sz="0" w:space="0" w:color="auto"/>
      </w:divBdr>
      <w:divsChild>
        <w:div w:id="451360790">
          <w:marLeft w:val="0"/>
          <w:marRight w:val="0"/>
          <w:marTop w:val="0"/>
          <w:marBottom w:val="0"/>
          <w:divBdr>
            <w:top w:val="none" w:sz="0" w:space="0" w:color="auto"/>
            <w:left w:val="none" w:sz="0" w:space="0" w:color="auto"/>
            <w:bottom w:val="none" w:sz="0" w:space="0" w:color="auto"/>
            <w:right w:val="none" w:sz="0" w:space="0" w:color="auto"/>
          </w:divBdr>
        </w:div>
      </w:divsChild>
    </w:div>
    <w:div w:id="960496907">
      <w:bodyDiv w:val="1"/>
      <w:marLeft w:val="0"/>
      <w:marRight w:val="0"/>
      <w:marTop w:val="0"/>
      <w:marBottom w:val="0"/>
      <w:divBdr>
        <w:top w:val="none" w:sz="0" w:space="0" w:color="auto"/>
        <w:left w:val="none" w:sz="0" w:space="0" w:color="auto"/>
        <w:bottom w:val="none" w:sz="0" w:space="0" w:color="auto"/>
        <w:right w:val="none" w:sz="0" w:space="0" w:color="auto"/>
      </w:divBdr>
    </w:div>
    <w:div w:id="961110232">
      <w:bodyDiv w:val="1"/>
      <w:marLeft w:val="0"/>
      <w:marRight w:val="0"/>
      <w:marTop w:val="0"/>
      <w:marBottom w:val="0"/>
      <w:divBdr>
        <w:top w:val="none" w:sz="0" w:space="0" w:color="auto"/>
        <w:left w:val="none" w:sz="0" w:space="0" w:color="auto"/>
        <w:bottom w:val="none" w:sz="0" w:space="0" w:color="auto"/>
        <w:right w:val="none" w:sz="0" w:space="0" w:color="auto"/>
      </w:divBdr>
    </w:div>
    <w:div w:id="975914005">
      <w:bodyDiv w:val="1"/>
      <w:marLeft w:val="0"/>
      <w:marRight w:val="0"/>
      <w:marTop w:val="0"/>
      <w:marBottom w:val="0"/>
      <w:divBdr>
        <w:top w:val="none" w:sz="0" w:space="0" w:color="auto"/>
        <w:left w:val="none" w:sz="0" w:space="0" w:color="auto"/>
        <w:bottom w:val="none" w:sz="0" w:space="0" w:color="auto"/>
        <w:right w:val="none" w:sz="0" w:space="0" w:color="auto"/>
      </w:divBdr>
    </w:div>
    <w:div w:id="1001467948">
      <w:bodyDiv w:val="1"/>
      <w:marLeft w:val="0"/>
      <w:marRight w:val="0"/>
      <w:marTop w:val="0"/>
      <w:marBottom w:val="0"/>
      <w:divBdr>
        <w:top w:val="none" w:sz="0" w:space="0" w:color="auto"/>
        <w:left w:val="none" w:sz="0" w:space="0" w:color="auto"/>
        <w:bottom w:val="none" w:sz="0" w:space="0" w:color="auto"/>
        <w:right w:val="none" w:sz="0" w:space="0" w:color="auto"/>
      </w:divBdr>
    </w:div>
    <w:div w:id="1047609879">
      <w:bodyDiv w:val="1"/>
      <w:marLeft w:val="0"/>
      <w:marRight w:val="0"/>
      <w:marTop w:val="0"/>
      <w:marBottom w:val="0"/>
      <w:divBdr>
        <w:top w:val="none" w:sz="0" w:space="0" w:color="auto"/>
        <w:left w:val="none" w:sz="0" w:space="0" w:color="auto"/>
        <w:bottom w:val="none" w:sz="0" w:space="0" w:color="auto"/>
        <w:right w:val="none" w:sz="0" w:space="0" w:color="auto"/>
      </w:divBdr>
    </w:div>
    <w:div w:id="1104498192">
      <w:bodyDiv w:val="1"/>
      <w:marLeft w:val="0"/>
      <w:marRight w:val="0"/>
      <w:marTop w:val="0"/>
      <w:marBottom w:val="0"/>
      <w:divBdr>
        <w:top w:val="none" w:sz="0" w:space="0" w:color="auto"/>
        <w:left w:val="none" w:sz="0" w:space="0" w:color="auto"/>
        <w:bottom w:val="none" w:sz="0" w:space="0" w:color="auto"/>
        <w:right w:val="none" w:sz="0" w:space="0" w:color="auto"/>
      </w:divBdr>
    </w:div>
    <w:div w:id="1123426780">
      <w:bodyDiv w:val="1"/>
      <w:marLeft w:val="0"/>
      <w:marRight w:val="0"/>
      <w:marTop w:val="0"/>
      <w:marBottom w:val="0"/>
      <w:divBdr>
        <w:top w:val="none" w:sz="0" w:space="0" w:color="auto"/>
        <w:left w:val="none" w:sz="0" w:space="0" w:color="auto"/>
        <w:bottom w:val="none" w:sz="0" w:space="0" w:color="auto"/>
        <w:right w:val="none" w:sz="0" w:space="0" w:color="auto"/>
      </w:divBdr>
      <w:divsChild>
        <w:div w:id="835464323">
          <w:marLeft w:val="0"/>
          <w:marRight w:val="0"/>
          <w:marTop w:val="72"/>
          <w:marBottom w:val="0"/>
          <w:divBdr>
            <w:top w:val="none" w:sz="0" w:space="0" w:color="auto"/>
            <w:left w:val="none" w:sz="0" w:space="0" w:color="auto"/>
            <w:bottom w:val="none" w:sz="0" w:space="0" w:color="auto"/>
            <w:right w:val="none" w:sz="0" w:space="0" w:color="auto"/>
          </w:divBdr>
          <w:divsChild>
            <w:div w:id="2067147543">
              <w:marLeft w:val="0"/>
              <w:marRight w:val="0"/>
              <w:marTop w:val="0"/>
              <w:marBottom w:val="0"/>
              <w:divBdr>
                <w:top w:val="none" w:sz="0" w:space="0" w:color="auto"/>
                <w:left w:val="none" w:sz="0" w:space="0" w:color="auto"/>
                <w:bottom w:val="none" w:sz="0" w:space="0" w:color="auto"/>
                <w:right w:val="none" w:sz="0" w:space="0" w:color="auto"/>
              </w:divBdr>
            </w:div>
          </w:divsChild>
        </w:div>
        <w:div w:id="1975595307">
          <w:marLeft w:val="0"/>
          <w:marRight w:val="0"/>
          <w:marTop w:val="72"/>
          <w:marBottom w:val="0"/>
          <w:divBdr>
            <w:top w:val="none" w:sz="0" w:space="0" w:color="auto"/>
            <w:left w:val="none" w:sz="0" w:space="0" w:color="auto"/>
            <w:bottom w:val="none" w:sz="0" w:space="0" w:color="auto"/>
            <w:right w:val="none" w:sz="0" w:space="0" w:color="auto"/>
          </w:divBdr>
          <w:divsChild>
            <w:div w:id="77262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350260">
      <w:bodyDiv w:val="1"/>
      <w:marLeft w:val="0"/>
      <w:marRight w:val="0"/>
      <w:marTop w:val="0"/>
      <w:marBottom w:val="0"/>
      <w:divBdr>
        <w:top w:val="none" w:sz="0" w:space="0" w:color="auto"/>
        <w:left w:val="none" w:sz="0" w:space="0" w:color="auto"/>
        <w:bottom w:val="none" w:sz="0" w:space="0" w:color="auto"/>
        <w:right w:val="none" w:sz="0" w:space="0" w:color="auto"/>
      </w:divBdr>
    </w:div>
    <w:div w:id="1271548539">
      <w:bodyDiv w:val="1"/>
      <w:marLeft w:val="0"/>
      <w:marRight w:val="0"/>
      <w:marTop w:val="0"/>
      <w:marBottom w:val="0"/>
      <w:divBdr>
        <w:top w:val="none" w:sz="0" w:space="0" w:color="auto"/>
        <w:left w:val="none" w:sz="0" w:space="0" w:color="auto"/>
        <w:bottom w:val="none" w:sz="0" w:space="0" w:color="auto"/>
        <w:right w:val="none" w:sz="0" w:space="0" w:color="auto"/>
      </w:divBdr>
    </w:div>
    <w:div w:id="1294559905">
      <w:bodyDiv w:val="1"/>
      <w:marLeft w:val="0"/>
      <w:marRight w:val="0"/>
      <w:marTop w:val="0"/>
      <w:marBottom w:val="0"/>
      <w:divBdr>
        <w:top w:val="none" w:sz="0" w:space="0" w:color="auto"/>
        <w:left w:val="none" w:sz="0" w:space="0" w:color="auto"/>
        <w:bottom w:val="none" w:sz="0" w:space="0" w:color="auto"/>
        <w:right w:val="none" w:sz="0" w:space="0" w:color="auto"/>
      </w:divBdr>
    </w:div>
    <w:div w:id="1301615866">
      <w:bodyDiv w:val="1"/>
      <w:marLeft w:val="0"/>
      <w:marRight w:val="0"/>
      <w:marTop w:val="0"/>
      <w:marBottom w:val="0"/>
      <w:divBdr>
        <w:top w:val="none" w:sz="0" w:space="0" w:color="auto"/>
        <w:left w:val="none" w:sz="0" w:space="0" w:color="auto"/>
        <w:bottom w:val="none" w:sz="0" w:space="0" w:color="auto"/>
        <w:right w:val="none" w:sz="0" w:space="0" w:color="auto"/>
      </w:divBdr>
      <w:divsChild>
        <w:div w:id="1664353766">
          <w:marLeft w:val="0"/>
          <w:marRight w:val="0"/>
          <w:marTop w:val="0"/>
          <w:marBottom w:val="0"/>
          <w:divBdr>
            <w:top w:val="none" w:sz="0" w:space="0" w:color="auto"/>
            <w:left w:val="none" w:sz="0" w:space="0" w:color="auto"/>
            <w:bottom w:val="none" w:sz="0" w:space="0" w:color="auto"/>
            <w:right w:val="none" w:sz="0" w:space="0" w:color="auto"/>
          </w:divBdr>
        </w:div>
      </w:divsChild>
    </w:div>
    <w:div w:id="1306005127">
      <w:bodyDiv w:val="1"/>
      <w:marLeft w:val="0"/>
      <w:marRight w:val="0"/>
      <w:marTop w:val="0"/>
      <w:marBottom w:val="0"/>
      <w:divBdr>
        <w:top w:val="none" w:sz="0" w:space="0" w:color="auto"/>
        <w:left w:val="none" w:sz="0" w:space="0" w:color="auto"/>
        <w:bottom w:val="none" w:sz="0" w:space="0" w:color="auto"/>
        <w:right w:val="none" w:sz="0" w:space="0" w:color="auto"/>
      </w:divBdr>
    </w:div>
    <w:div w:id="1331252321">
      <w:bodyDiv w:val="1"/>
      <w:marLeft w:val="0"/>
      <w:marRight w:val="0"/>
      <w:marTop w:val="0"/>
      <w:marBottom w:val="0"/>
      <w:divBdr>
        <w:top w:val="none" w:sz="0" w:space="0" w:color="auto"/>
        <w:left w:val="none" w:sz="0" w:space="0" w:color="auto"/>
        <w:bottom w:val="none" w:sz="0" w:space="0" w:color="auto"/>
        <w:right w:val="none" w:sz="0" w:space="0" w:color="auto"/>
      </w:divBdr>
    </w:div>
    <w:div w:id="1357198604">
      <w:bodyDiv w:val="1"/>
      <w:marLeft w:val="0"/>
      <w:marRight w:val="0"/>
      <w:marTop w:val="0"/>
      <w:marBottom w:val="0"/>
      <w:divBdr>
        <w:top w:val="none" w:sz="0" w:space="0" w:color="auto"/>
        <w:left w:val="none" w:sz="0" w:space="0" w:color="auto"/>
        <w:bottom w:val="none" w:sz="0" w:space="0" w:color="auto"/>
        <w:right w:val="none" w:sz="0" w:space="0" w:color="auto"/>
      </w:divBdr>
    </w:div>
    <w:div w:id="1374311511">
      <w:bodyDiv w:val="1"/>
      <w:marLeft w:val="0"/>
      <w:marRight w:val="0"/>
      <w:marTop w:val="0"/>
      <w:marBottom w:val="0"/>
      <w:divBdr>
        <w:top w:val="none" w:sz="0" w:space="0" w:color="auto"/>
        <w:left w:val="none" w:sz="0" w:space="0" w:color="auto"/>
        <w:bottom w:val="none" w:sz="0" w:space="0" w:color="auto"/>
        <w:right w:val="none" w:sz="0" w:space="0" w:color="auto"/>
      </w:divBdr>
    </w:div>
    <w:div w:id="1375232989">
      <w:bodyDiv w:val="1"/>
      <w:marLeft w:val="0"/>
      <w:marRight w:val="0"/>
      <w:marTop w:val="0"/>
      <w:marBottom w:val="0"/>
      <w:divBdr>
        <w:top w:val="none" w:sz="0" w:space="0" w:color="auto"/>
        <w:left w:val="none" w:sz="0" w:space="0" w:color="auto"/>
        <w:bottom w:val="none" w:sz="0" w:space="0" w:color="auto"/>
        <w:right w:val="none" w:sz="0" w:space="0" w:color="auto"/>
      </w:divBdr>
    </w:div>
    <w:div w:id="1452165822">
      <w:bodyDiv w:val="1"/>
      <w:marLeft w:val="0"/>
      <w:marRight w:val="0"/>
      <w:marTop w:val="0"/>
      <w:marBottom w:val="0"/>
      <w:divBdr>
        <w:top w:val="none" w:sz="0" w:space="0" w:color="auto"/>
        <w:left w:val="none" w:sz="0" w:space="0" w:color="auto"/>
        <w:bottom w:val="none" w:sz="0" w:space="0" w:color="auto"/>
        <w:right w:val="none" w:sz="0" w:space="0" w:color="auto"/>
      </w:divBdr>
    </w:div>
    <w:div w:id="1469779917">
      <w:bodyDiv w:val="1"/>
      <w:marLeft w:val="0"/>
      <w:marRight w:val="0"/>
      <w:marTop w:val="0"/>
      <w:marBottom w:val="0"/>
      <w:divBdr>
        <w:top w:val="none" w:sz="0" w:space="0" w:color="auto"/>
        <w:left w:val="none" w:sz="0" w:space="0" w:color="auto"/>
        <w:bottom w:val="none" w:sz="0" w:space="0" w:color="auto"/>
        <w:right w:val="none" w:sz="0" w:space="0" w:color="auto"/>
      </w:divBdr>
      <w:divsChild>
        <w:div w:id="1613900325">
          <w:marLeft w:val="360"/>
          <w:marRight w:val="0"/>
          <w:marTop w:val="200"/>
          <w:marBottom w:val="0"/>
          <w:divBdr>
            <w:top w:val="none" w:sz="0" w:space="0" w:color="auto"/>
            <w:left w:val="none" w:sz="0" w:space="0" w:color="auto"/>
            <w:bottom w:val="none" w:sz="0" w:space="0" w:color="auto"/>
            <w:right w:val="none" w:sz="0" w:space="0" w:color="auto"/>
          </w:divBdr>
        </w:div>
        <w:div w:id="578904393">
          <w:marLeft w:val="360"/>
          <w:marRight w:val="0"/>
          <w:marTop w:val="200"/>
          <w:marBottom w:val="0"/>
          <w:divBdr>
            <w:top w:val="none" w:sz="0" w:space="0" w:color="auto"/>
            <w:left w:val="none" w:sz="0" w:space="0" w:color="auto"/>
            <w:bottom w:val="none" w:sz="0" w:space="0" w:color="auto"/>
            <w:right w:val="none" w:sz="0" w:space="0" w:color="auto"/>
          </w:divBdr>
        </w:div>
        <w:div w:id="202526785">
          <w:marLeft w:val="360"/>
          <w:marRight w:val="0"/>
          <w:marTop w:val="200"/>
          <w:marBottom w:val="0"/>
          <w:divBdr>
            <w:top w:val="none" w:sz="0" w:space="0" w:color="auto"/>
            <w:left w:val="none" w:sz="0" w:space="0" w:color="auto"/>
            <w:bottom w:val="none" w:sz="0" w:space="0" w:color="auto"/>
            <w:right w:val="none" w:sz="0" w:space="0" w:color="auto"/>
          </w:divBdr>
        </w:div>
        <w:div w:id="267584979">
          <w:marLeft w:val="360"/>
          <w:marRight w:val="0"/>
          <w:marTop w:val="200"/>
          <w:marBottom w:val="0"/>
          <w:divBdr>
            <w:top w:val="none" w:sz="0" w:space="0" w:color="auto"/>
            <w:left w:val="none" w:sz="0" w:space="0" w:color="auto"/>
            <w:bottom w:val="none" w:sz="0" w:space="0" w:color="auto"/>
            <w:right w:val="none" w:sz="0" w:space="0" w:color="auto"/>
          </w:divBdr>
        </w:div>
        <w:div w:id="1958682145">
          <w:marLeft w:val="360"/>
          <w:marRight w:val="0"/>
          <w:marTop w:val="200"/>
          <w:marBottom w:val="0"/>
          <w:divBdr>
            <w:top w:val="none" w:sz="0" w:space="0" w:color="auto"/>
            <w:left w:val="none" w:sz="0" w:space="0" w:color="auto"/>
            <w:bottom w:val="none" w:sz="0" w:space="0" w:color="auto"/>
            <w:right w:val="none" w:sz="0" w:space="0" w:color="auto"/>
          </w:divBdr>
        </w:div>
        <w:div w:id="1619414428">
          <w:marLeft w:val="360"/>
          <w:marRight w:val="0"/>
          <w:marTop w:val="200"/>
          <w:marBottom w:val="0"/>
          <w:divBdr>
            <w:top w:val="none" w:sz="0" w:space="0" w:color="auto"/>
            <w:left w:val="none" w:sz="0" w:space="0" w:color="auto"/>
            <w:bottom w:val="none" w:sz="0" w:space="0" w:color="auto"/>
            <w:right w:val="none" w:sz="0" w:space="0" w:color="auto"/>
          </w:divBdr>
        </w:div>
        <w:div w:id="578756586">
          <w:marLeft w:val="360"/>
          <w:marRight w:val="0"/>
          <w:marTop w:val="200"/>
          <w:marBottom w:val="0"/>
          <w:divBdr>
            <w:top w:val="none" w:sz="0" w:space="0" w:color="auto"/>
            <w:left w:val="none" w:sz="0" w:space="0" w:color="auto"/>
            <w:bottom w:val="none" w:sz="0" w:space="0" w:color="auto"/>
            <w:right w:val="none" w:sz="0" w:space="0" w:color="auto"/>
          </w:divBdr>
        </w:div>
      </w:divsChild>
    </w:div>
    <w:div w:id="1498964253">
      <w:bodyDiv w:val="1"/>
      <w:marLeft w:val="0"/>
      <w:marRight w:val="0"/>
      <w:marTop w:val="0"/>
      <w:marBottom w:val="0"/>
      <w:divBdr>
        <w:top w:val="none" w:sz="0" w:space="0" w:color="auto"/>
        <w:left w:val="none" w:sz="0" w:space="0" w:color="auto"/>
        <w:bottom w:val="none" w:sz="0" w:space="0" w:color="auto"/>
        <w:right w:val="none" w:sz="0" w:space="0" w:color="auto"/>
      </w:divBdr>
    </w:div>
    <w:div w:id="1527015403">
      <w:bodyDiv w:val="1"/>
      <w:marLeft w:val="0"/>
      <w:marRight w:val="0"/>
      <w:marTop w:val="0"/>
      <w:marBottom w:val="0"/>
      <w:divBdr>
        <w:top w:val="none" w:sz="0" w:space="0" w:color="auto"/>
        <w:left w:val="none" w:sz="0" w:space="0" w:color="auto"/>
        <w:bottom w:val="none" w:sz="0" w:space="0" w:color="auto"/>
        <w:right w:val="none" w:sz="0" w:space="0" w:color="auto"/>
      </w:divBdr>
      <w:divsChild>
        <w:div w:id="142166487">
          <w:marLeft w:val="255"/>
          <w:marRight w:val="0"/>
          <w:marTop w:val="0"/>
          <w:marBottom w:val="0"/>
          <w:divBdr>
            <w:top w:val="none" w:sz="0" w:space="0" w:color="auto"/>
            <w:left w:val="none" w:sz="0" w:space="0" w:color="auto"/>
            <w:bottom w:val="none" w:sz="0" w:space="0" w:color="auto"/>
            <w:right w:val="none" w:sz="0" w:space="0" w:color="auto"/>
          </w:divBdr>
          <w:divsChild>
            <w:div w:id="1874342736">
              <w:marLeft w:val="0"/>
              <w:marRight w:val="0"/>
              <w:marTop w:val="0"/>
              <w:marBottom w:val="0"/>
              <w:divBdr>
                <w:top w:val="none" w:sz="0" w:space="0" w:color="auto"/>
                <w:left w:val="none" w:sz="0" w:space="0" w:color="auto"/>
                <w:bottom w:val="none" w:sz="0" w:space="0" w:color="auto"/>
                <w:right w:val="none" w:sz="0" w:space="0" w:color="auto"/>
              </w:divBdr>
              <w:divsChild>
                <w:div w:id="61121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004257">
          <w:marLeft w:val="0"/>
          <w:marRight w:val="0"/>
          <w:marTop w:val="150"/>
          <w:marBottom w:val="147"/>
          <w:divBdr>
            <w:top w:val="none" w:sz="0" w:space="0" w:color="auto"/>
            <w:left w:val="none" w:sz="0" w:space="0" w:color="auto"/>
            <w:bottom w:val="none" w:sz="0" w:space="0" w:color="auto"/>
            <w:right w:val="none" w:sz="0" w:space="0" w:color="auto"/>
          </w:divBdr>
        </w:div>
        <w:div w:id="503665380">
          <w:marLeft w:val="255"/>
          <w:marRight w:val="0"/>
          <w:marTop w:val="0"/>
          <w:marBottom w:val="0"/>
          <w:divBdr>
            <w:top w:val="none" w:sz="0" w:space="0" w:color="auto"/>
            <w:left w:val="none" w:sz="0" w:space="0" w:color="auto"/>
            <w:bottom w:val="none" w:sz="0" w:space="0" w:color="auto"/>
            <w:right w:val="none" w:sz="0" w:space="0" w:color="auto"/>
          </w:divBdr>
          <w:divsChild>
            <w:div w:id="1568952483">
              <w:marLeft w:val="0"/>
              <w:marRight w:val="0"/>
              <w:marTop w:val="0"/>
              <w:marBottom w:val="0"/>
              <w:divBdr>
                <w:top w:val="none" w:sz="0" w:space="0" w:color="auto"/>
                <w:left w:val="none" w:sz="0" w:space="0" w:color="auto"/>
                <w:bottom w:val="none" w:sz="0" w:space="0" w:color="auto"/>
                <w:right w:val="none" w:sz="0" w:space="0" w:color="auto"/>
              </w:divBdr>
              <w:divsChild>
                <w:div w:id="61598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534208">
      <w:bodyDiv w:val="1"/>
      <w:marLeft w:val="0"/>
      <w:marRight w:val="0"/>
      <w:marTop w:val="0"/>
      <w:marBottom w:val="0"/>
      <w:divBdr>
        <w:top w:val="none" w:sz="0" w:space="0" w:color="auto"/>
        <w:left w:val="none" w:sz="0" w:space="0" w:color="auto"/>
        <w:bottom w:val="none" w:sz="0" w:space="0" w:color="auto"/>
        <w:right w:val="none" w:sz="0" w:space="0" w:color="auto"/>
      </w:divBdr>
    </w:div>
    <w:div w:id="1633365790">
      <w:bodyDiv w:val="1"/>
      <w:marLeft w:val="0"/>
      <w:marRight w:val="0"/>
      <w:marTop w:val="0"/>
      <w:marBottom w:val="0"/>
      <w:divBdr>
        <w:top w:val="none" w:sz="0" w:space="0" w:color="auto"/>
        <w:left w:val="none" w:sz="0" w:space="0" w:color="auto"/>
        <w:bottom w:val="none" w:sz="0" w:space="0" w:color="auto"/>
        <w:right w:val="none" w:sz="0" w:space="0" w:color="auto"/>
      </w:divBdr>
    </w:div>
    <w:div w:id="1648626250">
      <w:bodyDiv w:val="1"/>
      <w:marLeft w:val="0"/>
      <w:marRight w:val="0"/>
      <w:marTop w:val="0"/>
      <w:marBottom w:val="0"/>
      <w:divBdr>
        <w:top w:val="none" w:sz="0" w:space="0" w:color="auto"/>
        <w:left w:val="none" w:sz="0" w:space="0" w:color="auto"/>
        <w:bottom w:val="none" w:sz="0" w:space="0" w:color="auto"/>
        <w:right w:val="none" w:sz="0" w:space="0" w:color="auto"/>
      </w:divBdr>
      <w:divsChild>
        <w:div w:id="81924220">
          <w:marLeft w:val="255"/>
          <w:marRight w:val="0"/>
          <w:marTop w:val="0"/>
          <w:marBottom w:val="0"/>
          <w:divBdr>
            <w:top w:val="none" w:sz="0" w:space="0" w:color="auto"/>
            <w:left w:val="none" w:sz="0" w:space="0" w:color="auto"/>
            <w:bottom w:val="none" w:sz="0" w:space="0" w:color="auto"/>
            <w:right w:val="none" w:sz="0" w:space="0" w:color="auto"/>
          </w:divBdr>
        </w:div>
        <w:div w:id="237176281">
          <w:marLeft w:val="255"/>
          <w:marRight w:val="0"/>
          <w:marTop w:val="0"/>
          <w:marBottom w:val="0"/>
          <w:divBdr>
            <w:top w:val="none" w:sz="0" w:space="0" w:color="auto"/>
            <w:left w:val="none" w:sz="0" w:space="0" w:color="auto"/>
            <w:bottom w:val="none" w:sz="0" w:space="0" w:color="auto"/>
            <w:right w:val="none" w:sz="0" w:space="0" w:color="auto"/>
          </w:divBdr>
        </w:div>
        <w:div w:id="731657904">
          <w:marLeft w:val="0"/>
          <w:marRight w:val="0"/>
          <w:marTop w:val="105"/>
          <w:marBottom w:val="0"/>
          <w:divBdr>
            <w:top w:val="none" w:sz="0" w:space="0" w:color="auto"/>
            <w:left w:val="none" w:sz="0" w:space="0" w:color="auto"/>
            <w:bottom w:val="none" w:sz="0" w:space="0" w:color="auto"/>
            <w:right w:val="none" w:sz="0" w:space="0" w:color="auto"/>
          </w:divBdr>
        </w:div>
        <w:div w:id="1529831864">
          <w:marLeft w:val="255"/>
          <w:marRight w:val="0"/>
          <w:marTop w:val="0"/>
          <w:marBottom w:val="0"/>
          <w:divBdr>
            <w:top w:val="none" w:sz="0" w:space="0" w:color="auto"/>
            <w:left w:val="none" w:sz="0" w:space="0" w:color="auto"/>
            <w:bottom w:val="none" w:sz="0" w:space="0" w:color="auto"/>
            <w:right w:val="none" w:sz="0" w:space="0" w:color="auto"/>
          </w:divBdr>
        </w:div>
        <w:div w:id="1960991130">
          <w:marLeft w:val="255"/>
          <w:marRight w:val="0"/>
          <w:marTop w:val="0"/>
          <w:marBottom w:val="0"/>
          <w:divBdr>
            <w:top w:val="none" w:sz="0" w:space="0" w:color="auto"/>
            <w:left w:val="none" w:sz="0" w:space="0" w:color="auto"/>
            <w:bottom w:val="none" w:sz="0" w:space="0" w:color="auto"/>
            <w:right w:val="none" w:sz="0" w:space="0" w:color="auto"/>
          </w:divBdr>
        </w:div>
      </w:divsChild>
    </w:div>
    <w:div w:id="1652440253">
      <w:bodyDiv w:val="1"/>
      <w:marLeft w:val="0"/>
      <w:marRight w:val="0"/>
      <w:marTop w:val="0"/>
      <w:marBottom w:val="0"/>
      <w:divBdr>
        <w:top w:val="none" w:sz="0" w:space="0" w:color="auto"/>
        <w:left w:val="none" w:sz="0" w:space="0" w:color="auto"/>
        <w:bottom w:val="none" w:sz="0" w:space="0" w:color="auto"/>
        <w:right w:val="none" w:sz="0" w:space="0" w:color="auto"/>
      </w:divBdr>
    </w:div>
    <w:div w:id="1675953081">
      <w:bodyDiv w:val="1"/>
      <w:marLeft w:val="0"/>
      <w:marRight w:val="0"/>
      <w:marTop w:val="0"/>
      <w:marBottom w:val="0"/>
      <w:divBdr>
        <w:top w:val="none" w:sz="0" w:space="0" w:color="auto"/>
        <w:left w:val="none" w:sz="0" w:space="0" w:color="auto"/>
        <w:bottom w:val="none" w:sz="0" w:space="0" w:color="auto"/>
        <w:right w:val="none" w:sz="0" w:space="0" w:color="auto"/>
      </w:divBdr>
    </w:div>
    <w:div w:id="1725912694">
      <w:bodyDiv w:val="1"/>
      <w:marLeft w:val="0"/>
      <w:marRight w:val="0"/>
      <w:marTop w:val="0"/>
      <w:marBottom w:val="0"/>
      <w:divBdr>
        <w:top w:val="none" w:sz="0" w:space="0" w:color="auto"/>
        <w:left w:val="none" w:sz="0" w:space="0" w:color="auto"/>
        <w:bottom w:val="none" w:sz="0" w:space="0" w:color="auto"/>
        <w:right w:val="none" w:sz="0" w:space="0" w:color="auto"/>
      </w:divBdr>
      <w:divsChild>
        <w:div w:id="574172226">
          <w:marLeft w:val="0"/>
          <w:marRight w:val="0"/>
          <w:marTop w:val="105"/>
          <w:marBottom w:val="0"/>
          <w:divBdr>
            <w:top w:val="none" w:sz="0" w:space="0" w:color="auto"/>
            <w:left w:val="none" w:sz="0" w:space="0" w:color="auto"/>
            <w:bottom w:val="none" w:sz="0" w:space="0" w:color="auto"/>
            <w:right w:val="none" w:sz="0" w:space="0" w:color="auto"/>
          </w:divBdr>
        </w:div>
        <w:div w:id="781267348">
          <w:marLeft w:val="0"/>
          <w:marRight w:val="0"/>
          <w:marTop w:val="105"/>
          <w:marBottom w:val="0"/>
          <w:divBdr>
            <w:top w:val="none" w:sz="0" w:space="0" w:color="auto"/>
            <w:left w:val="none" w:sz="0" w:space="0" w:color="auto"/>
            <w:bottom w:val="none" w:sz="0" w:space="0" w:color="auto"/>
            <w:right w:val="none" w:sz="0" w:space="0" w:color="auto"/>
          </w:divBdr>
        </w:div>
      </w:divsChild>
    </w:div>
    <w:div w:id="1777478278">
      <w:bodyDiv w:val="1"/>
      <w:marLeft w:val="0"/>
      <w:marRight w:val="0"/>
      <w:marTop w:val="0"/>
      <w:marBottom w:val="0"/>
      <w:divBdr>
        <w:top w:val="none" w:sz="0" w:space="0" w:color="auto"/>
        <w:left w:val="none" w:sz="0" w:space="0" w:color="auto"/>
        <w:bottom w:val="none" w:sz="0" w:space="0" w:color="auto"/>
        <w:right w:val="none" w:sz="0" w:space="0" w:color="auto"/>
      </w:divBdr>
    </w:div>
    <w:div w:id="1784224758">
      <w:bodyDiv w:val="1"/>
      <w:marLeft w:val="0"/>
      <w:marRight w:val="0"/>
      <w:marTop w:val="0"/>
      <w:marBottom w:val="0"/>
      <w:divBdr>
        <w:top w:val="none" w:sz="0" w:space="0" w:color="auto"/>
        <w:left w:val="none" w:sz="0" w:space="0" w:color="auto"/>
        <w:bottom w:val="none" w:sz="0" w:space="0" w:color="auto"/>
        <w:right w:val="none" w:sz="0" w:space="0" w:color="auto"/>
      </w:divBdr>
      <w:divsChild>
        <w:div w:id="189997617">
          <w:marLeft w:val="360"/>
          <w:marRight w:val="0"/>
          <w:marTop w:val="0"/>
          <w:marBottom w:val="120"/>
          <w:divBdr>
            <w:top w:val="none" w:sz="0" w:space="0" w:color="auto"/>
            <w:left w:val="none" w:sz="0" w:space="0" w:color="auto"/>
            <w:bottom w:val="none" w:sz="0" w:space="0" w:color="auto"/>
            <w:right w:val="none" w:sz="0" w:space="0" w:color="auto"/>
          </w:divBdr>
        </w:div>
        <w:div w:id="503906574">
          <w:marLeft w:val="360"/>
          <w:marRight w:val="0"/>
          <w:marTop w:val="0"/>
          <w:marBottom w:val="120"/>
          <w:divBdr>
            <w:top w:val="none" w:sz="0" w:space="0" w:color="auto"/>
            <w:left w:val="none" w:sz="0" w:space="0" w:color="auto"/>
            <w:bottom w:val="none" w:sz="0" w:space="0" w:color="auto"/>
            <w:right w:val="none" w:sz="0" w:space="0" w:color="auto"/>
          </w:divBdr>
        </w:div>
        <w:div w:id="1324043654">
          <w:marLeft w:val="360"/>
          <w:marRight w:val="0"/>
          <w:marTop w:val="0"/>
          <w:marBottom w:val="120"/>
          <w:divBdr>
            <w:top w:val="none" w:sz="0" w:space="0" w:color="auto"/>
            <w:left w:val="none" w:sz="0" w:space="0" w:color="auto"/>
            <w:bottom w:val="none" w:sz="0" w:space="0" w:color="auto"/>
            <w:right w:val="none" w:sz="0" w:space="0" w:color="auto"/>
          </w:divBdr>
        </w:div>
        <w:div w:id="888541257">
          <w:marLeft w:val="360"/>
          <w:marRight w:val="0"/>
          <w:marTop w:val="0"/>
          <w:marBottom w:val="120"/>
          <w:divBdr>
            <w:top w:val="none" w:sz="0" w:space="0" w:color="auto"/>
            <w:left w:val="none" w:sz="0" w:space="0" w:color="auto"/>
            <w:bottom w:val="none" w:sz="0" w:space="0" w:color="auto"/>
            <w:right w:val="none" w:sz="0" w:space="0" w:color="auto"/>
          </w:divBdr>
        </w:div>
        <w:div w:id="647516992">
          <w:marLeft w:val="360"/>
          <w:marRight w:val="0"/>
          <w:marTop w:val="0"/>
          <w:marBottom w:val="120"/>
          <w:divBdr>
            <w:top w:val="none" w:sz="0" w:space="0" w:color="auto"/>
            <w:left w:val="none" w:sz="0" w:space="0" w:color="auto"/>
            <w:bottom w:val="none" w:sz="0" w:space="0" w:color="auto"/>
            <w:right w:val="none" w:sz="0" w:space="0" w:color="auto"/>
          </w:divBdr>
        </w:div>
      </w:divsChild>
    </w:div>
    <w:div w:id="1787194761">
      <w:bodyDiv w:val="1"/>
      <w:marLeft w:val="0"/>
      <w:marRight w:val="0"/>
      <w:marTop w:val="0"/>
      <w:marBottom w:val="0"/>
      <w:divBdr>
        <w:top w:val="none" w:sz="0" w:space="0" w:color="auto"/>
        <w:left w:val="none" w:sz="0" w:space="0" w:color="auto"/>
        <w:bottom w:val="none" w:sz="0" w:space="0" w:color="auto"/>
        <w:right w:val="none" w:sz="0" w:space="0" w:color="auto"/>
      </w:divBdr>
    </w:div>
    <w:div w:id="1808548900">
      <w:bodyDiv w:val="1"/>
      <w:marLeft w:val="0"/>
      <w:marRight w:val="0"/>
      <w:marTop w:val="0"/>
      <w:marBottom w:val="0"/>
      <w:divBdr>
        <w:top w:val="none" w:sz="0" w:space="0" w:color="auto"/>
        <w:left w:val="none" w:sz="0" w:space="0" w:color="auto"/>
        <w:bottom w:val="none" w:sz="0" w:space="0" w:color="auto"/>
        <w:right w:val="none" w:sz="0" w:space="0" w:color="auto"/>
      </w:divBdr>
    </w:div>
    <w:div w:id="1858349077">
      <w:bodyDiv w:val="1"/>
      <w:marLeft w:val="0"/>
      <w:marRight w:val="0"/>
      <w:marTop w:val="0"/>
      <w:marBottom w:val="0"/>
      <w:divBdr>
        <w:top w:val="none" w:sz="0" w:space="0" w:color="auto"/>
        <w:left w:val="none" w:sz="0" w:space="0" w:color="auto"/>
        <w:bottom w:val="none" w:sz="0" w:space="0" w:color="auto"/>
        <w:right w:val="none" w:sz="0" w:space="0" w:color="auto"/>
      </w:divBdr>
    </w:div>
    <w:div w:id="1899128982">
      <w:bodyDiv w:val="1"/>
      <w:marLeft w:val="0"/>
      <w:marRight w:val="0"/>
      <w:marTop w:val="0"/>
      <w:marBottom w:val="0"/>
      <w:divBdr>
        <w:top w:val="none" w:sz="0" w:space="0" w:color="auto"/>
        <w:left w:val="none" w:sz="0" w:space="0" w:color="auto"/>
        <w:bottom w:val="none" w:sz="0" w:space="0" w:color="auto"/>
        <w:right w:val="none" w:sz="0" w:space="0" w:color="auto"/>
      </w:divBdr>
      <w:divsChild>
        <w:div w:id="1711031200">
          <w:marLeft w:val="0"/>
          <w:marRight w:val="0"/>
          <w:marTop w:val="0"/>
          <w:marBottom w:val="0"/>
          <w:divBdr>
            <w:top w:val="none" w:sz="0" w:space="0" w:color="auto"/>
            <w:left w:val="none" w:sz="0" w:space="0" w:color="auto"/>
            <w:bottom w:val="none" w:sz="0" w:space="0" w:color="auto"/>
            <w:right w:val="none" w:sz="0" w:space="0" w:color="auto"/>
          </w:divBdr>
        </w:div>
      </w:divsChild>
    </w:div>
    <w:div w:id="1907297078">
      <w:bodyDiv w:val="1"/>
      <w:marLeft w:val="0"/>
      <w:marRight w:val="0"/>
      <w:marTop w:val="0"/>
      <w:marBottom w:val="0"/>
      <w:divBdr>
        <w:top w:val="none" w:sz="0" w:space="0" w:color="auto"/>
        <w:left w:val="none" w:sz="0" w:space="0" w:color="auto"/>
        <w:bottom w:val="none" w:sz="0" w:space="0" w:color="auto"/>
        <w:right w:val="none" w:sz="0" w:space="0" w:color="auto"/>
      </w:divBdr>
      <w:divsChild>
        <w:div w:id="681053844">
          <w:marLeft w:val="0"/>
          <w:marRight w:val="0"/>
          <w:marTop w:val="0"/>
          <w:marBottom w:val="0"/>
          <w:divBdr>
            <w:top w:val="none" w:sz="0" w:space="0" w:color="auto"/>
            <w:left w:val="none" w:sz="0" w:space="0" w:color="auto"/>
            <w:bottom w:val="none" w:sz="0" w:space="0" w:color="auto"/>
            <w:right w:val="none" w:sz="0" w:space="0" w:color="auto"/>
          </w:divBdr>
          <w:divsChild>
            <w:div w:id="23604069">
              <w:marLeft w:val="0"/>
              <w:marRight w:val="0"/>
              <w:marTop w:val="105"/>
              <w:marBottom w:val="0"/>
              <w:divBdr>
                <w:top w:val="none" w:sz="0" w:space="0" w:color="auto"/>
                <w:left w:val="none" w:sz="0" w:space="0" w:color="auto"/>
                <w:bottom w:val="none" w:sz="0" w:space="0" w:color="auto"/>
                <w:right w:val="none" w:sz="0" w:space="0" w:color="auto"/>
              </w:divBdr>
            </w:div>
            <w:div w:id="88042692">
              <w:marLeft w:val="0"/>
              <w:marRight w:val="0"/>
              <w:marTop w:val="0"/>
              <w:marBottom w:val="0"/>
              <w:divBdr>
                <w:top w:val="none" w:sz="0" w:space="0" w:color="auto"/>
                <w:left w:val="none" w:sz="0" w:space="0" w:color="auto"/>
                <w:bottom w:val="none" w:sz="0" w:space="0" w:color="auto"/>
                <w:right w:val="none" w:sz="0" w:space="0" w:color="auto"/>
              </w:divBdr>
              <w:divsChild>
                <w:div w:id="1303535780">
                  <w:marLeft w:val="255"/>
                  <w:marRight w:val="0"/>
                  <w:marTop w:val="0"/>
                  <w:marBottom w:val="0"/>
                  <w:divBdr>
                    <w:top w:val="none" w:sz="0" w:space="0" w:color="auto"/>
                    <w:left w:val="none" w:sz="0" w:space="0" w:color="auto"/>
                    <w:bottom w:val="none" w:sz="0" w:space="0" w:color="auto"/>
                    <w:right w:val="none" w:sz="0" w:space="0" w:color="auto"/>
                  </w:divBdr>
                </w:div>
              </w:divsChild>
            </w:div>
            <w:div w:id="784736649">
              <w:marLeft w:val="0"/>
              <w:marRight w:val="0"/>
              <w:marTop w:val="0"/>
              <w:marBottom w:val="0"/>
              <w:divBdr>
                <w:top w:val="none" w:sz="0" w:space="0" w:color="auto"/>
                <w:left w:val="none" w:sz="0" w:space="0" w:color="auto"/>
                <w:bottom w:val="none" w:sz="0" w:space="0" w:color="auto"/>
                <w:right w:val="none" w:sz="0" w:space="0" w:color="auto"/>
              </w:divBdr>
              <w:divsChild>
                <w:div w:id="985165086">
                  <w:marLeft w:val="255"/>
                  <w:marRight w:val="0"/>
                  <w:marTop w:val="0"/>
                  <w:marBottom w:val="0"/>
                  <w:divBdr>
                    <w:top w:val="none" w:sz="0" w:space="0" w:color="auto"/>
                    <w:left w:val="none" w:sz="0" w:space="0" w:color="auto"/>
                    <w:bottom w:val="none" w:sz="0" w:space="0" w:color="auto"/>
                    <w:right w:val="none" w:sz="0" w:space="0" w:color="auto"/>
                  </w:divBdr>
                </w:div>
              </w:divsChild>
            </w:div>
            <w:div w:id="601717806">
              <w:marLeft w:val="0"/>
              <w:marRight w:val="0"/>
              <w:marTop w:val="0"/>
              <w:marBottom w:val="0"/>
              <w:divBdr>
                <w:top w:val="none" w:sz="0" w:space="0" w:color="auto"/>
                <w:left w:val="none" w:sz="0" w:space="0" w:color="auto"/>
                <w:bottom w:val="none" w:sz="0" w:space="0" w:color="auto"/>
                <w:right w:val="none" w:sz="0" w:space="0" w:color="auto"/>
              </w:divBdr>
              <w:divsChild>
                <w:div w:id="329721666">
                  <w:marLeft w:val="255"/>
                  <w:marRight w:val="0"/>
                  <w:marTop w:val="0"/>
                  <w:marBottom w:val="0"/>
                  <w:divBdr>
                    <w:top w:val="none" w:sz="0" w:space="0" w:color="auto"/>
                    <w:left w:val="none" w:sz="0" w:space="0" w:color="auto"/>
                    <w:bottom w:val="none" w:sz="0" w:space="0" w:color="auto"/>
                    <w:right w:val="none" w:sz="0" w:space="0" w:color="auto"/>
                  </w:divBdr>
                </w:div>
              </w:divsChild>
            </w:div>
            <w:div w:id="1629824009">
              <w:marLeft w:val="0"/>
              <w:marRight w:val="0"/>
              <w:marTop w:val="0"/>
              <w:marBottom w:val="0"/>
              <w:divBdr>
                <w:top w:val="none" w:sz="0" w:space="0" w:color="auto"/>
                <w:left w:val="none" w:sz="0" w:space="0" w:color="auto"/>
                <w:bottom w:val="none" w:sz="0" w:space="0" w:color="auto"/>
                <w:right w:val="none" w:sz="0" w:space="0" w:color="auto"/>
              </w:divBdr>
              <w:divsChild>
                <w:div w:id="567762833">
                  <w:marLeft w:val="255"/>
                  <w:marRight w:val="0"/>
                  <w:marTop w:val="0"/>
                  <w:marBottom w:val="0"/>
                  <w:divBdr>
                    <w:top w:val="none" w:sz="0" w:space="0" w:color="auto"/>
                    <w:left w:val="none" w:sz="0" w:space="0" w:color="auto"/>
                    <w:bottom w:val="none" w:sz="0" w:space="0" w:color="auto"/>
                    <w:right w:val="none" w:sz="0" w:space="0" w:color="auto"/>
                  </w:divBdr>
                </w:div>
              </w:divsChild>
            </w:div>
            <w:div w:id="873734644">
              <w:marLeft w:val="0"/>
              <w:marRight w:val="0"/>
              <w:marTop w:val="0"/>
              <w:marBottom w:val="0"/>
              <w:divBdr>
                <w:top w:val="none" w:sz="0" w:space="0" w:color="auto"/>
                <w:left w:val="none" w:sz="0" w:space="0" w:color="auto"/>
                <w:bottom w:val="none" w:sz="0" w:space="0" w:color="auto"/>
                <w:right w:val="none" w:sz="0" w:space="0" w:color="auto"/>
              </w:divBdr>
              <w:divsChild>
                <w:div w:id="1845630075">
                  <w:marLeft w:val="255"/>
                  <w:marRight w:val="0"/>
                  <w:marTop w:val="0"/>
                  <w:marBottom w:val="0"/>
                  <w:divBdr>
                    <w:top w:val="none" w:sz="0" w:space="0" w:color="auto"/>
                    <w:left w:val="none" w:sz="0" w:space="0" w:color="auto"/>
                    <w:bottom w:val="none" w:sz="0" w:space="0" w:color="auto"/>
                    <w:right w:val="none" w:sz="0" w:space="0" w:color="auto"/>
                  </w:divBdr>
                </w:div>
              </w:divsChild>
            </w:div>
            <w:div w:id="581381007">
              <w:marLeft w:val="0"/>
              <w:marRight w:val="0"/>
              <w:marTop w:val="0"/>
              <w:marBottom w:val="0"/>
              <w:divBdr>
                <w:top w:val="none" w:sz="0" w:space="0" w:color="auto"/>
                <w:left w:val="none" w:sz="0" w:space="0" w:color="auto"/>
                <w:bottom w:val="none" w:sz="0" w:space="0" w:color="auto"/>
                <w:right w:val="none" w:sz="0" w:space="0" w:color="auto"/>
              </w:divBdr>
              <w:divsChild>
                <w:div w:id="58407251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510291825">
          <w:marLeft w:val="0"/>
          <w:marRight w:val="0"/>
          <w:marTop w:val="0"/>
          <w:marBottom w:val="0"/>
          <w:divBdr>
            <w:top w:val="none" w:sz="0" w:space="0" w:color="auto"/>
            <w:left w:val="none" w:sz="0" w:space="0" w:color="auto"/>
            <w:bottom w:val="none" w:sz="0" w:space="0" w:color="auto"/>
            <w:right w:val="none" w:sz="0" w:space="0" w:color="auto"/>
          </w:divBdr>
          <w:divsChild>
            <w:div w:id="119048701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944992048">
      <w:bodyDiv w:val="1"/>
      <w:marLeft w:val="0"/>
      <w:marRight w:val="0"/>
      <w:marTop w:val="0"/>
      <w:marBottom w:val="0"/>
      <w:divBdr>
        <w:top w:val="none" w:sz="0" w:space="0" w:color="auto"/>
        <w:left w:val="none" w:sz="0" w:space="0" w:color="auto"/>
        <w:bottom w:val="none" w:sz="0" w:space="0" w:color="auto"/>
        <w:right w:val="none" w:sz="0" w:space="0" w:color="auto"/>
      </w:divBdr>
    </w:div>
    <w:div w:id="1956331526">
      <w:bodyDiv w:val="1"/>
      <w:marLeft w:val="0"/>
      <w:marRight w:val="0"/>
      <w:marTop w:val="0"/>
      <w:marBottom w:val="0"/>
      <w:divBdr>
        <w:top w:val="none" w:sz="0" w:space="0" w:color="auto"/>
        <w:left w:val="none" w:sz="0" w:space="0" w:color="auto"/>
        <w:bottom w:val="none" w:sz="0" w:space="0" w:color="auto"/>
        <w:right w:val="none" w:sz="0" w:space="0" w:color="auto"/>
      </w:divBdr>
      <w:divsChild>
        <w:div w:id="1127510410">
          <w:marLeft w:val="0"/>
          <w:marRight w:val="0"/>
          <w:marTop w:val="0"/>
          <w:marBottom w:val="0"/>
          <w:divBdr>
            <w:top w:val="none" w:sz="0" w:space="0" w:color="auto"/>
            <w:left w:val="none" w:sz="0" w:space="0" w:color="auto"/>
            <w:bottom w:val="none" w:sz="0" w:space="0" w:color="auto"/>
            <w:right w:val="none" w:sz="0" w:space="0" w:color="auto"/>
          </w:divBdr>
          <w:divsChild>
            <w:div w:id="33615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988474">
      <w:bodyDiv w:val="1"/>
      <w:marLeft w:val="0"/>
      <w:marRight w:val="0"/>
      <w:marTop w:val="0"/>
      <w:marBottom w:val="0"/>
      <w:divBdr>
        <w:top w:val="none" w:sz="0" w:space="0" w:color="auto"/>
        <w:left w:val="none" w:sz="0" w:space="0" w:color="auto"/>
        <w:bottom w:val="none" w:sz="0" w:space="0" w:color="auto"/>
        <w:right w:val="none" w:sz="0" w:space="0" w:color="auto"/>
      </w:divBdr>
      <w:divsChild>
        <w:div w:id="294601555">
          <w:marLeft w:val="0"/>
          <w:marRight w:val="0"/>
          <w:marTop w:val="0"/>
          <w:marBottom w:val="0"/>
          <w:divBdr>
            <w:top w:val="none" w:sz="0" w:space="0" w:color="auto"/>
            <w:left w:val="none" w:sz="0" w:space="0" w:color="auto"/>
            <w:bottom w:val="none" w:sz="0" w:space="0" w:color="auto"/>
            <w:right w:val="none" w:sz="0" w:space="0" w:color="auto"/>
          </w:divBdr>
          <w:divsChild>
            <w:div w:id="1747411098">
              <w:marLeft w:val="0"/>
              <w:marRight w:val="0"/>
              <w:marTop w:val="105"/>
              <w:marBottom w:val="0"/>
              <w:divBdr>
                <w:top w:val="none" w:sz="0" w:space="0" w:color="auto"/>
                <w:left w:val="none" w:sz="0" w:space="0" w:color="auto"/>
                <w:bottom w:val="none" w:sz="0" w:space="0" w:color="auto"/>
                <w:right w:val="none" w:sz="0" w:space="0" w:color="auto"/>
              </w:divBdr>
            </w:div>
          </w:divsChild>
        </w:div>
        <w:div w:id="599988555">
          <w:marLeft w:val="0"/>
          <w:marRight w:val="0"/>
          <w:marTop w:val="150"/>
          <w:marBottom w:val="168"/>
          <w:divBdr>
            <w:top w:val="none" w:sz="0" w:space="0" w:color="auto"/>
            <w:left w:val="none" w:sz="0" w:space="0" w:color="auto"/>
            <w:bottom w:val="none" w:sz="0" w:space="0" w:color="auto"/>
            <w:right w:val="none" w:sz="0" w:space="0" w:color="auto"/>
          </w:divBdr>
        </w:div>
      </w:divsChild>
    </w:div>
    <w:div w:id="1987125186">
      <w:bodyDiv w:val="1"/>
      <w:marLeft w:val="0"/>
      <w:marRight w:val="0"/>
      <w:marTop w:val="0"/>
      <w:marBottom w:val="0"/>
      <w:divBdr>
        <w:top w:val="none" w:sz="0" w:space="0" w:color="auto"/>
        <w:left w:val="none" w:sz="0" w:space="0" w:color="auto"/>
        <w:bottom w:val="none" w:sz="0" w:space="0" w:color="auto"/>
        <w:right w:val="none" w:sz="0" w:space="0" w:color="auto"/>
      </w:divBdr>
    </w:div>
    <w:div w:id="2004577374">
      <w:bodyDiv w:val="1"/>
      <w:marLeft w:val="0"/>
      <w:marRight w:val="0"/>
      <w:marTop w:val="0"/>
      <w:marBottom w:val="0"/>
      <w:divBdr>
        <w:top w:val="none" w:sz="0" w:space="0" w:color="auto"/>
        <w:left w:val="none" w:sz="0" w:space="0" w:color="auto"/>
        <w:bottom w:val="none" w:sz="0" w:space="0" w:color="auto"/>
        <w:right w:val="none" w:sz="0" w:space="0" w:color="auto"/>
      </w:divBdr>
      <w:divsChild>
        <w:div w:id="235210849">
          <w:marLeft w:val="0"/>
          <w:marRight w:val="0"/>
          <w:marTop w:val="0"/>
          <w:marBottom w:val="0"/>
          <w:divBdr>
            <w:top w:val="none" w:sz="0" w:space="0" w:color="auto"/>
            <w:left w:val="none" w:sz="0" w:space="0" w:color="auto"/>
            <w:bottom w:val="none" w:sz="0" w:space="0" w:color="auto"/>
            <w:right w:val="none" w:sz="0" w:space="0" w:color="auto"/>
          </w:divBdr>
        </w:div>
        <w:div w:id="635262632">
          <w:marLeft w:val="0"/>
          <w:marRight w:val="0"/>
          <w:marTop w:val="0"/>
          <w:marBottom w:val="0"/>
          <w:divBdr>
            <w:top w:val="none" w:sz="0" w:space="0" w:color="auto"/>
            <w:left w:val="none" w:sz="0" w:space="0" w:color="auto"/>
            <w:bottom w:val="none" w:sz="0" w:space="0" w:color="auto"/>
            <w:right w:val="none" w:sz="0" w:space="0" w:color="auto"/>
          </w:divBdr>
        </w:div>
      </w:divsChild>
    </w:div>
    <w:div w:id="2017463936">
      <w:bodyDiv w:val="1"/>
      <w:marLeft w:val="0"/>
      <w:marRight w:val="0"/>
      <w:marTop w:val="0"/>
      <w:marBottom w:val="0"/>
      <w:divBdr>
        <w:top w:val="none" w:sz="0" w:space="0" w:color="auto"/>
        <w:left w:val="none" w:sz="0" w:space="0" w:color="auto"/>
        <w:bottom w:val="none" w:sz="0" w:space="0" w:color="auto"/>
        <w:right w:val="none" w:sz="0" w:space="0" w:color="auto"/>
      </w:divBdr>
    </w:div>
    <w:div w:id="2018459713">
      <w:bodyDiv w:val="1"/>
      <w:marLeft w:val="0"/>
      <w:marRight w:val="0"/>
      <w:marTop w:val="0"/>
      <w:marBottom w:val="0"/>
      <w:divBdr>
        <w:top w:val="none" w:sz="0" w:space="0" w:color="auto"/>
        <w:left w:val="none" w:sz="0" w:space="0" w:color="auto"/>
        <w:bottom w:val="none" w:sz="0" w:space="0" w:color="auto"/>
        <w:right w:val="none" w:sz="0" w:space="0" w:color="auto"/>
      </w:divBdr>
      <w:divsChild>
        <w:div w:id="1411074757">
          <w:marLeft w:val="0"/>
          <w:marRight w:val="0"/>
          <w:marTop w:val="72"/>
          <w:marBottom w:val="0"/>
          <w:divBdr>
            <w:top w:val="none" w:sz="0" w:space="0" w:color="auto"/>
            <w:left w:val="none" w:sz="0" w:space="0" w:color="auto"/>
            <w:bottom w:val="none" w:sz="0" w:space="0" w:color="auto"/>
            <w:right w:val="none" w:sz="0" w:space="0" w:color="auto"/>
          </w:divBdr>
          <w:divsChild>
            <w:div w:id="23254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41808">
      <w:bodyDiv w:val="1"/>
      <w:marLeft w:val="0"/>
      <w:marRight w:val="0"/>
      <w:marTop w:val="0"/>
      <w:marBottom w:val="0"/>
      <w:divBdr>
        <w:top w:val="none" w:sz="0" w:space="0" w:color="auto"/>
        <w:left w:val="none" w:sz="0" w:space="0" w:color="auto"/>
        <w:bottom w:val="none" w:sz="0" w:space="0" w:color="auto"/>
        <w:right w:val="none" w:sz="0" w:space="0" w:color="auto"/>
      </w:divBdr>
    </w:div>
    <w:div w:id="2052071839">
      <w:bodyDiv w:val="1"/>
      <w:marLeft w:val="0"/>
      <w:marRight w:val="0"/>
      <w:marTop w:val="0"/>
      <w:marBottom w:val="0"/>
      <w:divBdr>
        <w:top w:val="none" w:sz="0" w:space="0" w:color="auto"/>
        <w:left w:val="none" w:sz="0" w:space="0" w:color="auto"/>
        <w:bottom w:val="none" w:sz="0" w:space="0" w:color="auto"/>
        <w:right w:val="none" w:sz="0" w:space="0" w:color="auto"/>
      </w:divBdr>
      <w:divsChild>
        <w:div w:id="1447428519">
          <w:marLeft w:val="0"/>
          <w:marRight w:val="0"/>
          <w:marTop w:val="150"/>
          <w:marBottom w:val="168"/>
          <w:divBdr>
            <w:top w:val="none" w:sz="0" w:space="0" w:color="auto"/>
            <w:left w:val="none" w:sz="0" w:space="0" w:color="auto"/>
            <w:bottom w:val="none" w:sz="0" w:space="0" w:color="auto"/>
            <w:right w:val="none" w:sz="0" w:space="0" w:color="auto"/>
          </w:divBdr>
        </w:div>
        <w:div w:id="874120757">
          <w:marLeft w:val="0"/>
          <w:marRight w:val="0"/>
          <w:marTop w:val="0"/>
          <w:marBottom w:val="0"/>
          <w:divBdr>
            <w:top w:val="none" w:sz="0" w:space="0" w:color="auto"/>
            <w:left w:val="none" w:sz="0" w:space="0" w:color="auto"/>
            <w:bottom w:val="none" w:sz="0" w:space="0" w:color="auto"/>
            <w:right w:val="none" w:sz="0" w:space="0" w:color="auto"/>
          </w:divBdr>
          <w:divsChild>
            <w:div w:id="1716469375">
              <w:marLeft w:val="0"/>
              <w:marRight w:val="0"/>
              <w:marTop w:val="105"/>
              <w:marBottom w:val="0"/>
              <w:divBdr>
                <w:top w:val="none" w:sz="0" w:space="0" w:color="auto"/>
                <w:left w:val="none" w:sz="0" w:space="0" w:color="auto"/>
                <w:bottom w:val="none" w:sz="0" w:space="0" w:color="auto"/>
                <w:right w:val="none" w:sz="0" w:space="0" w:color="auto"/>
              </w:divBdr>
            </w:div>
          </w:divsChild>
        </w:div>
        <w:div w:id="1421873938">
          <w:marLeft w:val="0"/>
          <w:marRight w:val="0"/>
          <w:marTop w:val="0"/>
          <w:marBottom w:val="0"/>
          <w:divBdr>
            <w:top w:val="none" w:sz="0" w:space="0" w:color="auto"/>
            <w:left w:val="none" w:sz="0" w:space="0" w:color="auto"/>
            <w:bottom w:val="none" w:sz="0" w:space="0" w:color="auto"/>
            <w:right w:val="none" w:sz="0" w:space="0" w:color="auto"/>
          </w:divBdr>
          <w:divsChild>
            <w:div w:id="1004087778">
              <w:marLeft w:val="0"/>
              <w:marRight w:val="0"/>
              <w:marTop w:val="105"/>
              <w:marBottom w:val="0"/>
              <w:divBdr>
                <w:top w:val="none" w:sz="0" w:space="0" w:color="auto"/>
                <w:left w:val="none" w:sz="0" w:space="0" w:color="auto"/>
                <w:bottom w:val="none" w:sz="0" w:space="0" w:color="auto"/>
                <w:right w:val="none" w:sz="0" w:space="0" w:color="auto"/>
              </w:divBdr>
            </w:div>
          </w:divsChild>
        </w:div>
        <w:div w:id="1735081734">
          <w:marLeft w:val="0"/>
          <w:marRight w:val="0"/>
          <w:marTop w:val="0"/>
          <w:marBottom w:val="0"/>
          <w:divBdr>
            <w:top w:val="none" w:sz="0" w:space="0" w:color="auto"/>
            <w:left w:val="none" w:sz="0" w:space="0" w:color="auto"/>
            <w:bottom w:val="none" w:sz="0" w:space="0" w:color="auto"/>
            <w:right w:val="none" w:sz="0" w:space="0" w:color="auto"/>
          </w:divBdr>
          <w:divsChild>
            <w:div w:id="803078774">
              <w:marLeft w:val="0"/>
              <w:marRight w:val="0"/>
              <w:marTop w:val="105"/>
              <w:marBottom w:val="0"/>
              <w:divBdr>
                <w:top w:val="none" w:sz="0" w:space="0" w:color="auto"/>
                <w:left w:val="none" w:sz="0" w:space="0" w:color="auto"/>
                <w:bottom w:val="none" w:sz="0" w:space="0" w:color="auto"/>
                <w:right w:val="none" w:sz="0" w:space="0" w:color="auto"/>
              </w:divBdr>
            </w:div>
          </w:divsChild>
        </w:div>
        <w:div w:id="517550610">
          <w:marLeft w:val="0"/>
          <w:marRight w:val="0"/>
          <w:marTop w:val="0"/>
          <w:marBottom w:val="0"/>
          <w:divBdr>
            <w:top w:val="none" w:sz="0" w:space="0" w:color="auto"/>
            <w:left w:val="none" w:sz="0" w:space="0" w:color="auto"/>
            <w:bottom w:val="none" w:sz="0" w:space="0" w:color="auto"/>
            <w:right w:val="none" w:sz="0" w:space="0" w:color="auto"/>
          </w:divBdr>
          <w:divsChild>
            <w:div w:id="1479222492">
              <w:marLeft w:val="0"/>
              <w:marRight w:val="0"/>
              <w:marTop w:val="105"/>
              <w:marBottom w:val="0"/>
              <w:divBdr>
                <w:top w:val="none" w:sz="0" w:space="0" w:color="auto"/>
                <w:left w:val="none" w:sz="0" w:space="0" w:color="auto"/>
                <w:bottom w:val="none" w:sz="0" w:space="0" w:color="auto"/>
                <w:right w:val="none" w:sz="0" w:space="0" w:color="auto"/>
              </w:divBdr>
            </w:div>
          </w:divsChild>
        </w:div>
        <w:div w:id="161824169">
          <w:marLeft w:val="0"/>
          <w:marRight w:val="0"/>
          <w:marTop w:val="0"/>
          <w:marBottom w:val="0"/>
          <w:divBdr>
            <w:top w:val="none" w:sz="0" w:space="0" w:color="auto"/>
            <w:left w:val="none" w:sz="0" w:space="0" w:color="auto"/>
            <w:bottom w:val="none" w:sz="0" w:space="0" w:color="auto"/>
            <w:right w:val="none" w:sz="0" w:space="0" w:color="auto"/>
          </w:divBdr>
          <w:divsChild>
            <w:div w:id="2131825852">
              <w:marLeft w:val="0"/>
              <w:marRight w:val="0"/>
              <w:marTop w:val="105"/>
              <w:marBottom w:val="0"/>
              <w:divBdr>
                <w:top w:val="none" w:sz="0" w:space="0" w:color="auto"/>
                <w:left w:val="none" w:sz="0" w:space="0" w:color="auto"/>
                <w:bottom w:val="none" w:sz="0" w:space="0" w:color="auto"/>
                <w:right w:val="none" w:sz="0" w:space="0" w:color="auto"/>
              </w:divBdr>
            </w:div>
          </w:divsChild>
        </w:div>
        <w:div w:id="245767603">
          <w:marLeft w:val="0"/>
          <w:marRight w:val="0"/>
          <w:marTop w:val="0"/>
          <w:marBottom w:val="0"/>
          <w:divBdr>
            <w:top w:val="none" w:sz="0" w:space="0" w:color="auto"/>
            <w:left w:val="none" w:sz="0" w:space="0" w:color="auto"/>
            <w:bottom w:val="none" w:sz="0" w:space="0" w:color="auto"/>
            <w:right w:val="none" w:sz="0" w:space="0" w:color="auto"/>
          </w:divBdr>
          <w:divsChild>
            <w:div w:id="98650317">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091341278">
      <w:bodyDiv w:val="1"/>
      <w:marLeft w:val="0"/>
      <w:marRight w:val="0"/>
      <w:marTop w:val="0"/>
      <w:marBottom w:val="0"/>
      <w:divBdr>
        <w:top w:val="none" w:sz="0" w:space="0" w:color="auto"/>
        <w:left w:val="none" w:sz="0" w:space="0" w:color="auto"/>
        <w:bottom w:val="none" w:sz="0" w:space="0" w:color="auto"/>
        <w:right w:val="none" w:sz="0" w:space="0" w:color="auto"/>
      </w:divBdr>
    </w:div>
    <w:div w:id="211308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minik.tomczak\AppData\Roaming\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e96eda8e-15ff-44ea-a9e4-f7474b2ad0b6">
      <UserInfo>
        <DisplayName>Bednarek Beata</DisplayName>
        <AccountId>1384</AccountId>
        <AccountType/>
      </UserInfo>
      <UserInfo>
        <DisplayName>Fiszbak Marcin</DisplayName>
        <AccountId>1433</AccountId>
        <AccountType/>
      </UserInfo>
    </SharedWithUsers>
    <_activity xmlns="9ad926b2-05b4-4328-b60d-ae6b58d71a4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DF30D1EF5AB004BB766E7B886AE0E48" ma:contentTypeVersion="14" ma:contentTypeDescription="Utwórz nowy dokument." ma:contentTypeScope="" ma:versionID="4450192d6db571d25dd932b982fd1008">
  <xsd:schema xmlns:xsd="http://www.w3.org/2001/XMLSchema" xmlns:xs="http://www.w3.org/2001/XMLSchema" xmlns:p="http://schemas.microsoft.com/office/2006/metadata/properties" xmlns:ns3="e96eda8e-15ff-44ea-a9e4-f7474b2ad0b6" xmlns:ns4="9ad926b2-05b4-4328-b60d-ae6b58d71a42" targetNamespace="http://schemas.microsoft.com/office/2006/metadata/properties" ma:root="true" ma:fieldsID="73009530b5d43117f87ffe44eff7a0f3" ns3:_="" ns4:_="">
    <xsd:import namespace="e96eda8e-15ff-44ea-a9e4-f7474b2ad0b6"/>
    <xsd:import namespace="9ad926b2-05b4-4328-b60d-ae6b58d71a4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element ref="ns4:MediaServiceAutoTags" minOccurs="0"/>
                <xsd:element ref="ns4:MediaServiceOCR" minOccurs="0"/>
                <xsd:element ref="ns4:MediaServiceGenerationTime" minOccurs="0"/>
                <xsd:element ref="ns4:MediaServiceEventHashCode"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eda8e-15ff-44ea-a9e4-f7474b2ad0b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d926b2-05b4-4328-b60d-ae6b58d71a4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activity" ma:index="21"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8FBE65A-553C-49A0-9072-120A24257E4D}">
  <ds:schemaRefs>
    <ds:schemaRef ds:uri="http://schemas.microsoft.com/office/2006/metadata/properties"/>
    <ds:schemaRef ds:uri="http://schemas.microsoft.com/office/infopath/2007/PartnerControls"/>
    <ds:schemaRef ds:uri="e96eda8e-15ff-44ea-a9e4-f7474b2ad0b6"/>
    <ds:schemaRef ds:uri="9ad926b2-05b4-4328-b60d-ae6b58d71a42"/>
  </ds:schemaRefs>
</ds:datastoreItem>
</file>

<file path=customXml/itemProps3.xml><?xml version="1.0" encoding="utf-8"?>
<ds:datastoreItem xmlns:ds="http://schemas.openxmlformats.org/officeDocument/2006/customXml" ds:itemID="{51A581AF-EF26-4C6E-B639-54EB69D76B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eda8e-15ff-44ea-a9e4-f7474b2ad0b6"/>
    <ds:schemaRef ds:uri="9ad926b2-05b4-4328-b60d-ae6b58d71a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B36E59-825C-474A-81E9-5D12572FDCE5}">
  <ds:schemaRefs>
    <ds:schemaRef ds:uri="http://schemas.openxmlformats.org/officeDocument/2006/bibliography"/>
  </ds:schemaRefs>
</ds:datastoreItem>
</file>

<file path=customXml/itemProps5.xml><?xml version="1.0" encoding="utf-8"?>
<ds:datastoreItem xmlns:ds="http://schemas.openxmlformats.org/officeDocument/2006/customXml" ds:itemID="{CB165D85-46E9-42BE-A744-BBEC6C8A0D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14</TotalTime>
  <Pages>18</Pages>
  <Words>5379</Words>
  <Characters>32276</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Akt prawny</vt:lpstr>
    </vt:vector>
  </TitlesOfParts>
  <Company>&lt;nazwa organu&gt;</Company>
  <LinksUpToDate>false</LinksUpToDate>
  <CharactersWithSpaces>37580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"Dominik Tomczak"</dc:creator>
  <cp:keywords/>
  <dc:description/>
  <cp:lastModifiedBy>Staniszewska Agnieszka</cp:lastModifiedBy>
  <cp:revision>6</cp:revision>
  <cp:lastPrinted>2024-09-20T07:28:00Z</cp:lastPrinted>
  <dcterms:created xsi:type="dcterms:W3CDTF">2025-02-25T11:57:00Z</dcterms:created>
  <dcterms:modified xsi:type="dcterms:W3CDTF">2025-02-26T10:57:00Z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y fmtid="{D5CDD505-2E9C-101B-9397-08002B2CF9AE}" pid="4" name="MFCATEGORY">
    <vt:lpwstr>InformacjePubliczneInformacjeSektoraPublicznego</vt:lpwstr>
  </property>
  <property fmtid="{D5CDD505-2E9C-101B-9397-08002B2CF9AE}" pid="5" name="MFClassifiedBy">
    <vt:lpwstr>MF\AGTA;Taborski Grzegorz</vt:lpwstr>
  </property>
  <property fmtid="{D5CDD505-2E9C-101B-9397-08002B2CF9AE}" pid="6" name="MFClassificationDate">
    <vt:lpwstr>2022-12-14T11:26:08.0221005+01:00</vt:lpwstr>
  </property>
  <property fmtid="{D5CDD505-2E9C-101B-9397-08002B2CF9AE}" pid="7" name="MFClassifiedBySID">
    <vt:lpwstr>MF\S-1-5-21-1525952054-1005573771-2909822258-9204</vt:lpwstr>
  </property>
  <property fmtid="{D5CDD505-2E9C-101B-9397-08002B2CF9AE}" pid="8" name="MFGRNItemId">
    <vt:lpwstr>GRN-c1a585aa-cadf-45ea-9fc1-36338cc3288c</vt:lpwstr>
  </property>
  <property fmtid="{D5CDD505-2E9C-101B-9397-08002B2CF9AE}" pid="9" name="MFHash">
    <vt:lpwstr>hysouzLmNZRiZDitSj1Dl6p7233CmqFObxfwb84eBtw=</vt:lpwstr>
  </property>
  <property fmtid="{D5CDD505-2E9C-101B-9397-08002B2CF9AE}" pid="10" name="DLPManualFileClassification">
    <vt:lpwstr>{2755b7d9-e53d-4779-a40c-03797dcf43b3}</vt:lpwstr>
  </property>
  <property fmtid="{D5CDD505-2E9C-101B-9397-08002B2CF9AE}" pid="11" name="MFRefresh">
    <vt:lpwstr>False</vt:lpwstr>
  </property>
  <property fmtid="{D5CDD505-2E9C-101B-9397-08002B2CF9AE}" pid="12" name="ContentTypeId">
    <vt:lpwstr>0x0101006DF30D1EF5AB004BB766E7B886AE0E48</vt:lpwstr>
  </property>
</Properties>
</file>